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6E00FF" w:rsidRDefault="007D4109" w:rsidP="008709B4">
            <w:pPr>
              <w:pStyle w:val="Fuzeile"/>
              <w:tabs>
                <w:tab w:val="clear" w:pos="4536"/>
                <w:tab w:val="clear" w:pos="9072"/>
              </w:tabs>
              <w:rPr>
                <w:rFonts w:ascii="Arial" w:hAnsi="Arial"/>
                <w:lang w:val="de-CH"/>
              </w:rPr>
            </w:pPr>
            <w:r w:rsidRPr="006E00FF">
              <w:rPr>
                <w:rFonts w:ascii="Arial" w:hAnsi="Arial"/>
                <w:lang w:val="de-CH"/>
              </w:rPr>
              <w:t>Würth AG</w:t>
            </w:r>
          </w:p>
          <w:p w:rsidR="007D4109" w:rsidRPr="006E00FF" w:rsidRDefault="007D4109" w:rsidP="008709B4">
            <w:pPr>
              <w:pStyle w:val="Fuzeile"/>
              <w:tabs>
                <w:tab w:val="clear" w:pos="4536"/>
                <w:tab w:val="clear" w:pos="9072"/>
              </w:tabs>
              <w:rPr>
                <w:rFonts w:ascii="Arial" w:hAnsi="Arial"/>
                <w:lang w:val="de-CH"/>
              </w:rPr>
            </w:pPr>
            <w:proofErr w:type="spellStart"/>
            <w:r w:rsidRPr="006E00FF">
              <w:rPr>
                <w:rFonts w:ascii="Arial" w:hAnsi="Arial"/>
                <w:lang w:val="de-CH"/>
              </w:rPr>
              <w:t>Dornwydenweg</w:t>
            </w:r>
            <w:proofErr w:type="spellEnd"/>
            <w:r w:rsidRPr="006E00FF">
              <w:rPr>
                <w:rFonts w:ascii="Arial" w:hAnsi="Arial"/>
                <w:lang w:val="de-CH"/>
              </w:rPr>
              <w:t xml:space="preserve"> 11</w:t>
            </w:r>
          </w:p>
          <w:p w:rsidR="007D4109" w:rsidRPr="006E00FF" w:rsidRDefault="007D4109" w:rsidP="008709B4">
            <w:pPr>
              <w:pStyle w:val="Fuzeile"/>
              <w:tabs>
                <w:tab w:val="clear" w:pos="4536"/>
                <w:tab w:val="clear" w:pos="9072"/>
              </w:tabs>
              <w:rPr>
                <w:rFonts w:ascii="Arial" w:hAnsi="Arial"/>
                <w:lang w:val="de-CH"/>
              </w:rPr>
            </w:pPr>
            <w:r w:rsidRPr="006E00FF">
              <w:rPr>
                <w:rFonts w:ascii="Arial" w:hAnsi="Arial"/>
                <w:lang w:val="de-CH"/>
              </w:rPr>
              <w:t>4144 Arlesheim</w:t>
            </w:r>
          </w:p>
          <w:p w:rsidR="007D4109" w:rsidRPr="006E00FF" w:rsidRDefault="007D4109" w:rsidP="008709B4">
            <w:pPr>
              <w:pStyle w:val="Fuzeile"/>
              <w:tabs>
                <w:tab w:val="clear" w:pos="4536"/>
                <w:tab w:val="clear" w:pos="9072"/>
              </w:tabs>
              <w:rPr>
                <w:rFonts w:ascii="Arial" w:hAnsi="Arial"/>
                <w:lang w:val="de-CH"/>
              </w:rPr>
            </w:pPr>
          </w:p>
          <w:p w:rsidR="007D4109" w:rsidRPr="00B067BD" w:rsidRDefault="007D4109" w:rsidP="006E24E6">
            <w:pPr>
              <w:pStyle w:val="Fuzeile"/>
              <w:tabs>
                <w:tab w:val="clear" w:pos="4536"/>
                <w:tab w:val="clear" w:pos="9072"/>
              </w:tabs>
              <w:rPr>
                <w:rFonts w:ascii="Arial" w:hAnsi="Arial"/>
                <w:lang w:val="de-CH"/>
              </w:rPr>
            </w:pPr>
            <w:r w:rsidRPr="006E00FF">
              <w:rPr>
                <w:rFonts w:ascii="Arial" w:hAnsi="Arial"/>
                <w:lang w:val="de-CH"/>
              </w:rPr>
              <w:t>T +41 61 705 91 11</w:t>
            </w:r>
          </w:p>
          <w:p w:rsidR="007D4109" w:rsidRPr="00B66CFA" w:rsidRDefault="007D4109" w:rsidP="008709B4">
            <w:pPr>
              <w:pStyle w:val="Fuzeile"/>
              <w:tabs>
                <w:tab w:val="clear" w:pos="4536"/>
                <w:tab w:val="clear" w:pos="9072"/>
              </w:tabs>
              <w:rPr>
                <w:rFonts w:ascii="Arial" w:hAnsi="Arial"/>
                <w:lang w:val="de-CH"/>
              </w:rPr>
            </w:pPr>
            <w:r w:rsidRPr="00B66CFA">
              <w:rPr>
                <w:rFonts w:ascii="Arial" w:hAnsi="Arial"/>
                <w:lang w:val="de-CH"/>
              </w:rPr>
              <w:t>info@wuerth-ag.ch</w:t>
            </w:r>
          </w:p>
          <w:p w:rsidR="007D4109" w:rsidRPr="00B66CFA" w:rsidRDefault="007D4109" w:rsidP="008709B4">
            <w:pPr>
              <w:pStyle w:val="Fuzeile"/>
              <w:tabs>
                <w:tab w:val="clear" w:pos="4536"/>
                <w:tab w:val="clear" w:pos="9072"/>
              </w:tabs>
              <w:rPr>
                <w:rFonts w:ascii="Arial" w:hAnsi="Arial"/>
                <w:lang w:val="de-CH"/>
              </w:rPr>
            </w:pPr>
            <w:r w:rsidRPr="00B66CFA">
              <w:rPr>
                <w:rFonts w:ascii="Arial" w:hAnsi="Arial"/>
                <w:lang w:val="de-CH"/>
              </w:rPr>
              <w:t>www.wuerth-ag.ch</w:t>
            </w:r>
          </w:p>
          <w:p w:rsidR="007D4109" w:rsidRPr="00B66CFA" w:rsidRDefault="007D4109" w:rsidP="008709B4">
            <w:pPr>
              <w:pStyle w:val="Fuzeile"/>
              <w:tabs>
                <w:tab w:val="clear" w:pos="4536"/>
                <w:tab w:val="clear" w:pos="9072"/>
              </w:tabs>
              <w:rPr>
                <w:rFonts w:ascii="Arial" w:hAnsi="Arial"/>
                <w:lang w:val="de-CH"/>
              </w:rPr>
            </w:pPr>
          </w:p>
          <w:p w:rsidR="007D4109" w:rsidRPr="00FF42E0" w:rsidRDefault="007D4109" w:rsidP="00920794">
            <w:pPr>
              <w:pStyle w:val="Adressat"/>
              <w:rPr>
                <w:rFonts w:ascii="Arial" w:hAnsi="Arial"/>
              </w:rPr>
            </w:pPr>
            <w:r>
              <w:t xml:space="preserve">Arlesheim, </w:t>
            </w:r>
            <w:r w:rsidR="00920794">
              <w:rPr>
                <w:rFonts w:ascii="Arial" w:hAnsi="Arial"/>
              </w:rPr>
              <w:t>19.06.2018</w:t>
            </w:r>
          </w:p>
        </w:tc>
      </w:tr>
    </w:tbl>
    <w:p w:rsidR="004B170A" w:rsidRPr="00FF42E0" w:rsidRDefault="00A16388" w:rsidP="004B56BF">
      <w:pPr>
        <w:rPr>
          <w:rStyle w:val="strong2"/>
          <w:rFonts w:ascii="Arial" w:hAnsi="Arial"/>
          <w:b/>
          <w:sz w:val="28"/>
          <w:szCs w:val="28"/>
        </w:rPr>
      </w:pPr>
      <w:r>
        <w:rPr>
          <w:rStyle w:val="strong2"/>
          <w:rFonts w:ascii="Arial" w:hAnsi="Arial"/>
          <w:b/>
          <w:sz w:val="28"/>
          <w:szCs w:val="28"/>
        </w:rPr>
        <w:t xml:space="preserve">Würth </w:t>
      </w:r>
      <w:proofErr w:type="spellStart"/>
      <w:r w:rsidR="004B56BF">
        <w:rPr>
          <w:rStyle w:val="strong2"/>
          <w:rFonts w:ascii="Arial" w:hAnsi="Arial"/>
          <w:b/>
          <w:sz w:val="28"/>
          <w:szCs w:val="28"/>
        </w:rPr>
        <w:t>recertifiée</w:t>
      </w:r>
      <w:proofErr w:type="spellEnd"/>
      <w:r w:rsidR="004B56BF">
        <w:rPr>
          <w:rStyle w:val="strong2"/>
          <w:rFonts w:ascii="Arial" w:hAnsi="Arial"/>
          <w:b/>
          <w:sz w:val="28"/>
          <w:szCs w:val="28"/>
        </w:rPr>
        <w:t xml:space="preserve"> selon</w:t>
      </w:r>
      <w:r>
        <w:rPr>
          <w:rStyle w:val="strong2"/>
          <w:rFonts w:ascii="Arial" w:hAnsi="Arial"/>
          <w:b/>
          <w:sz w:val="28"/>
          <w:szCs w:val="28"/>
        </w:rPr>
        <w:t xml:space="preserve"> ISO 9001:2015</w:t>
      </w:r>
    </w:p>
    <w:p w:rsidR="004B170A" w:rsidRPr="00FF42E0" w:rsidRDefault="004B170A" w:rsidP="006F0337">
      <w:pPr>
        <w:rPr>
          <w:rStyle w:val="strong2"/>
          <w:rFonts w:ascii="Arial" w:hAnsi="Arial"/>
        </w:rPr>
      </w:pPr>
    </w:p>
    <w:p w:rsidR="004B170A" w:rsidRPr="00C16B6D" w:rsidRDefault="005316E0" w:rsidP="006E00FF">
      <w:pPr>
        <w:rPr>
          <w:rFonts w:ascii="Arial" w:hAnsi="Arial"/>
          <w:b/>
        </w:rPr>
      </w:pPr>
      <w:r>
        <w:rPr>
          <w:rFonts w:ascii="Arial" w:hAnsi="Arial"/>
          <w:b/>
        </w:rPr>
        <w:t xml:space="preserve">Würth AG a réussi avec succès l’audit </w:t>
      </w:r>
      <w:r w:rsidR="006E00FF">
        <w:rPr>
          <w:rFonts w:ascii="Arial" w:hAnsi="Arial"/>
          <w:b/>
        </w:rPr>
        <w:t xml:space="preserve">requis pour la certification du Système de gestion de la qualité que TÜV </w:t>
      </w:r>
      <w:proofErr w:type="spellStart"/>
      <w:r w:rsidR="006E00FF">
        <w:rPr>
          <w:rFonts w:ascii="Arial" w:hAnsi="Arial"/>
          <w:b/>
        </w:rPr>
        <w:t>Süd</w:t>
      </w:r>
      <w:proofErr w:type="spellEnd"/>
      <w:r w:rsidR="006E00FF">
        <w:rPr>
          <w:rFonts w:ascii="Arial" w:hAnsi="Arial"/>
          <w:b/>
        </w:rPr>
        <w:t xml:space="preserve"> a réalisé en mai</w:t>
      </w:r>
      <w:r>
        <w:rPr>
          <w:rFonts w:ascii="Arial" w:hAnsi="Arial"/>
          <w:b/>
        </w:rPr>
        <w:t>.</w:t>
      </w:r>
    </w:p>
    <w:p w:rsidR="004B170A" w:rsidRPr="00FF42E0" w:rsidRDefault="004B170A" w:rsidP="006F0337">
      <w:pPr>
        <w:rPr>
          <w:rFonts w:ascii="Arial" w:hAnsi="Arial"/>
        </w:rPr>
      </w:pPr>
    </w:p>
    <w:p w:rsidR="00F17A1C" w:rsidRDefault="007C01AA" w:rsidP="0013252E">
      <w:pPr>
        <w:rPr>
          <w:rFonts w:ascii="Arial" w:hAnsi="Arial"/>
        </w:rPr>
      </w:pPr>
      <w:r>
        <w:rPr>
          <w:rFonts w:ascii="Arial" w:hAnsi="Arial"/>
        </w:rPr>
        <w:t xml:space="preserve">L’organisme de certification de l’entreprise TÜV SÜD Management Service </w:t>
      </w:r>
      <w:proofErr w:type="spellStart"/>
      <w:r>
        <w:rPr>
          <w:rFonts w:ascii="Arial" w:hAnsi="Arial"/>
        </w:rPr>
        <w:t>GmbH</w:t>
      </w:r>
      <w:proofErr w:type="spellEnd"/>
      <w:r>
        <w:rPr>
          <w:rFonts w:ascii="Arial" w:hAnsi="Arial"/>
        </w:rPr>
        <w:t xml:space="preserve"> certifie que Würth AG a instauré et utilise un Système de gestion de la qualité dans le domaine de la commercialisation de nouveaux produits et dans la vente de matériel de montage et de fixation, de pièces normalisées, de produits chimiques, d’outils, de machines et de systèmes de gestion des stocks. </w:t>
      </w:r>
      <w:r w:rsidR="006E00FF">
        <w:rPr>
          <w:rFonts w:ascii="Arial" w:hAnsi="Arial"/>
        </w:rPr>
        <w:t xml:space="preserve">En </w:t>
      </w:r>
      <w:r w:rsidR="0013252E">
        <w:rPr>
          <w:rFonts w:ascii="Arial" w:hAnsi="Arial"/>
        </w:rPr>
        <w:t>se soumettant à</w:t>
      </w:r>
      <w:r w:rsidR="006E00FF">
        <w:rPr>
          <w:rFonts w:ascii="Arial" w:hAnsi="Arial"/>
        </w:rPr>
        <w:t xml:space="preserve"> l’audit, </w:t>
      </w:r>
      <w:r>
        <w:rPr>
          <w:rFonts w:ascii="Arial" w:hAnsi="Arial"/>
        </w:rPr>
        <w:t xml:space="preserve">Würth AG </w:t>
      </w:r>
      <w:r w:rsidR="006E00FF">
        <w:rPr>
          <w:rFonts w:ascii="Arial" w:hAnsi="Arial"/>
        </w:rPr>
        <w:t xml:space="preserve">a démontré </w:t>
      </w:r>
      <w:r w:rsidR="0013252E">
        <w:rPr>
          <w:rFonts w:ascii="Arial" w:hAnsi="Arial"/>
        </w:rPr>
        <w:t>que</w:t>
      </w:r>
      <w:r>
        <w:rPr>
          <w:rFonts w:ascii="Arial" w:hAnsi="Arial"/>
        </w:rPr>
        <w:t xml:space="preserve"> les exigences de la norme ISO 9001:2015</w:t>
      </w:r>
      <w:r w:rsidR="0013252E">
        <w:rPr>
          <w:rFonts w:ascii="Arial" w:hAnsi="Arial"/>
        </w:rPr>
        <w:t xml:space="preserve"> sont remplies</w:t>
      </w:r>
      <w:r>
        <w:rPr>
          <w:rFonts w:ascii="Arial" w:hAnsi="Arial"/>
        </w:rPr>
        <w:t>.</w:t>
      </w:r>
    </w:p>
    <w:p w:rsidR="007C01AA" w:rsidRDefault="007C01AA" w:rsidP="007C01AA">
      <w:pPr>
        <w:rPr>
          <w:rFonts w:ascii="Arial" w:hAnsi="Arial"/>
        </w:rPr>
      </w:pPr>
    </w:p>
    <w:p w:rsidR="0085689B" w:rsidRPr="00FF42E0" w:rsidRDefault="0013252E" w:rsidP="007C01AA">
      <w:pPr>
        <w:rPr>
          <w:rFonts w:ascii="Arial" w:hAnsi="Arial"/>
        </w:rPr>
      </w:pPr>
      <w:r>
        <w:rPr>
          <w:rFonts w:ascii="Arial" w:hAnsi="Arial"/>
        </w:rPr>
        <w:t>Grâce à</w:t>
      </w:r>
      <w:r w:rsidR="007C01AA">
        <w:rPr>
          <w:rFonts w:ascii="Arial" w:hAnsi="Arial"/>
        </w:rPr>
        <w:t xml:space="preserve"> la certification, Würth AG garantit à ses clients et fournisseurs de répondre de manière fiable et compréhensible à leurs attentes et besoins, tout comme à leurs exigences envers la qualité des produits et les </w:t>
      </w:r>
      <w:r>
        <w:rPr>
          <w:rFonts w:ascii="Arial" w:hAnsi="Arial"/>
        </w:rPr>
        <w:lastRenderedPageBreak/>
        <w:t>prestations de services</w:t>
      </w:r>
      <w:r w:rsidR="007C01AA">
        <w:rPr>
          <w:rFonts w:ascii="Arial" w:hAnsi="Arial"/>
        </w:rPr>
        <w:t xml:space="preserve"> dans la qualité supérieure habituelle.</w:t>
      </w:r>
    </w:p>
    <w:p w:rsidR="00F17A1C" w:rsidRPr="00FF42E0" w:rsidRDefault="00F17A1C" w:rsidP="00F17A1C">
      <w:pPr>
        <w:pStyle w:val="Default"/>
        <w:spacing w:line="360" w:lineRule="auto"/>
        <w:rPr>
          <w:rFonts w:ascii="Arial" w:hAnsi="Arial" w:cs="Arial"/>
        </w:rPr>
      </w:pPr>
    </w:p>
    <w:p w:rsidR="00F17A1C" w:rsidRPr="000948DA" w:rsidRDefault="00F17A1C" w:rsidP="00F17A1C">
      <w:pPr>
        <w:pStyle w:val="Default"/>
        <w:spacing w:line="360" w:lineRule="auto"/>
        <w:rPr>
          <w:rFonts w:ascii="Arial" w:hAnsi="Arial" w:cs="Arial"/>
          <w:b/>
          <w:lang w:val="de-CH"/>
        </w:rPr>
      </w:pPr>
      <w:r w:rsidRPr="000948DA">
        <w:rPr>
          <w:rFonts w:ascii="Arial" w:hAnsi="Arial"/>
          <w:b/>
          <w:lang w:val="de-CH"/>
        </w:rPr>
        <w:t xml:space="preserve">Images et </w:t>
      </w:r>
      <w:proofErr w:type="spellStart"/>
      <w:r w:rsidRPr="000948DA">
        <w:rPr>
          <w:rFonts w:ascii="Arial" w:hAnsi="Arial"/>
          <w:b/>
          <w:lang w:val="de-CH"/>
        </w:rPr>
        <w:t>légendes</w:t>
      </w:r>
      <w:proofErr w:type="spellEnd"/>
    </w:p>
    <w:p w:rsidR="00F17A1C" w:rsidRPr="000948DA" w:rsidRDefault="000948DA" w:rsidP="00F17A1C">
      <w:pPr>
        <w:pStyle w:val="Default"/>
        <w:spacing w:line="360" w:lineRule="auto"/>
        <w:rPr>
          <w:rFonts w:ascii="Arial" w:hAnsi="Arial" w:cs="Arial"/>
          <w:i/>
          <w:lang w:val="de-CH"/>
        </w:rPr>
      </w:pPr>
      <w:r w:rsidRPr="000948DA">
        <w:rPr>
          <w:rFonts w:ascii="Arial" w:hAnsi="Arial" w:cs="Arial"/>
          <w:i/>
          <w:lang w:val="de-CH"/>
        </w:rPr>
        <w:t>wuerth-ag_arlesheim_iso-zertifikat_2018_uebergabe.jpg</w:t>
      </w:r>
    </w:p>
    <w:p w:rsidR="00F17A1C" w:rsidRPr="00F41E6D" w:rsidRDefault="006E00FF" w:rsidP="00F17A1C">
      <w:pPr>
        <w:pStyle w:val="Default"/>
        <w:spacing w:line="360" w:lineRule="auto"/>
        <w:rPr>
          <w:rFonts w:ascii="Arial" w:hAnsi="Arial" w:cs="Arial"/>
          <w:lang w:val="de-CH"/>
        </w:rPr>
      </w:pPr>
      <w:r w:rsidRPr="00F41E6D">
        <w:rPr>
          <w:rFonts w:ascii="Arial" w:hAnsi="Arial"/>
          <w:lang w:val="de-CH"/>
        </w:rPr>
        <w:t xml:space="preserve">Remise du </w:t>
      </w:r>
      <w:proofErr w:type="spellStart"/>
      <w:r w:rsidRPr="00F41E6D">
        <w:rPr>
          <w:rFonts w:ascii="Arial" w:hAnsi="Arial"/>
          <w:lang w:val="de-CH"/>
        </w:rPr>
        <w:t>certificat</w:t>
      </w:r>
      <w:proofErr w:type="spellEnd"/>
      <w:r w:rsidR="00F41E6D" w:rsidRPr="00F41E6D">
        <w:rPr>
          <w:rFonts w:ascii="Arial" w:hAnsi="Arial"/>
          <w:lang w:val="de-CH"/>
        </w:rPr>
        <w:t>, Arlesheim, 19.06.2018</w:t>
      </w:r>
      <w:r w:rsidR="00F41E6D">
        <w:rPr>
          <w:rFonts w:ascii="Arial" w:hAnsi="Arial"/>
          <w:lang w:val="de-CH"/>
        </w:rPr>
        <w:t xml:space="preserve">. </w:t>
      </w:r>
      <w:proofErr w:type="spellStart"/>
      <w:r w:rsidR="00F41E6D">
        <w:rPr>
          <w:rFonts w:ascii="Arial" w:hAnsi="Arial"/>
          <w:lang w:val="de-CH"/>
        </w:rPr>
        <w:t>D</w:t>
      </w:r>
      <w:r w:rsidR="00F41E6D" w:rsidRPr="00F41E6D">
        <w:rPr>
          <w:rFonts w:ascii="Arial" w:hAnsi="Arial"/>
          <w:lang w:val="de-CH"/>
        </w:rPr>
        <w:t>evant</w:t>
      </w:r>
      <w:proofErr w:type="spellEnd"/>
      <w:r w:rsidR="00F41E6D" w:rsidRPr="00F41E6D">
        <w:rPr>
          <w:rFonts w:ascii="Arial" w:hAnsi="Arial"/>
          <w:lang w:val="de-CH"/>
        </w:rPr>
        <w:t xml:space="preserve"> de </w:t>
      </w:r>
      <w:proofErr w:type="spellStart"/>
      <w:r w:rsidR="00F41E6D" w:rsidRPr="00F41E6D">
        <w:rPr>
          <w:rFonts w:ascii="Arial" w:hAnsi="Arial"/>
          <w:lang w:val="de-CH"/>
        </w:rPr>
        <w:t>gauche</w:t>
      </w:r>
      <w:proofErr w:type="spellEnd"/>
      <w:r w:rsidR="00F41E6D" w:rsidRPr="00F41E6D">
        <w:rPr>
          <w:rFonts w:ascii="Arial" w:hAnsi="Arial"/>
          <w:lang w:val="de-CH"/>
        </w:rPr>
        <w:t xml:space="preserve"> à </w:t>
      </w:r>
      <w:proofErr w:type="spellStart"/>
      <w:r w:rsidR="00F41E6D" w:rsidRPr="00F41E6D">
        <w:rPr>
          <w:rFonts w:ascii="Arial" w:hAnsi="Arial"/>
          <w:lang w:val="de-CH"/>
        </w:rPr>
        <w:t>droite</w:t>
      </w:r>
      <w:proofErr w:type="spellEnd"/>
      <w:r w:rsidR="00F41E6D" w:rsidRPr="00F41E6D">
        <w:rPr>
          <w:rFonts w:ascii="Arial" w:hAnsi="Arial"/>
          <w:lang w:val="de-CH"/>
        </w:rPr>
        <w:t>: Oliver Lüken, Würth AG/QM</w:t>
      </w:r>
      <w:r w:rsidR="00E13C3C">
        <w:rPr>
          <w:rFonts w:ascii="Arial" w:hAnsi="Arial"/>
          <w:lang w:val="de-CH"/>
        </w:rPr>
        <w:t>;</w:t>
      </w:r>
      <w:r w:rsidR="00F41E6D" w:rsidRPr="00F41E6D">
        <w:rPr>
          <w:rFonts w:ascii="Arial" w:hAnsi="Arial"/>
          <w:lang w:val="de-CH"/>
        </w:rPr>
        <w:t xml:space="preserve"> Michael Zimmer, TÜV Süd Management Service AG</w:t>
      </w:r>
      <w:r w:rsidR="00E13C3C">
        <w:rPr>
          <w:rFonts w:ascii="Arial" w:hAnsi="Arial"/>
          <w:lang w:val="de-CH"/>
        </w:rPr>
        <w:t>;</w:t>
      </w:r>
      <w:bookmarkStart w:id="0" w:name="_GoBack"/>
      <w:bookmarkEnd w:id="0"/>
      <w:r w:rsidR="00F41E6D" w:rsidRPr="00F41E6D">
        <w:rPr>
          <w:rFonts w:ascii="Arial" w:hAnsi="Arial"/>
          <w:lang w:val="de-CH"/>
        </w:rPr>
        <w:t xml:space="preserve"> Claudio Caruso, Würth AG</w:t>
      </w:r>
      <w:r w:rsidR="00CB0D6D">
        <w:rPr>
          <w:rFonts w:ascii="Arial" w:hAnsi="Arial"/>
          <w:lang w:val="de-CH"/>
        </w:rPr>
        <w:t>/</w:t>
      </w:r>
      <w:r w:rsidR="00CB0D6D" w:rsidRPr="00CB0D6D">
        <w:rPr>
          <w:rFonts w:ascii="Arial" w:hAnsi="Arial"/>
          <w:lang w:val="de-CH"/>
        </w:rPr>
        <w:t xml:space="preserve">responsable de </w:t>
      </w:r>
      <w:proofErr w:type="spellStart"/>
      <w:r w:rsidR="00CB0D6D" w:rsidRPr="00CB0D6D">
        <w:rPr>
          <w:rFonts w:ascii="Arial" w:hAnsi="Arial"/>
          <w:lang w:val="de-CH"/>
        </w:rPr>
        <w:t>Sécurité</w:t>
      </w:r>
      <w:proofErr w:type="spellEnd"/>
      <w:r w:rsidR="00CB0D6D" w:rsidRPr="00CB0D6D">
        <w:rPr>
          <w:rFonts w:ascii="Arial" w:hAnsi="Arial"/>
          <w:lang w:val="de-CH"/>
        </w:rPr>
        <w:t xml:space="preserve"> &amp; </w:t>
      </w:r>
      <w:proofErr w:type="spellStart"/>
      <w:r w:rsidR="00CB0D6D" w:rsidRPr="00CB0D6D">
        <w:rPr>
          <w:rFonts w:ascii="Arial" w:hAnsi="Arial"/>
          <w:lang w:val="de-CH"/>
        </w:rPr>
        <w:t>Qualité</w:t>
      </w:r>
      <w:proofErr w:type="spellEnd"/>
      <w:r w:rsidR="00CB0D6D">
        <w:rPr>
          <w:rFonts w:ascii="Arial" w:hAnsi="Arial"/>
          <w:lang w:val="de-CH"/>
        </w:rPr>
        <w:t xml:space="preserve">; Marc Baumgartner, </w:t>
      </w:r>
      <w:r w:rsidR="000E647E">
        <w:rPr>
          <w:rFonts w:ascii="Arial" w:hAnsi="Arial"/>
          <w:lang w:val="de-CH"/>
        </w:rPr>
        <w:t>Würth AG/</w:t>
      </w:r>
      <w:r w:rsidR="00CB0D6D">
        <w:rPr>
          <w:rFonts w:ascii="Arial" w:hAnsi="Arial"/>
          <w:lang w:val="de-CH"/>
        </w:rPr>
        <w:t>CEO;</w:t>
      </w:r>
      <w:r w:rsidR="00F41E6D" w:rsidRPr="00F41E6D">
        <w:rPr>
          <w:rFonts w:ascii="Arial" w:hAnsi="Arial"/>
          <w:lang w:val="de-CH"/>
        </w:rPr>
        <w:t xml:space="preserve"> </w:t>
      </w:r>
      <w:r w:rsidR="00CB0D6D" w:rsidRPr="00CB0D6D">
        <w:rPr>
          <w:rFonts w:ascii="Arial" w:hAnsi="Arial"/>
          <w:lang w:val="de-CH"/>
        </w:rPr>
        <w:t xml:space="preserve">en </w:t>
      </w:r>
      <w:proofErr w:type="spellStart"/>
      <w:r w:rsidR="00CB0D6D" w:rsidRPr="00CB0D6D">
        <w:rPr>
          <w:rFonts w:ascii="Arial" w:hAnsi="Arial"/>
          <w:lang w:val="de-CH"/>
        </w:rPr>
        <w:t>arrière</w:t>
      </w:r>
      <w:proofErr w:type="spellEnd"/>
      <w:r w:rsidR="00F41E6D" w:rsidRPr="00F41E6D">
        <w:rPr>
          <w:rFonts w:ascii="Arial" w:hAnsi="Arial"/>
          <w:lang w:val="de-CH"/>
        </w:rPr>
        <w:t>: Marcel Janssen, Würth AG/QM</w:t>
      </w:r>
    </w:p>
    <w:p w:rsidR="00FF65FD" w:rsidRPr="00F41E6D" w:rsidRDefault="00FF65FD" w:rsidP="00F17A1C">
      <w:pPr>
        <w:pStyle w:val="Default"/>
        <w:spacing w:line="360" w:lineRule="auto"/>
        <w:rPr>
          <w:rFonts w:ascii="Arial" w:hAnsi="Arial" w:cs="Arial"/>
          <w:lang w:val="de-CH"/>
        </w:rPr>
      </w:pPr>
    </w:p>
    <w:p w:rsidR="00F41E6D" w:rsidRPr="00F41E6D" w:rsidRDefault="00F41E6D" w:rsidP="00F41E6D">
      <w:pPr>
        <w:pStyle w:val="Default"/>
        <w:spacing w:line="360" w:lineRule="auto"/>
        <w:rPr>
          <w:rFonts w:ascii="Arial" w:hAnsi="Arial" w:cs="Arial"/>
          <w:i/>
          <w:lang w:val="de-CH"/>
        </w:rPr>
      </w:pPr>
      <w:r w:rsidRPr="00F41E6D">
        <w:rPr>
          <w:rFonts w:ascii="Arial" w:hAnsi="Arial" w:cs="Arial"/>
          <w:i/>
          <w:lang w:val="de-CH"/>
        </w:rPr>
        <w:t>wuerth-ag_zertifikat_ISO-9001_DE.pdf</w:t>
      </w:r>
    </w:p>
    <w:p w:rsidR="00F41E6D" w:rsidRPr="00F41E6D" w:rsidRDefault="00F41E6D" w:rsidP="00F41E6D">
      <w:pPr>
        <w:pStyle w:val="Default"/>
        <w:spacing w:line="360" w:lineRule="auto"/>
        <w:rPr>
          <w:rFonts w:ascii="Arial" w:hAnsi="Arial" w:cs="Arial"/>
          <w:i/>
          <w:lang w:val="en-US"/>
        </w:rPr>
      </w:pPr>
      <w:proofErr w:type="gramStart"/>
      <w:r w:rsidRPr="00F41E6D">
        <w:rPr>
          <w:rFonts w:ascii="Arial" w:hAnsi="Arial" w:cs="Arial"/>
          <w:i/>
          <w:lang w:val="en-US"/>
        </w:rPr>
        <w:t>wuerth-ag_certificat_ISO-9001_FR.pdf</w:t>
      </w:r>
      <w:proofErr w:type="gramEnd"/>
    </w:p>
    <w:p w:rsidR="00F41E6D" w:rsidRPr="00F41E6D" w:rsidRDefault="00F41E6D" w:rsidP="00F41E6D">
      <w:pPr>
        <w:pStyle w:val="Default"/>
        <w:spacing w:line="360" w:lineRule="auto"/>
        <w:rPr>
          <w:rFonts w:ascii="Arial" w:hAnsi="Arial" w:cs="Arial"/>
          <w:i/>
          <w:lang w:val="en-US"/>
        </w:rPr>
      </w:pPr>
      <w:proofErr w:type="gramStart"/>
      <w:r w:rsidRPr="00F41E6D">
        <w:rPr>
          <w:rFonts w:ascii="Arial" w:hAnsi="Arial" w:cs="Arial"/>
          <w:i/>
          <w:lang w:val="en-US"/>
        </w:rPr>
        <w:t>wuerth-ag_certificato_ISO-9001_IT.pdf</w:t>
      </w:r>
      <w:proofErr w:type="gramEnd"/>
    </w:p>
    <w:p w:rsidR="00FF65FD" w:rsidRPr="00F41E6D" w:rsidRDefault="00F41E6D" w:rsidP="00F41E6D">
      <w:pPr>
        <w:pStyle w:val="Default"/>
        <w:spacing w:line="360" w:lineRule="auto"/>
        <w:rPr>
          <w:rFonts w:ascii="Arial" w:hAnsi="Arial" w:cs="Arial"/>
          <w:i/>
          <w:lang w:val="en-US"/>
        </w:rPr>
      </w:pPr>
      <w:proofErr w:type="gramStart"/>
      <w:r w:rsidRPr="00F41E6D">
        <w:rPr>
          <w:rFonts w:ascii="Arial" w:hAnsi="Arial" w:cs="Arial"/>
          <w:i/>
          <w:lang w:val="en-US"/>
        </w:rPr>
        <w:t>wuerth-a</w:t>
      </w:r>
      <w:r w:rsidRPr="00286C35">
        <w:rPr>
          <w:rFonts w:ascii="Arial" w:hAnsi="Arial" w:cs="Arial"/>
          <w:i/>
          <w:lang w:val="en-US"/>
        </w:rPr>
        <w:t>g_certificate_ISO-9001_EN.pdf</w:t>
      </w:r>
      <w:proofErr w:type="gramEnd"/>
    </w:p>
    <w:p w:rsidR="00FF65FD" w:rsidRPr="00F41E6D" w:rsidRDefault="00FF65FD" w:rsidP="00FF65FD">
      <w:pPr>
        <w:pStyle w:val="Default"/>
        <w:spacing w:line="360" w:lineRule="auto"/>
        <w:rPr>
          <w:rFonts w:ascii="Arial" w:hAnsi="Arial" w:cs="Arial"/>
        </w:rPr>
      </w:pPr>
      <w:r w:rsidRPr="00F41E6D">
        <w:rPr>
          <w:rFonts w:ascii="Arial" w:hAnsi="Arial"/>
        </w:rPr>
        <w:t>Certificat ISO Würth AG</w:t>
      </w:r>
    </w:p>
    <w:p w:rsidR="00F17A1C" w:rsidRPr="00F41E6D" w:rsidRDefault="00F17A1C" w:rsidP="00F17A1C">
      <w:pPr>
        <w:spacing w:line="360" w:lineRule="auto"/>
        <w:rPr>
          <w:rFonts w:ascii="Arial" w:hAnsi="Arial"/>
          <w:b/>
          <w:bCs/>
        </w:rPr>
      </w:pPr>
    </w:p>
    <w:p w:rsidR="00F17A1C" w:rsidRPr="00F41E6D" w:rsidRDefault="00F17A1C" w:rsidP="00F17A1C">
      <w:pPr>
        <w:spacing w:line="360" w:lineRule="auto"/>
        <w:rPr>
          <w:rFonts w:ascii="Arial" w:hAnsi="Arial"/>
          <w:b/>
          <w:bCs/>
        </w:rPr>
      </w:pPr>
    </w:p>
    <w:p w:rsidR="00821895" w:rsidRPr="00F41E6D" w:rsidRDefault="00821895" w:rsidP="00CC119F">
      <w:pPr>
        <w:pStyle w:val="berschrift2"/>
        <w:rPr>
          <w:rFonts w:ascii="Arial" w:hAnsi="Arial"/>
          <w:b/>
        </w:rPr>
      </w:pPr>
      <w:r w:rsidRPr="00F41E6D">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Pr>
          <w:rStyle w:val="Seitenzahl"/>
          <w:rFonts w:ascii="Arial" w:hAnsi="Arial"/>
        </w:rPr>
        <w:t>chimico</w:t>
      </w:r>
      <w:proofErr w:type="spellEnd"/>
      <w:r>
        <w:rPr>
          <w:rStyle w:val="Seitenzahl"/>
          <w:rFonts w:ascii="Arial" w:hAnsi="Arial"/>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collaboratrices et collaborateurs. Würth AG appartient au Groupe Würth, actif dans le monde entier.</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Note</w:t>
      </w:r>
    </w:p>
    <w:p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 xml:space="preserve">Les communiqués de presse et le matériel photo peuvent être téléchargés sur: </w:t>
      </w:r>
      <w:r w:rsidR="002A5726" w:rsidRPr="002A5726">
        <w:rPr>
          <w:rStyle w:val="Seitenzahl"/>
          <w:rFonts w:ascii="Arial" w:hAnsi="Arial"/>
        </w:rPr>
        <w:t>www.wuerth-ag.ch/medias</w:t>
      </w:r>
      <w:r>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Contact</w:t>
      </w:r>
    </w:p>
    <w:p w:rsidR="00B66CFA" w:rsidRDefault="00207C21" w:rsidP="00CC119F">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rsidR="001300E4" w:rsidRPr="00495865" w:rsidRDefault="00821895" w:rsidP="00CC119F">
      <w:pPr>
        <w:pStyle w:val="Boilerplate"/>
        <w:tabs>
          <w:tab w:val="clear" w:pos="4536"/>
          <w:tab w:val="clear" w:pos="9072"/>
        </w:tabs>
        <w:rPr>
          <w:rFonts w:ascii="Arial" w:hAnsi="Arial"/>
        </w:rPr>
      </w:pPr>
      <w:r>
        <w:rPr>
          <w:rStyle w:val="Seitenzahl"/>
          <w:rFonts w:ascii="Arial" w:hAnsi="Arial"/>
        </w:rPr>
        <w:lastRenderedPageBreak/>
        <w:t>T +41 61 705 98 33, eva.appel@wuerth-ag.ch</w:t>
      </w:r>
    </w:p>
    <w:sectPr w:rsidR="001300E4" w:rsidRPr="00495865" w:rsidSect="007D4815">
      <w:headerReference w:type="default" r:id="rId7"/>
      <w:footerReference w:type="default" r:id="rId8"/>
      <w:headerReference w:type="first" r:id="rId9"/>
      <w:footerReference w:type="first" r:id="rId10"/>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2AD" w:rsidRDefault="00C202AD">
      <w:r>
        <w:separator/>
      </w:r>
    </w:p>
    <w:p w:rsidR="00C202AD" w:rsidRDefault="00C202AD"/>
  </w:endnote>
  <w:endnote w:type="continuationSeparator" w:id="0">
    <w:p w:rsidR="00C202AD" w:rsidRDefault="00C202AD">
      <w:r>
        <w:continuationSeparator/>
      </w:r>
    </w:p>
    <w:p w:rsidR="00C202AD" w:rsidRDefault="00C20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E13C3C">
      <w:rPr>
        <w:rFonts w:ascii="Arial" w:hAnsi="Arial"/>
        <w:noProof/>
      </w:rPr>
      <w:t>3</w:t>
    </w:r>
    <w:r w:rsidRPr="00FF42E0">
      <w:rPr>
        <w:rFonts w:ascii="Arial" w:hAnsi="Arial"/>
      </w:rPr>
      <w:fldChar w:fldCharType="end"/>
    </w:r>
    <w: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E13C3C">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E13C3C">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E13C3C">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2AD" w:rsidRDefault="00C202AD">
      <w:r>
        <w:separator/>
      </w:r>
    </w:p>
    <w:p w:rsidR="00C202AD" w:rsidRDefault="00C202AD"/>
  </w:footnote>
  <w:footnote w:type="continuationSeparator" w:id="0">
    <w:p w:rsidR="00C202AD" w:rsidRDefault="00C202AD">
      <w:r>
        <w:continuationSeparator/>
      </w:r>
    </w:p>
    <w:p w:rsidR="00C202AD" w:rsidRDefault="00C202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8D2689">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2AD"/>
    <w:rsid w:val="000817C6"/>
    <w:rsid w:val="000948DA"/>
    <w:rsid w:val="000C06D8"/>
    <w:rsid w:val="000D2303"/>
    <w:rsid w:val="000E647E"/>
    <w:rsid w:val="000F60C6"/>
    <w:rsid w:val="00101104"/>
    <w:rsid w:val="00106641"/>
    <w:rsid w:val="00112D15"/>
    <w:rsid w:val="001300E4"/>
    <w:rsid w:val="0013252E"/>
    <w:rsid w:val="00133DE6"/>
    <w:rsid w:val="00135162"/>
    <w:rsid w:val="001402FB"/>
    <w:rsid w:val="001470C7"/>
    <w:rsid w:val="00153AC6"/>
    <w:rsid w:val="001608C9"/>
    <w:rsid w:val="00172558"/>
    <w:rsid w:val="001857CD"/>
    <w:rsid w:val="001A27D1"/>
    <w:rsid w:val="001F3AF2"/>
    <w:rsid w:val="001F45E3"/>
    <w:rsid w:val="001F68E0"/>
    <w:rsid w:val="002007F7"/>
    <w:rsid w:val="00207C21"/>
    <w:rsid w:val="00224B07"/>
    <w:rsid w:val="00232CB5"/>
    <w:rsid w:val="0023748A"/>
    <w:rsid w:val="002A1998"/>
    <w:rsid w:val="002A5726"/>
    <w:rsid w:val="002B3155"/>
    <w:rsid w:val="002C7F27"/>
    <w:rsid w:val="00304D0B"/>
    <w:rsid w:val="00342C0F"/>
    <w:rsid w:val="0037768B"/>
    <w:rsid w:val="00384311"/>
    <w:rsid w:val="00393740"/>
    <w:rsid w:val="003948A4"/>
    <w:rsid w:val="003C42E6"/>
    <w:rsid w:val="004123F3"/>
    <w:rsid w:val="00470676"/>
    <w:rsid w:val="00495865"/>
    <w:rsid w:val="00495901"/>
    <w:rsid w:val="0049708E"/>
    <w:rsid w:val="004A179F"/>
    <w:rsid w:val="004B170A"/>
    <w:rsid w:val="004B56BF"/>
    <w:rsid w:val="004C6FEF"/>
    <w:rsid w:val="004D169D"/>
    <w:rsid w:val="004D49C0"/>
    <w:rsid w:val="004E1589"/>
    <w:rsid w:val="00517537"/>
    <w:rsid w:val="00523054"/>
    <w:rsid w:val="005316E0"/>
    <w:rsid w:val="00542125"/>
    <w:rsid w:val="00556BC7"/>
    <w:rsid w:val="00560299"/>
    <w:rsid w:val="00583756"/>
    <w:rsid w:val="00591DB0"/>
    <w:rsid w:val="005C13D6"/>
    <w:rsid w:val="005C30AF"/>
    <w:rsid w:val="005C44C4"/>
    <w:rsid w:val="005D04BB"/>
    <w:rsid w:val="005F25E9"/>
    <w:rsid w:val="00603D09"/>
    <w:rsid w:val="00644649"/>
    <w:rsid w:val="00671EE9"/>
    <w:rsid w:val="006D1842"/>
    <w:rsid w:val="006E00FF"/>
    <w:rsid w:val="006E24E6"/>
    <w:rsid w:val="006E4185"/>
    <w:rsid w:val="006F0337"/>
    <w:rsid w:val="006F7749"/>
    <w:rsid w:val="00714D2D"/>
    <w:rsid w:val="00722507"/>
    <w:rsid w:val="007B20F7"/>
    <w:rsid w:val="007B39CE"/>
    <w:rsid w:val="007B52F2"/>
    <w:rsid w:val="007C01AA"/>
    <w:rsid w:val="007D4109"/>
    <w:rsid w:val="007D4815"/>
    <w:rsid w:val="00821895"/>
    <w:rsid w:val="00825D70"/>
    <w:rsid w:val="00845C58"/>
    <w:rsid w:val="0085689B"/>
    <w:rsid w:val="008709B4"/>
    <w:rsid w:val="00881DE4"/>
    <w:rsid w:val="00885234"/>
    <w:rsid w:val="008D2689"/>
    <w:rsid w:val="00920794"/>
    <w:rsid w:val="0092510F"/>
    <w:rsid w:val="009426D5"/>
    <w:rsid w:val="00990878"/>
    <w:rsid w:val="009A7071"/>
    <w:rsid w:val="009A7472"/>
    <w:rsid w:val="009B1676"/>
    <w:rsid w:val="009B69AC"/>
    <w:rsid w:val="009D3F4C"/>
    <w:rsid w:val="00A049F4"/>
    <w:rsid w:val="00A0553B"/>
    <w:rsid w:val="00A16388"/>
    <w:rsid w:val="00A26D46"/>
    <w:rsid w:val="00A368B3"/>
    <w:rsid w:val="00A65EDA"/>
    <w:rsid w:val="00A973B6"/>
    <w:rsid w:val="00A973F9"/>
    <w:rsid w:val="00AB1079"/>
    <w:rsid w:val="00B067BD"/>
    <w:rsid w:val="00B42D37"/>
    <w:rsid w:val="00B4505C"/>
    <w:rsid w:val="00B56B04"/>
    <w:rsid w:val="00B66CFA"/>
    <w:rsid w:val="00B73E5A"/>
    <w:rsid w:val="00B85CD7"/>
    <w:rsid w:val="00B90842"/>
    <w:rsid w:val="00B963B4"/>
    <w:rsid w:val="00BA06FF"/>
    <w:rsid w:val="00BA3769"/>
    <w:rsid w:val="00BC2430"/>
    <w:rsid w:val="00BD0B29"/>
    <w:rsid w:val="00C16B6D"/>
    <w:rsid w:val="00C202AD"/>
    <w:rsid w:val="00C23A0B"/>
    <w:rsid w:val="00C356E9"/>
    <w:rsid w:val="00C95600"/>
    <w:rsid w:val="00CA01D8"/>
    <w:rsid w:val="00CB0D6D"/>
    <w:rsid w:val="00CB56A5"/>
    <w:rsid w:val="00CC119F"/>
    <w:rsid w:val="00CD0128"/>
    <w:rsid w:val="00CD326F"/>
    <w:rsid w:val="00CF1CC4"/>
    <w:rsid w:val="00D1159F"/>
    <w:rsid w:val="00D31825"/>
    <w:rsid w:val="00D43D42"/>
    <w:rsid w:val="00D53751"/>
    <w:rsid w:val="00D9150A"/>
    <w:rsid w:val="00DD7FE8"/>
    <w:rsid w:val="00DF4E45"/>
    <w:rsid w:val="00E13C3C"/>
    <w:rsid w:val="00E45804"/>
    <w:rsid w:val="00E47D61"/>
    <w:rsid w:val="00E5235F"/>
    <w:rsid w:val="00E56FD8"/>
    <w:rsid w:val="00EA4BEA"/>
    <w:rsid w:val="00EB0B9F"/>
    <w:rsid w:val="00EF0907"/>
    <w:rsid w:val="00F17A1C"/>
    <w:rsid w:val="00F24BB3"/>
    <w:rsid w:val="00F41E6D"/>
    <w:rsid w:val="00F5522E"/>
    <w:rsid w:val="00F57C18"/>
    <w:rsid w:val="00F66200"/>
    <w:rsid w:val="00FD0A30"/>
    <w:rsid w:val="00FD5564"/>
    <w:rsid w:val="00FE724E"/>
    <w:rsid w:val="00FE7AF4"/>
    <w:rsid w:val="00FF3EDA"/>
    <w:rsid w:val="00FF42E0"/>
    <w:rsid w:val="00FF65FD"/>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CCF961"/>
  <w15:docId w15:val="{C80B79E9-0A3F-4E5E-B4F5-64BBF4B4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2108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Wuerth-AG</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25</cp:revision>
  <cp:lastPrinted>2012-07-30T07:58:00Z</cp:lastPrinted>
  <dcterms:created xsi:type="dcterms:W3CDTF">2018-05-18T11:00:00Z</dcterms:created>
  <dcterms:modified xsi:type="dcterms:W3CDTF">2018-06-20T07:21:00Z</dcterms:modified>
</cp:coreProperties>
</file>