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2092"/>
        <w:gridCol w:w="3148"/>
      </w:tblGrid>
      <w:tr w:rsidR="007D4109" w:rsidRPr="00C75BCD" w:rsidTr="00D22E9C">
        <w:trPr>
          <w:trHeight w:hRule="exact" w:val="2325"/>
        </w:trPr>
        <w:tc>
          <w:tcPr>
            <w:tcW w:w="4683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2092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C75BCD" w:rsidRDefault="00C13608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Forum Würth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Dornwydenweg 11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4144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C75BCD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T +41 61 705 9</w:t>
            </w:r>
            <w:r w:rsidR="00C13608" w:rsidRPr="00C75BCD">
              <w:rPr>
                <w:rFonts w:ascii="Arial" w:hAnsi="Arial"/>
              </w:rPr>
              <w:t>5 95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F +41 61 705 9</w:t>
            </w:r>
            <w:r w:rsidR="00C13608" w:rsidRPr="006B17FF">
              <w:rPr>
                <w:rFonts w:ascii="Arial" w:hAnsi="Arial"/>
                <w:lang w:val="en-GB"/>
              </w:rPr>
              <w:t>5 96</w:t>
            </w:r>
          </w:p>
          <w:p w:rsidR="007D4109" w:rsidRPr="006B17FF" w:rsidRDefault="008547C5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arlesheim</w:t>
            </w:r>
            <w:r w:rsidR="007D4109" w:rsidRPr="006B17FF">
              <w:rPr>
                <w:rFonts w:ascii="Arial" w:hAnsi="Arial"/>
                <w:lang w:val="en-GB"/>
              </w:rPr>
              <w:t>@</w:t>
            </w:r>
            <w:r>
              <w:rPr>
                <w:rFonts w:ascii="Arial" w:hAnsi="Arial"/>
                <w:lang w:val="en-GB"/>
              </w:rPr>
              <w:t>forum-</w:t>
            </w:r>
            <w:r w:rsidR="007D4109" w:rsidRPr="006B17FF">
              <w:rPr>
                <w:rFonts w:ascii="Arial" w:hAnsi="Arial"/>
                <w:lang w:val="en-GB"/>
              </w:rPr>
              <w:t>wuerth.ch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www.</w:t>
            </w:r>
            <w:r w:rsidR="00C13608" w:rsidRPr="006B17FF">
              <w:rPr>
                <w:rFonts w:ascii="Arial" w:hAnsi="Arial"/>
                <w:lang w:val="en-GB"/>
              </w:rPr>
              <w:t>forum-</w:t>
            </w:r>
            <w:r w:rsidRPr="006B17FF">
              <w:rPr>
                <w:rFonts w:ascii="Arial" w:hAnsi="Arial"/>
                <w:lang w:val="en-GB"/>
              </w:rPr>
              <w:t>wuerth.ch</w:t>
            </w:r>
            <w:r w:rsidR="0027452F">
              <w:rPr>
                <w:rFonts w:ascii="Arial" w:hAnsi="Arial"/>
                <w:lang w:val="en-GB"/>
              </w:rPr>
              <w:t>/arlesheim</w:t>
            </w:r>
          </w:p>
          <w:p w:rsidR="007D4109" w:rsidRPr="006B17F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C75BCD" w:rsidRDefault="007D4109" w:rsidP="00C913F2">
            <w:pPr>
              <w:pStyle w:val="Adressat"/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 xml:space="preserve">Arlesheim, </w:t>
            </w:r>
            <w:r w:rsidR="00C913F2">
              <w:rPr>
                <w:rFonts w:ascii="Arial" w:hAnsi="Arial"/>
              </w:rPr>
              <w:fldChar w:fldCharType="begin"/>
            </w:r>
            <w:r w:rsidR="00C913F2">
              <w:rPr>
                <w:rFonts w:ascii="Arial" w:hAnsi="Arial"/>
              </w:rPr>
              <w:instrText xml:space="preserve"> CREATEDATE  \@ "dd.MM.yyyy"  \* MERGEFORMAT </w:instrText>
            </w:r>
            <w:r w:rsidR="00C913F2">
              <w:rPr>
                <w:rFonts w:ascii="Arial" w:hAnsi="Arial"/>
              </w:rPr>
              <w:fldChar w:fldCharType="separate"/>
            </w:r>
            <w:r w:rsidR="00E01FE8">
              <w:rPr>
                <w:rFonts w:ascii="Arial" w:hAnsi="Arial"/>
                <w:noProof/>
              </w:rPr>
              <w:t>10.09.2018</w:t>
            </w:r>
            <w:r w:rsidR="00C913F2">
              <w:rPr>
                <w:rFonts w:ascii="Arial" w:hAnsi="Arial"/>
              </w:rPr>
              <w:fldChar w:fldCharType="end"/>
            </w:r>
          </w:p>
        </w:tc>
      </w:tr>
    </w:tbl>
    <w:p w:rsidR="008D2689" w:rsidRPr="00C75BCD" w:rsidRDefault="00073FCF" w:rsidP="00992339">
      <w:pPr>
        <w:pStyle w:val="berschrift1"/>
        <w:rPr>
          <w:rFonts w:ascii="Arial" w:hAnsi="Arial"/>
          <w:b/>
          <w:bCs w:val="0"/>
        </w:rPr>
      </w:pPr>
      <w:r w:rsidRPr="00073FCF">
        <w:rPr>
          <w:rFonts w:ascii="Arial" w:hAnsi="Arial"/>
          <w:b/>
          <w:bCs w:val="0"/>
        </w:rPr>
        <w:t>Forum Würth Arlesheim schenkt Besuchern Konzert mit Nicole Bernegger zum Jubiläum</w:t>
      </w:r>
    </w:p>
    <w:p w:rsidR="008D2689" w:rsidRPr="00C75BCD" w:rsidRDefault="008D2689" w:rsidP="00992339">
      <w:pPr>
        <w:rPr>
          <w:rFonts w:ascii="Arial" w:hAnsi="Arial"/>
        </w:rPr>
      </w:pPr>
    </w:p>
    <w:p w:rsidR="00033E73" w:rsidRDefault="00993C56" w:rsidP="00992339">
      <w:pPr>
        <w:rPr>
          <w:rStyle w:val="Lead"/>
          <w:rFonts w:ascii="Arial" w:hAnsi="Arial"/>
          <w:b/>
          <w:bCs/>
        </w:rPr>
      </w:pPr>
      <w:r>
        <w:rPr>
          <w:rFonts w:ascii="Arial" w:hAnsi="Arial"/>
          <w:b/>
        </w:rPr>
        <w:t>Das Forum Würth Arlesheim präsentiert seit 15 Jahren hochkarätige Kunst</w:t>
      </w:r>
      <w:r w:rsidR="0050636D">
        <w:rPr>
          <w:rFonts w:ascii="Arial" w:hAnsi="Arial"/>
          <w:b/>
        </w:rPr>
        <w:t>ausstellungen</w:t>
      </w:r>
      <w:r>
        <w:rPr>
          <w:rFonts w:ascii="Arial" w:hAnsi="Arial"/>
          <w:b/>
        </w:rPr>
        <w:t xml:space="preserve">. </w:t>
      </w:r>
      <w:r w:rsidR="00DD2ADE">
        <w:rPr>
          <w:rFonts w:ascii="Arial" w:hAnsi="Arial"/>
          <w:b/>
        </w:rPr>
        <w:t xml:space="preserve">Gefeiert wird das Jubiläum </w:t>
      </w:r>
      <w:r w:rsidR="00BD4B04">
        <w:rPr>
          <w:rFonts w:ascii="Arial" w:hAnsi="Arial"/>
          <w:b/>
        </w:rPr>
        <w:t>am</w:t>
      </w:r>
      <w:r w:rsidR="00DD2ADE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22. September </w:t>
      </w:r>
      <w:r w:rsidR="00BD4B04">
        <w:rPr>
          <w:rFonts w:ascii="Arial" w:hAnsi="Arial"/>
          <w:b/>
        </w:rPr>
        <w:t>2018</w:t>
      </w:r>
      <w:r w:rsidR="00A7026D">
        <w:rPr>
          <w:rFonts w:ascii="Arial" w:hAnsi="Arial"/>
          <w:b/>
        </w:rPr>
        <w:t>. Ein</w:t>
      </w:r>
      <w:r w:rsidR="008E4D4D">
        <w:rPr>
          <w:rFonts w:ascii="Arial" w:hAnsi="Arial"/>
          <w:b/>
        </w:rPr>
        <w:t xml:space="preserve"> </w:t>
      </w:r>
      <w:r w:rsidR="00DD2ADE">
        <w:rPr>
          <w:rFonts w:ascii="Arial" w:hAnsi="Arial"/>
          <w:b/>
        </w:rPr>
        <w:t xml:space="preserve">Kunstworkshop, </w:t>
      </w:r>
      <w:r w:rsidR="005561A0">
        <w:rPr>
          <w:rFonts w:ascii="Arial" w:hAnsi="Arial"/>
          <w:b/>
        </w:rPr>
        <w:t>Open-Air-</w:t>
      </w:r>
      <w:r w:rsidR="00BD4B04">
        <w:rPr>
          <w:rFonts w:ascii="Arial" w:hAnsi="Arial"/>
          <w:b/>
        </w:rPr>
        <w:t xml:space="preserve">Konzert mit Nicole Bernegger </w:t>
      </w:r>
      <w:r w:rsidR="00DD2ADE">
        <w:rPr>
          <w:rFonts w:ascii="Arial" w:hAnsi="Arial"/>
          <w:b/>
        </w:rPr>
        <w:t xml:space="preserve">und </w:t>
      </w:r>
      <w:r w:rsidR="00A7026D">
        <w:rPr>
          <w:rFonts w:ascii="Arial" w:hAnsi="Arial"/>
          <w:b/>
        </w:rPr>
        <w:t xml:space="preserve">eine </w:t>
      </w:r>
      <w:r w:rsidR="00DD2ADE">
        <w:rPr>
          <w:rFonts w:ascii="Arial" w:hAnsi="Arial"/>
          <w:b/>
        </w:rPr>
        <w:t>Führung d</w:t>
      </w:r>
      <w:r w:rsidR="005561A0">
        <w:rPr>
          <w:rFonts w:ascii="Arial" w:hAnsi="Arial"/>
          <w:b/>
        </w:rPr>
        <w:t>u</w:t>
      </w:r>
      <w:r w:rsidR="00DD2ADE">
        <w:rPr>
          <w:rFonts w:ascii="Arial" w:hAnsi="Arial"/>
          <w:b/>
        </w:rPr>
        <w:t>rch die Ausstellung</w:t>
      </w:r>
      <w:r w:rsidR="00A7026D">
        <w:rPr>
          <w:rFonts w:ascii="Arial" w:hAnsi="Arial"/>
          <w:b/>
        </w:rPr>
        <w:t xml:space="preserve"> </w:t>
      </w:r>
      <w:r w:rsidR="00B94B07">
        <w:rPr>
          <w:rFonts w:ascii="Arial" w:hAnsi="Arial"/>
          <w:b/>
        </w:rPr>
        <w:t>machen</w:t>
      </w:r>
      <w:r w:rsidR="00A7026D">
        <w:rPr>
          <w:rFonts w:ascii="Arial" w:hAnsi="Arial"/>
          <w:b/>
        </w:rPr>
        <w:t xml:space="preserve"> eine</w:t>
      </w:r>
      <w:r w:rsidR="00B94B07">
        <w:rPr>
          <w:rFonts w:ascii="Arial" w:hAnsi="Arial"/>
          <w:b/>
        </w:rPr>
        <w:t>n</w:t>
      </w:r>
      <w:r w:rsidR="00A7026D">
        <w:rPr>
          <w:rFonts w:ascii="Arial" w:hAnsi="Arial"/>
          <w:b/>
        </w:rPr>
        <w:t xml:space="preserve"> </w:t>
      </w:r>
      <w:r w:rsidR="00B94B07">
        <w:rPr>
          <w:rFonts w:ascii="Arial" w:hAnsi="Arial"/>
          <w:b/>
        </w:rPr>
        <w:t>normalen</w:t>
      </w:r>
      <w:r w:rsidR="00A7026D">
        <w:rPr>
          <w:rFonts w:ascii="Arial" w:hAnsi="Arial"/>
          <w:b/>
        </w:rPr>
        <w:t xml:space="preserve"> Samstag </w:t>
      </w:r>
      <w:r w:rsidR="00B94B07">
        <w:rPr>
          <w:rFonts w:ascii="Arial" w:hAnsi="Arial"/>
          <w:b/>
        </w:rPr>
        <w:t>zu einem</w:t>
      </w:r>
      <w:r w:rsidR="00A7026D">
        <w:rPr>
          <w:rFonts w:ascii="Arial" w:hAnsi="Arial"/>
          <w:b/>
        </w:rPr>
        <w:t xml:space="preserve"> aussergewöhnliche</w:t>
      </w:r>
      <w:r w:rsidR="00B94B07">
        <w:rPr>
          <w:rFonts w:ascii="Arial" w:hAnsi="Arial"/>
          <w:b/>
        </w:rPr>
        <w:t>n</w:t>
      </w:r>
      <w:r w:rsidR="00A7026D">
        <w:rPr>
          <w:rFonts w:ascii="Arial" w:hAnsi="Arial"/>
          <w:b/>
        </w:rPr>
        <w:t xml:space="preserve"> Musik- und Kunsterlebnis</w:t>
      </w:r>
      <w:r w:rsidR="00BD4B04">
        <w:rPr>
          <w:rFonts w:ascii="Arial" w:hAnsi="Arial"/>
          <w:b/>
        </w:rPr>
        <w:t>.</w:t>
      </w:r>
    </w:p>
    <w:p w:rsidR="0099320C" w:rsidRDefault="0099320C" w:rsidP="00992339">
      <w:pPr>
        <w:rPr>
          <w:rStyle w:val="Lead"/>
          <w:rFonts w:ascii="Arial" w:hAnsi="Arial"/>
          <w:bCs/>
        </w:rPr>
      </w:pPr>
    </w:p>
    <w:p w:rsidR="00A7026D" w:rsidRDefault="00627688" w:rsidP="00992339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>Die</w:t>
      </w:r>
      <w:r w:rsidR="00C90048">
        <w:rPr>
          <w:rStyle w:val="Lead"/>
          <w:rFonts w:ascii="Arial" w:hAnsi="Arial"/>
          <w:bCs/>
        </w:rPr>
        <w:t xml:space="preserve"> aktuelle Ausstellung «Im Blick des Sammlers» ist </w:t>
      </w:r>
      <w:r>
        <w:rPr>
          <w:rStyle w:val="Lead"/>
          <w:rFonts w:ascii="Arial" w:hAnsi="Arial"/>
          <w:bCs/>
        </w:rPr>
        <w:t xml:space="preserve">am Samstag, 22. September 2018 regulär </w:t>
      </w:r>
      <w:r w:rsidR="00C90048">
        <w:rPr>
          <w:rStyle w:val="Lead"/>
          <w:rFonts w:ascii="Arial" w:hAnsi="Arial"/>
          <w:bCs/>
        </w:rPr>
        <w:t xml:space="preserve">ab 11 Uhr geöffnet. </w:t>
      </w:r>
      <w:r w:rsidR="00A7026D">
        <w:rPr>
          <w:rStyle w:val="Lead"/>
          <w:rFonts w:ascii="Arial" w:hAnsi="Arial"/>
          <w:bCs/>
        </w:rPr>
        <w:t xml:space="preserve">Der </w:t>
      </w:r>
      <w:r w:rsidR="00C90048">
        <w:rPr>
          <w:rStyle w:val="Lead"/>
          <w:rFonts w:ascii="Arial" w:hAnsi="Arial"/>
          <w:bCs/>
        </w:rPr>
        <w:t>Ku</w:t>
      </w:r>
      <w:r w:rsidR="008E4D4D">
        <w:rPr>
          <w:rStyle w:val="Lead"/>
          <w:rFonts w:ascii="Arial" w:hAnsi="Arial"/>
          <w:bCs/>
        </w:rPr>
        <w:t>nstworkshop «Malen mit Holz»</w:t>
      </w:r>
      <w:r w:rsidR="00A7026D">
        <w:rPr>
          <w:rStyle w:val="Lead"/>
          <w:rFonts w:ascii="Arial" w:hAnsi="Arial"/>
          <w:bCs/>
        </w:rPr>
        <w:t xml:space="preserve"> für </w:t>
      </w:r>
      <w:r w:rsidR="00C90048">
        <w:rPr>
          <w:rStyle w:val="Lead"/>
          <w:rFonts w:ascii="Arial" w:hAnsi="Arial"/>
          <w:bCs/>
        </w:rPr>
        <w:t>Menschen</w:t>
      </w:r>
      <w:r w:rsidR="00A7026D">
        <w:rPr>
          <w:rStyle w:val="Lead"/>
          <w:rFonts w:ascii="Arial" w:hAnsi="Arial"/>
          <w:bCs/>
        </w:rPr>
        <w:t xml:space="preserve"> ab 5 Jahren</w:t>
      </w:r>
      <w:r w:rsidR="00C90048">
        <w:rPr>
          <w:rStyle w:val="Lead"/>
          <w:rFonts w:ascii="Arial" w:hAnsi="Arial"/>
          <w:bCs/>
        </w:rPr>
        <w:t xml:space="preserve"> (</w:t>
      </w:r>
      <w:r w:rsidR="00A7026D">
        <w:rPr>
          <w:rStyle w:val="Lead"/>
          <w:rFonts w:ascii="Arial" w:hAnsi="Arial"/>
          <w:bCs/>
        </w:rPr>
        <w:t>16 Uhr)</w:t>
      </w:r>
      <w:r w:rsidR="008E4D4D">
        <w:rPr>
          <w:rStyle w:val="Lead"/>
          <w:rFonts w:ascii="Arial" w:hAnsi="Arial"/>
          <w:bCs/>
        </w:rPr>
        <w:t xml:space="preserve"> und </w:t>
      </w:r>
      <w:r w:rsidR="00A7026D">
        <w:rPr>
          <w:rStyle w:val="Lead"/>
          <w:rFonts w:ascii="Arial" w:hAnsi="Arial"/>
          <w:bCs/>
        </w:rPr>
        <w:t xml:space="preserve">die Führung mit besonderem Blick auf das Werk des Bildhauers Stephan Balkenhol (18 Uhr) tragen dem </w:t>
      </w:r>
      <w:r w:rsidR="008E4D4D">
        <w:rPr>
          <w:rStyle w:val="Lead"/>
          <w:rFonts w:ascii="Arial" w:hAnsi="Arial"/>
          <w:bCs/>
        </w:rPr>
        <w:t>hohen Stellenwert</w:t>
      </w:r>
      <w:r w:rsidR="00A7026D">
        <w:rPr>
          <w:rStyle w:val="Lead"/>
          <w:rFonts w:ascii="Arial" w:hAnsi="Arial"/>
          <w:bCs/>
        </w:rPr>
        <w:t>, den Kunstvermittlung und Kunstpädagogik im Forum Würth Arlesheim geniessen, Rechnung</w:t>
      </w:r>
      <w:r w:rsidR="008E4D4D">
        <w:rPr>
          <w:rStyle w:val="Lead"/>
          <w:rFonts w:ascii="Arial" w:hAnsi="Arial"/>
          <w:bCs/>
        </w:rPr>
        <w:t xml:space="preserve">. </w:t>
      </w:r>
      <w:r w:rsidR="00A7026D">
        <w:rPr>
          <w:rStyle w:val="Lead"/>
          <w:rFonts w:ascii="Arial" w:hAnsi="Arial"/>
          <w:bCs/>
        </w:rPr>
        <w:t>Um 17 Uhr tritt die Schweizer Soul-Queen Nicole Bernegger mit Band auf der Insel vor dem Forum auf. Der Eintritt ist frei.</w:t>
      </w:r>
    </w:p>
    <w:p w:rsidR="008E4D4D" w:rsidRDefault="008E4D4D" w:rsidP="00992339">
      <w:pPr>
        <w:rPr>
          <w:rStyle w:val="Lead"/>
          <w:rFonts w:ascii="Arial" w:hAnsi="Arial"/>
          <w:bCs/>
        </w:rPr>
      </w:pPr>
    </w:p>
    <w:p w:rsidR="007F098F" w:rsidRDefault="007F098F" w:rsidP="00992339">
      <w:pPr>
        <w:rPr>
          <w:rStyle w:val="Lead"/>
          <w:rFonts w:ascii="Arial" w:hAnsi="Arial"/>
          <w:bCs/>
        </w:rPr>
      </w:pPr>
      <w:r w:rsidRPr="007F098F">
        <w:rPr>
          <w:rStyle w:val="Lead"/>
          <w:rFonts w:ascii="Arial" w:hAnsi="Arial"/>
          <w:bCs/>
        </w:rPr>
        <w:lastRenderedPageBreak/>
        <w:t>Das Forum Würth Arlesheim hat sich seit seiner Eröffnung 2003 als renommierte Kultureinrichtun</w:t>
      </w:r>
      <w:r>
        <w:rPr>
          <w:rStyle w:val="Lead"/>
          <w:rFonts w:ascii="Arial" w:hAnsi="Arial"/>
          <w:bCs/>
        </w:rPr>
        <w:t xml:space="preserve">g im Kanton Baselland etabliert, </w:t>
      </w:r>
      <w:r w:rsidRPr="007F098F">
        <w:rPr>
          <w:rStyle w:val="Lead"/>
          <w:rFonts w:ascii="Arial" w:hAnsi="Arial"/>
          <w:bCs/>
        </w:rPr>
        <w:t>wird auch von Gemeinde und Kanton sehr geschätzt. Der Kanton Basel-Landschaft bescheinigte ihm in seinem Kulturleitbild 2013–2017 gar «eine für das Baselbiet und</w:t>
      </w:r>
      <w:r>
        <w:rPr>
          <w:rStyle w:val="Lead"/>
          <w:rFonts w:ascii="Arial" w:hAnsi="Arial"/>
          <w:bCs/>
        </w:rPr>
        <w:t xml:space="preserve"> die Region wichtige Funktion».</w:t>
      </w:r>
    </w:p>
    <w:p w:rsidR="007F098F" w:rsidRDefault="007F098F" w:rsidP="00992339">
      <w:pPr>
        <w:rPr>
          <w:rStyle w:val="Lead"/>
          <w:rFonts w:ascii="Arial" w:hAnsi="Arial"/>
          <w:bCs/>
        </w:rPr>
      </w:pPr>
    </w:p>
    <w:p w:rsidR="00B20779" w:rsidRDefault="007F098F" w:rsidP="00992339">
      <w:pPr>
        <w:rPr>
          <w:rStyle w:val="Lead"/>
          <w:rFonts w:ascii="Arial" w:hAnsi="Arial"/>
          <w:bCs/>
        </w:rPr>
      </w:pPr>
      <w:r w:rsidRPr="007F098F">
        <w:rPr>
          <w:rStyle w:val="Lead"/>
          <w:rFonts w:ascii="Arial" w:hAnsi="Arial"/>
          <w:bCs/>
        </w:rPr>
        <w:t>Die Ausstellungen mi</w:t>
      </w:r>
      <w:r>
        <w:rPr>
          <w:rStyle w:val="Lead"/>
          <w:rFonts w:ascii="Arial" w:hAnsi="Arial"/>
          <w:bCs/>
        </w:rPr>
        <w:t xml:space="preserve">t </w:t>
      </w:r>
      <w:r w:rsidR="007C0ED8">
        <w:rPr>
          <w:rStyle w:val="Lead"/>
          <w:rFonts w:ascii="Arial" w:hAnsi="Arial"/>
          <w:bCs/>
        </w:rPr>
        <w:t>Kunstw</w:t>
      </w:r>
      <w:r>
        <w:rPr>
          <w:rStyle w:val="Lead"/>
          <w:rFonts w:ascii="Arial" w:hAnsi="Arial"/>
          <w:bCs/>
        </w:rPr>
        <w:t xml:space="preserve">erken aus der Sammlung Würth </w:t>
      </w:r>
      <w:r w:rsidRPr="007F098F">
        <w:rPr>
          <w:rStyle w:val="Lead"/>
          <w:rFonts w:ascii="Arial" w:hAnsi="Arial"/>
          <w:bCs/>
        </w:rPr>
        <w:t xml:space="preserve">ziehen jedes Jahr bis zu 10 </w:t>
      </w:r>
      <w:r>
        <w:rPr>
          <w:rStyle w:val="Lead"/>
          <w:rFonts w:ascii="Arial" w:hAnsi="Arial"/>
          <w:bCs/>
        </w:rPr>
        <w:t xml:space="preserve">000 Besucher an. Alle Aktivitäten des Forum Würth Arlesheim sind Projekte von Würth AG, welche </w:t>
      </w:r>
      <w:r w:rsidR="00B20779">
        <w:rPr>
          <w:rStyle w:val="Lead"/>
          <w:rFonts w:ascii="Arial" w:hAnsi="Arial"/>
          <w:bCs/>
        </w:rPr>
        <w:t xml:space="preserve">den Kulturbetrieb gänzlich ohne öffentliche Zuwendungen unterhält. Zum Engagement gehört nicht nur der Gratiseintritt für alle Besucher. </w:t>
      </w:r>
      <w:r w:rsidR="00B20779" w:rsidRPr="00B20779">
        <w:rPr>
          <w:rStyle w:val="Lead"/>
          <w:rFonts w:ascii="Arial" w:hAnsi="Arial"/>
          <w:bCs/>
        </w:rPr>
        <w:t xml:space="preserve">Würth AG unterstützt </w:t>
      </w:r>
      <w:r w:rsidR="00B20779">
        <w:rPr>
          <w:rStyle w:val="Lead"/>
          <w:rFonts w:ascii="Arial" w:hAnsi="Arial"/>
          <w:bCs/>
        </w:rPr>
        <w:t xml:space="preserve">auch </w:t>
      </w:r>
      <w:r w:rsidR="00B20779" w:rsidRPr="00B20779">
        <w:rPr>
          <w:rStyle w:val="Lead"/>
          <w:rFonts w:ascii="Arial" w:hAnsi="Arial"/>
          <w:bCs/>
        </w:rPr>
        <w:t xml:space="preserve">Schulen und Kindergärten, indem sie die Gesamtkosten für </w:t>
      </w:r>
      <w:r w:rsidR="00B20779">
        <w:rPr>
          <w:rStyle w:val="Lead"/>
          <w:rFonts w:ascii="Arial" w:hAnsi="Arial"/>
          <w:bCs/>
        </w:rPr>
        <w:t xml:space="preserve">die kunstpädagogischen </w:t>
      </w:r>
      <w:r w:rsidR="00B20779" w:rsidRPr="00B20779">
        <w:rPr>
          <w:rStyle w:val="Lead"/>
          <w:rFonts w:ascii="Arial" w:hAnsi="Arial"/>
          <w:bCs/>
        </w:rPr>
        <w:t>Führungen und Workshops übernimmt.</w:t>
      </w:r>
      <w:r w:rsidR="00B20779">
        <w:rPr>
          <w:rStyle w:val="Lead"/>
          <w:rFonts w:ascii="Arial" w:hAnsi="Arial"/>
          <w:bCs/>
        </w:rPr>
        <w:t xml:space="preserve"> </w:t>
      </w:r>
      <w:r w:rsidR="00F9047F">
        <w:rPr>
          <w:rStyle w:val="Lead"/>
          <w:rFonts w:ascii="Arial" w:hAnsi="Arial"/>
          <w:bCs/>
        </w:rPr>
        <w:t xml:space="preserve">Der Kunst-Shop, </w:t>
      </w:r>
      <w:r w:rsidR="00F9047F" w:rsidRPr="007F098F">
        <w:rPr>
          <w:rStyle w:val="Lead"/>
          <w:rFonts w:ascii="Arial" w:hAnsi="Arial"/>
          <w:bCs/>
        </w:rPr>
        <w:t xml:space="preserve">das Restaurant </w:t>
      </w:r>
      <w:r w:rsidR="00F9047F">
        <w:rPr>
          <w:rStyle w:val="Lead"/>
          <w:rFonts w:ascii="Arial" w:hAnsi="Arial"/>
          <w:bCs/>
        </w:rPr>
        <w:t>Chez Würth und die Vermietung des Auditoriums</w:t>
      </w:r>
      <w:r w:rsidR="00E22C65">
        <w:rPr>
          <w:rStyle w:val="Lead"/>
          <w:rFonts w:ascii="Arial" w:hAnsi="Arial"/>
          <w:bCs/>
        </w:rPr>
        <w:t xml:space="preserve"> für geschäftliche und private Anlässe</w:t>
      </w:r>
      <w:r w:rsidR="00F9047F">
        <w:rPr>
          <w:rStyle w:val="Lead"/>
          <w:rFonts w:ascii="Arial" w:hAnsi="Arial"/>
          <w:bCs/>
        </w:rPr>
        <w:t xml:space="preserve"> ergänzen das Angebot</w:t>
      </w:r>
      <w:r w:rsidR="00B20779">
        <w:rPr>
          <w:rStyle w:val="Lead"/>
          <w:rFonts w:ascii="Arial" w:hAnsi="Arial"/>
          <w:bCs/>
        </w:rPr>
        <w:t>.</w:t>
      </w:r>
    </w:p>
    <w:p w:rsidR="006B17FF" w:rsidRDefault="006B17FF" w:rsidP="00992339">
      <w:pPr>
        <w:rPr>
          <w:rFonts w:ascii="Arial" w:hAnsi="Arial"/>
        </w:rPr>
      </w:pPr>
    </w:p>
    <w:p w:rsidR="003C19DA" w:rsidRPr="00B1667E" w:rsidRDefault="003C19DA" w:rsidP="00992339">
      <w:pPr>
        <w:rPr>
          <w:rFonts w:ascii="Arial" w:hAnsi="Arial"/>
          <w:b/>
          <w:bCs/>
        </w:rPr>
      </w:pPr>
      <w:r w:rsidRPr="00B1667E">
        <w:rPr>
          <w:rFonts w:ascii="Arial" w:hAnsi="Arial"/>
          <w:b/>
          <w:bCs/>
        </w:rPr>
        <w:t xml:space="preserve">Bildmaterial und </w:t>
      </w:r>
      <w:r w:rsidR="00374D6B">
        <w:rPr>
          <w:rFonts w:ascii="Arial" w:hAnsi="Arial"/>
          <w:b/>
          <w:bCs/>
        </w:rPr>
        <w:t>-</w:t>
      </w:r>
      <w:bookmarkStart w:id="0" w:name="_GoBack"/>
      <w:bookmarkEnd w:id="0"/>
      <w:r w:rsidRPr="00B1667E">
        <w:rPr>
          <w:rFonts w:ascii="Arial" w:hAnsi="Arial"/>
          <w:b/>
          <w:bCs/>
        </w:rPr>
        <w:t>legende</w:t>
      </w:r>
      <w:r w:rsidR="005261BB">
        <w:rPr>
          <w:rFonts w:ascii="Arial" w:hAnsi="Arial"/>
          <w:b/>
          <w:bCs/>
        </w:rPr>
        <w:t>n</w:t>
      </w:r>
    </w:p>
    <w:p w:rsidR="00B05717" w:rsidRDefault="00B05717" w:rsidP="00992339">
      <w:pPr>
        <w:rPr>
          <w:rFonts w:ascii="Arial" w:hAnsi="Arial"/>
          <w:i/>
          <w:iCs/>
        </w:rPr>
      </w:pPr>
      <w:r w:rsidRPr="00B05717">
        <w:rPr>
          <w:rFonts w:ascii="Arial" w:hAnsi="Arial"/>
          <w:i/>
          <w:iCs/>
        </w:rPr>
        <w:t>forum_wuerth_arlesheim.jpg</w:t>
      </w:r>
      <w:r w:rsidR="005261BB">
        <w:rPr>
          <w:rFonts w:ascii="Arial" w:hAnsi="Arial"/>
          <w:i/>
          <w:iCs/>
        </w:rPr>
        <w:t xml:space="preserve">, </w:t>
      </w:r>
      <w:r>
        <w:rPr>
          <w:rFonts w:ascii="Arial" w:hAnsi="Arial"/>
          <w:i/>
          <w:iCs/>
        </w:rPr>
        <w:t>medien</w:t>
      </w:r>
      <w:r w:rsidRPr="00B05717">
        <w:rPr>
          <w:rFonts w:ascii="Arial" w:hAnsi="Arial"/>
          <w:i/>
          <w:iCs/>
        </w:rPr>
        <w:t>_arlesheim.jpg</w:t>
      </w:r>
    </w:p>
    <w:p w:rsidR="001B5F0E" w:rsidRDefault="005261BB" w:rsidP="00992339">
      <w:pPr>
        <w:rPr>
          <w:rFonts w:ascii="Arial" w:hAnsi="Arial"/>
        </w:rPr>
      </w:pPr>
      <w:r>
        <w:rPr>
          <w:rFonts w:ascii="Arial" w:hAnsi="Arial"/>
        </w:rPr>
        <w:t>Forum Würth Arlesheim – seit 15 Jahren eine gute Adresse für Kunst und Kultur.</w:t>
      </w:r>
    </w:p>
    <w:p w:rsidR="005261BB" w:rsidRPr="007E3810" w:rsidRDefault="005261BB" w:rsidP="005261BB">
      <w:pPr>
        <w:rPr>
          <w:rFonts w:ascii="Arial" w:hAnsi="Arial"/>
          <w:i/>
          <w:iCs/>
        </w:rPr>
      </w:pPr>
      <w:r w:rsidRPr="00B05717">
        <w:rPr>
          <w:rFonts w:ascii="Arial" w:hAnsi="Arial"/>
          <w:i/>
          <w:iCs/>
        </w:rPr>
        <w:t>Nicole Bernegger_2_10331-credit_Sandro_Diener.jpg</w:t>
      </w:r>
    </w:p>
    <w:p w:rsidR="005261BB" w:rsidRPr="00C75BCD" w:rsidRDefault="005261BB" w:rsidP="00992339">
      <w:pPr>
        <w:rPr>
          <w:rFonts w:ascii="Arial" w:hAnsi="Arial"/>
        </w:rPr>
      </w:pPr>
      <w:r>
        <w:rPr>
          <w:rFonts w:ascii="Arial" w:hAnsi="Arial"/>
        </w:rPr>
        <w:t xml:space="preserve">Schweizer Soul-Queen Nicole Bernegger und Band treten </w:t>
      </w:r>
      <w:r w:rsidR="00024BD9">
        <w:rPr>
          <w:rFonts w:ascii="Arial" w:hAnsi="Arial"/>
        </w:rPr>
        <w:t xml:space="preserve">zur </w:t>
      </w:r>
      <w:r w:rsidR="00024BD9">
        <w:rPr>
          <w:rFonts w:ascii="Arial" w:hAnsi="Arial"/>
        </w:rPr>
        <w:lastRenderedPageBreak/>
        <w:t>Feier des 15-Jahr-Jubiläums</w:t>
      </w:r>
      <w:r>
        <w:rPr>
          <w:rFonts w:ascii="Arial" w:hAnsi="Arial"/>
        </w:rPr>
        <w:t xml:space="preserve"> </w:t>
      </w:r>
      <w:r w:rsidR="00B737F1">
        <w:rPr>
          <w:rFonts w:ascii="Arial" w:hAnsi="Arial"/>
        </w:rPr>
        <w:t xml:space="preserve">vom Forum Würth Arlesheim </w:t>
      </w:r>
      <w:r>
        <w:rPr>
          <w:rFonts w:ascii="Arial" w:hAnsi="Arial"/>
        </w:rPr>
        <w:t xml:space="preserve">am 22. September 2018 </w:t>
      </w:r>
      <w:r w:rsidR="00B737F1">
        <w:rPr>
          <w:rFonts w:ascii="Arial" w:hAnsi="Arial"/>
        </w:rPr>
        <w:t xml:space="preserve">auf der Forum-Insel </w:t>
      </w:r>
      <w:r>
        <w:rPr>
          <w:rFonts w:ascii="Arial" w:hAnsi="Arial"/>
        </w:rPr>
        <w:t>auf.</w:t>
      </w:r>
    </w:p>
    <w:p w:rsidR="00617B6A" w:rsidRPr="00C75BCD" w:rsidRDefault="00617B6A" w:rsidP="00992339">
      <w:pPr>
        <w:rPr>
          <w:rFonts w:ascii="Arial" w:hAnsi="Arial"/>
        </w:rPr>
      </w:pPr>
    </w:p>
    <w:p w:rsidR="00821895" w:rsidRPr="00C75BCD" w:rsidRDefault="00555DBC" w:rsidP="00555DBC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Forum Würth Arlesheim</w:t>
      </w:r>
    </w:p>
    <w:p w:rsidR="00821895" w:rsidRPr="00C75BCD" w:rsidRDefault="0002162D" w:rsidP="0099233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2162D">
        <w:rPr>
          <w:rStyle w:val="Seitenzahl"/>
          <w:rFonts w:ascii="Arial" w:hAnsi="Arial"/>
        </w:rPr>
        <w:t>Das 2003 eröffnete Forum Würth Arlesheim zeigt wechselnde Ausstellungen, hauptsächlich mit Werken aus der rund 1</w:t>
      </w:r>
      <w:r w:rsidR="00343559">
        <w:rPr>
          <w:rStyle w:val="Seitenzahl"/>
          <w:rFonts w:ascii="Arial" w:hAnsi="Arial"/>
        </w:rPr>
        <w:t>8</w:t>
      </w:r>
      <w:r w:rsidRPr="0002162D">
        <w:rPr>
          <w:rStyle w:val="Seitenzahl"/>
          <w:rFonts w:ascii="Arial" w:hAnsi="Arial"/>
        </w:rPr>
        <w:t xml:space="preserve">’000 Positionen umfassenden Sammlung Würth. Öffnungszeiten: </w:t>
      </w:r>
      <w:r w:rsidR="0027452F">
        <w:rPr>
          <w:rStyle w:val="Seitenzahl"/>
          <w:rFonts w:ascii="Arial" w:hAnsi="Arial"/>
        </w:rPr>
        <w:t>Dienstag</w:t>
      </w:r>
      <w:r w:rsidRPr="0002162D">
        <w:rPr>
          <w:rStyle w:val="Seitenzahl"/>
          <w:rFonts w:ascii="Arial" w:hAnsi="Arial"/>
        </w:rPr>
        <w:t xml:space="preserve"> bis </w:t>
      </w:r>
      <w:r w:rsidR="0027452F">
        <w:rPr>
          <w:rStyle w:val="Seitenzahl"/>
          <w:rFonts w:ascii="Arial" w:hAnsi="Arial"/>
        </w:rPr>
        <w:t>Sonntag</w:t>
      </w:r>
      <w:r w:rsidRPr="0002162D">
        <w:rPr>
          <w:rStyle w:val="Seitenzahl"/>
          <w:rFonts w:ascii="Arial" w:hAnsi="Arial"/>
        </w:rPr>
        <w:t xml:space="preserve"> 11–17 Uhr, Eintritt frei. Alle Aktivitäten des Forum Würth Arlesheim sind Projekte </w:t>
      </w:r>
      <w:r w:rsidR="009E7DAB">
        <w:rPr>
          <w:rStyle w:val="Seitenzahl"/>
          <w:rFonts w:ascii="Arial" w:hAnsi="Arial"/>
        </w:rPr>
        <w:t>von</w:t>
      </w:r>
      <w:r w:rsidRPr="0002162D">
        <w:rPr>
          <w:rStyle w:val="Seitenzahl"/>
          <w:rFonts w:ascii="Arial" w:hAnsi="Arial"/>
        </w:rPr>
        <w:t xml:space="preserve"> Würth AG.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Hinweis</w:t>
      </w:r>
    </w:p>
    <w:p w:rsidR="00821895" w:rsidRPr="00C75BCD" w:rsidRDefault="0027452F" w:rsidP="00617B6A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 xml:space="preserve">Pressetext und Bildmaterial stehen zum Download bereit: </w:t>
      </w:r>
      <w:r>
        <w:rPr>
          <w:rStyle w:val="Seitenzahl"/>
          <w:rFonts w:ascii="Arial" w:hAnsi="Arial"/>
        </w:rPr>
        <w:t>www.wuerth-ag.ch/m</w:t>
      </w:r>
      <w:r w:rsidRPr="00FF42E0">
        <w:rPr>
          <w:rStyle w:val="Seitenzahl"/>
          <w:rFonts w:ascii="Arial" w:hAnsi="Arial"/>
        </w:rPr>
        <w:t>edien</w:t>
      </w:r>
      <w:r>
        <w:rPr>
          <w:rStyle w:val="Seitenzahl"/>
          <w:rFonts w:ascii="Arial" w:hAnsi="Arial"/>
        </w:rPr>
        <w:t>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Kontakt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  <w:r w:rsidRPr="00445242">
        <w:rPr>
          <w:rStyle w:val="Seitenzahl"/>
          <w:rFonts w:ascii="Arial" w:hAnsi="Arial"/>
        </w:rPr>
        <w:t>Eva Appel, Marketing | Kommunikation &amp; Branding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  <w:r w:rsidRPr="00445242">
        <w:rPr>
          <w:rStyle w:val="Seitenzahl"/>
          <w:rFonts w:ascii="Arial" w:hAnsi="Arial"/>
        </w:rPr>
        <w:t>T +41 61 705 98 33, eva.appel@wuerth-ag.ch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</w:p>
    <w:p w:rsidR="00445242" w:rsidRPr="00445242" w:rsidRDefault="008703AD" w:rsidP="00445242">
      <w:pPr>
        <w:pStyle w:val="Boilerplate"/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Catherine Iselin, Leitung</w:t>
      </w:r>
      <w:r w:rsidR="00445242" w:rsidRPr="00445242">
        <w:rPr>
          <w:rStyle w:val="Seitenzahl"/>
          <w:rFonts w:ascii="Arial" w:hAnsi="Arial"/>
        </w:rPr>
        <w:t xml:space="preserve"> Forum Würth Arlesheim</w:t>
      </w:r>
    </w:p>
    <w:p w:rsidR="001300E4" w:rsidRPr="006B17FF" w:rsidRDefault="00445242" w:rsidP="00445242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45242">
        <w:rPr>
          <w:rStyle w:val="Seitenzahl"/>
          <w:rFonts w:ascii="Arial" w:hAnsi="Arial"/>
        </w:rPr>
        <w:t>T +41 61 705 91 15, catherine.iselin@wuerth-ag.ch</w:t>
      </w:r>
    </w:p>
    <w:sectPr w:rsidR="001300E4" w:rsidRPr="006B17FF" w:rsidSect="00D63ADB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2835" w:right="4196" w:bottom="170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FE8" w:rsidRDefault="00E01FE8">
      <w:r>
        <w:separator/>
      </w:r>
    </w:p>
    <w:p w:rsidR="00E01FE8" w:rsidRDefault="00E01FE8"/>
  </w:endnote>
  <w:endnote w:type="continuationSeparator" w:id="0">
    <w:p w:rsidR="00E01FE8" w:rsidRDefault="00E01FE8">
      <w:r>
        <w:continuationSeparator/>
      </w:r>
    </w:p>
    <w:p w:rsidR="00E01FE8" w:rsidRDefault="00E01F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80128E">
    <w:pPr>
      <w:pStyle w:val="Fuzeile"/>
      <w:rPr>
        <w:rFonts w:ascii="Arial" w:hAnsi="Arial"/>
      </w:rPr>
    </w:pPr>
    <w:r w:rsidRPr="00617B6A">
      <w:rPr>
        <w:rFonts w:ascii="Arial" w:hAnsi="Arial"/>
      </w:rPr>
      <w:t xml:space="preserve">Seite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PAGE </w:instrText>
    </w:r>
    <w:r w:rsidRPr="00617B6A">
      <w:rPr>
        <w:rFonts w:ascii="Arial" w:hAnsi="Arial"/>
      </w:rPr>
      <w:fldChar w:fldCharType="separate"/>
    </w:r>
    <w:r w:rsidR="00374D6B">
      <w:rPr>
        <w:rFonts w:ascii="Arial" w:hAnsi="Arial"/>
        <w:noProof/>
      </w:rPr>
      <w:t>3</w:t>
    </w:r>
    <w:r w:rsidRPr="00617B6A">
      <w:rPr>
        <w:rFonts w:ascii="Arial" w:hAnsi="Arial"/>
      </w:rPr>
      <w:fldChar w:fldCharType="end"/>
    </w:r>
    <w:r w:rsidRPr="00617B6A">
      <w:rPr>
        <w:rFonts w:ascii="Arial" w:hAnsi="Arial"/>
      </w:rPr>
      <w:t xml:space="preserve"> von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NUMPAGES </w:instrText>
    </w:r>
    <w:r w:rsidRPr="00617B6A">
      <w:rPr>
        <w:rFonts w:ascii="Arial" w:hAnsi="Arial"/>
      </w:rPr>
      <w:fldChar w:fldCharType="separate"/>
    </w:r>
    <w:r w:rsidR="00374D6B">
      <w:rPr>
        <w:rFonts w:ascii="Arial" w:hAnsi="Arial"/>
        <w:noProof/>
      </w:rPr>
      <w:t>3</w:t>
    </w:r>
    <w:r w:rsidRPr="00617B6A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80128E" w:rsidP="00FF3EDA">
    <w:pPr>
      <w:spacing w:line="220" w:lineRule="exact"/>
      <w:rPr>
        <w:rFonts w:ascii="Arial" w:hAnsi="Arial"/>
        <w:sz w:val="16"/>
      </w:rPr>
    </w:pPr>
    <w:r w:rsidRPr="00617B6A">
      <w:rPr>
        <w:rStyle w:val="Seitenzahl"/>
        <w:rFonts w:ascii="Arial" w:hAnsi="Arial"/>
      </w:rPr>
      <w:t xml:space="preserve">Seite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PAGE </w:instrText>
    </w:r>
    <w:r w:rsidRPr="00617B6A">
      <w:rPr>
        <w:rStyle w:val="Seitenzahl"/>
        <w:rFonts w:ascii="Arial" w:hAnsi="Arial"/>
      </w:rPr>
      <w:fldChar w:fldCharType="separate"/>
    </w:r>
    <w:r w:rsidR="00374D6B">
      <w:rPr>
        <w:rStyle w:val="Seitenzahl"/>
        <w:rFonts w:ascii="Arial" w:hAnsi="Arial"/>
        <w:noProof/>
      </w:rPr>
      <w:t>1</w:t>
    </w:r>
    <w:r w:rsidRPr="00617B6A">
      <w:rPr>
        <w:rStyle w:val="Seitenzahl"/>
        <w:rFonts w:ascii="Arial" w:hAnsi="Arial"/>
      </w:rPr>
      <w:fldChar w:fldCharType="end"/>
    </w:r>
    <w:r w:rsidRPr="00617B6A">
      <w:rPr>
        <w:rStyle w:val="Seitenzahl"/>
        <w:rFonts w:ascii="Arial" w:hAnsi="Arial"/>
      </w:rPr>
      <w:t xml:space="preserve"> von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NUMPAGES </w:instrText>
    </w:r>
    <w:r w:rsidRPr="00617B6A">
      <w:rPr>
        <w:rStyle w:val="Seitenzahl"/>
        <w:rFonts w:ascii="Arial" w:hAnsi="Arial"/>
      </w:rPr>
      <w:fldChar w:fldCharType="separate"/>
    </w:r>
    <w:r w:rsidR="00374D6B">
      <w:rPr>
        <w:rStyle w:val="Seitenzahl"/>
        <w:rFonts w:ascii="Arial" w:hAnsi="Arial"/>
        <w:noProof/>
      </w:rPr>
      <w:t>3</w:t>
    </w:r>
    <w:r w:rsidRPr="00617B6A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FE8" w:rsidRDefault="00E01FE8">
      <w:r>
        <w:separator/>
      </w:r>
    </w:p>
    <w:p w:rsidR="00E01FE8" w:rsidRDefault="00E01FE8"/>
  </w:footnote>
  <w:footnote w:type="continuationSeparator" w:id="0">
    <w:p w:rsidR="00E01FE8" w:rsidRDefault="00E01FE8">
      <w:r>
        <w:continuationSeparator/>
      </w:r>
    </w:p>
    <w:p w:rsidR="00E01FE8" w:rsidRDefault="00E01F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Default="006B35AE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37" name="Bild 11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Default="008012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6B35AE">
    <w:pPr>
      <w:pStyle w:val="Kopfzeile"/>
      <w:rPr>
        <w:rFonts w:ascii="Arial" w:hAnsi="Arial"/>
        <w:b/>
        <w:bCs/>
      </w:rPr>
    </w:pPr>
    <w:r>
      <w:rPr>
        <w:rFonts w:ascii="Arial" w:hAnsi="Arial"/>
        <w:b/>
        <w:bCs/>
        <w:noProof/>
        <w:lang w:val="en-US" w:eastAsia="en-US"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38" name="Bild 10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 w:rsidP="00C90048">
    <w:pPr>
      <w:pStyle w:val="Kopfzeile"/>
      <w:rPr>
        <w:rFonts w:ascii="Arial" w:hAnsi="Arial"/>
        <w:b/>
        <w:bCs/>
      </w:rPr>
    </w:pPr>
    <w:r w:rsidRPr="00617B6A">
      <w:rPr>
        <w:rFonts w:ascii="Arial" w:hAnsi="Arial"/>
        <w:b/>
        <w:bCs/>
      </w:rPr>
      <w:t>MEDIENMITTEILUNG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E8"/>
    <w:rsid w:val="00015DA2"/>
    <w:rsid w:val="0002162D"/>
    <w:rsid w:val="00024BD9"/>
    <w:rsid w:val="00033E73"/>
    <w:rsid w:val="00044FC1"/>
    <w:rsid w:val="00053E9F"/>
    <w:rsid w:val="00065FC0"/>
    <w:rsid w:val="00073FCF"/>
    <w:rsid w:val="0008353D"/>
    <w:rsid w:val="000A6025"/>
    <w:rsid w:val="000D1B58"/>
    <w:rsid w:val="001300E4"/>
    <w:rsid w:val="0013373D"/>
    <w:rsid w:val="00135162"/>
    <w:rsid w:val="00135ECD"/>
    <w:rsid w:val="001402FB"/>
    <w:rsid w:val="001470C7"/>
    <w:rsid w:val="00153AC6"/>
    <w:rsid w:val="00182F2A"/>
    <w:rsid w:val="00194A39"/>
    <w:rsid w:val="00194C05"/>
    <w:rsid w:val="001B5F0E"/>
    <w:rsid w:val="001D2156"/>
    <w:rsid w:val="001D2D56"/>
    <w:rsid w:val="001F45E3"/>
    <w:rsid w:val="001F68E0"/>
    <w:rsid w:val="002101D6"/>
    <w:rsid w:val="00224B07"/>
    <w:rsid w:val="00256CD9"/>
    <w:rsid w:val="0027452F"/>
    <w:rsid w:val="002A580F"/>
    <w:rsid w:val="002B3155"/>
    <w:rsid w:val="002C071D"/>
    <w:rsid w:val="002E2356"/>
    <w:rsid w:val="002F50C5"/>
    <w:rsid w:val="00316429"/>
    <w:rsid w:val="0034047F"/>
    <w:rsid w:val="00343559"/>
    <w:rsid w:val="00374D6B"/>
    <w:rsid w:val="0037768B"/>
    <w:rsid w:val="003A231D"/>
    <w:rsid w:val="003C0DEE"/>
    <w:rsid w:val="003C19DA"/>
    <w:rsid w:val="003D70F1"/>
    <w:rsid w:val="003E5A57"/>
    <w:rsid w:val="004003AD"/>
    <w:rsid w:val="004123F3"/>
    <w:rsid w:val="00445242"/>
    <w:rsid w:val="00463971"/>
    <w:rsid w:val="00470676"/>
    <w:rsid w:val="004860A6"/>
    <w:rsid w:val="00495901"/>
    <w:rsid w:val="004C6FEF"/>
    <w:rsid w:val="004D2CF7"/>
    <w:rsid w:val="004F12BE"/>
    <w:rsid w:val="004F5A3A"/>
    <w:rsid w:val="0050636D"/>
    <w:rsid w:val="00517537"/>
    <w:rsid w:val="005261BB"/>
    <w:rsid w:val="005270C3"/>
    <w:rsid w:val="00535F65"/>
    <w:rsid w:val="00542125"/>
    <w:rsid w:val="00555DBC"/>
    <w:rsid w:val="005561A0"/>
    <w:rsid w:val="00556BC7"/>
    <w:rsid w:val="00560299"/>
    <w:rsid w:val="005909BC"/>
    <w:rsid w:val="00591DB0"/>
    <w:rsid w:val="005A54D9"/>
    <w:rsid w:val="005C30AF"/>
    <w:rsid w:val="005C44C4"/>
    <w:rsid w:val="005F25E9"/>
    <w:rsid w:val="00603D09"/>
    <w:rsid w:val="00606670"/>
    <w:rsid w:val="00617B6A"/>
    <w:rsid w:val="00627688"/>
    <w:rsid w:val="00644649"/>
    <w:rsid w:val="00656F36"/>
    <w:rsid w:val="00671EE9"/>
    <w:rsid w:val="00684146"/>
    <w:rsid w:val="006B17FF"/>
    <w:rsid w:val="006B35AE"/>
    <w:rsid w:val="006D1842"/>
    <w:rsid w:val="006E2E96"/>
    <w:rsid w:val="006F0337"/>
    <w:rsid w:val="007018B2"/>
    <w:rsid w:val="00711C86"/>
    <w:rsid w:val="00714D2D"/>
    <w:rsid w:val="00724AEF"/>
    <w:rsid w:val="007412AD"/>
    <w:rsid w:val="00773686"/>
    <w:rsid w:val="007879B2"/>
    <w:rsid w:val="007C0ED8"/>
    <w:rsid w:val="007C2B88"/>
    <w:rsid w:val="007D4109"/>
    <w:rsid w:val="007E3810"/>
    <w:rsid w:val="007E5DDC"/>
    <w:rsid w:val="007F098F"/>
    <w:rsid w:val="0080128E"/>
    <w:rsid w:val="00821895"/>
    <w:rsid w:val="00825D70"/>
    <w:rsid w:val="0083608F"/>
    <w:rsid w:val="0085376D"/>
    <w:rsid w:val="008547C5"/>
    <w:rsid w:val="008627F6"/>
    <w:rsid w:val="008703AD"/>
    <w:rsid w:val="008709B4"/>
    <w:rsid w:val="00873E0F"/>
    <w:rsid w:val="00885234"/>
    <w:rsid w:val="008D2689"/>
    <w:rsid w:val="008E4D4D"/>
    <w:rsid w:val="009127DE"/>
    <w:rsid w:val="00960A49"/>
    <w:rsid w:val="0096296A"/>
    <w:rsid w:val="00974CE5"/>
    <w:rsid w:val="00991797"/>
    <w:rsid w:val="00992339"/>
    <w:rsid w:val="0099320C"/>
    <w:rsid w:val="00993C56"/>
    <w:rsid w:val="009B69AC"/>
    <w:rsid w:val="009C2D8A"/>
    <w:rsid w:val="009E7DAB"/>
    <w:rsid w:val="00A30143"/>
    <w:rsid w:val="00A4378E"/>
    <w:rsid w:val="00A64EF4"/>
    <w:rsid w:val="00A65EDA"/>
    <w:rsid w:val="00A7026D"/>
    <w:rsid w:val="00A973B6"/>
    <w:rsid w:val="00B05717"/>
    <w:rsid w:val="00B1667E"/>
    <w:rsid w:val="00B20779"/>
    <w:rsid w:val="00B340D5"/>
    <w:rsid w:val="00B42D37"/>
    <w:rsid w:val="00B44774"/>
    <w:rsid w:val="00B56B04"/>
    <w:rsid w:val="00B737F1"/>
    <w:rsid w:val="00B85CD7"/>
    <w:rsid w:val="00B94B07"/>
    <w:rsid w:val="00B963B4"/>
    <w:rsid w:val="00BA3769"/>
    <w:rsid w:val="00BC5CE6"/>
    <w:rsid w:val="00BD0468"/>
    <w:rsid w:val="00BD0B29"/>
    <w:rsid w:val="00BD4B04"/>
    <w:rsid w:val="00C13608"/>
    <w:rsid w:val="00C32FB0"/>
    <w:rsid w:val="00C356E9"/>
    <w:rsid w:val="00C438D3"/>
    <w:rsid w:val="00C75BCD"/>
    <w:rsid w:val="00C8379E"/>
    <w:rsid w:val="00C86120"/>
    <w:rsid w:val="00C90048"/>
    <w:rsid w:val="00C913F2"/>
    <w:rsid w:val="00CA01D8"/>
    <w:rsid w:val="00CC119F"/>
    <w:rsid w:val="00CC745E"/>
    <w:rsid w:val="00CD326F"/>
    <w:rsid w:val="00CE7E0F"/>
    <w:rsid w:val="00D04003"/>
    <w:rsid w:val="00D1159F"/>
    <w:rsid w:val="00D22E9C"/>
    <w:rsid w:val="00D31825"/>
    <w:rsid w:val="00D37DD3"/>
    <w:rsid w:val="00D53751"/>
    <w:rsid w:val="00D63ADB"/>
    <w:rsid w:val="00D71293"/>
    <w:rsid w:val="00D75AF5"/>
    <w:rsid w:val="00D92C4A"/>
    <w:rsid w:val="00DD2ADE"/>
    <w:rsid w:val="00DF4E45"/>
    <w:rsid w:val="00E01FE8"/>
    <w:rsid w:val="00E22C65"/>
    <w:rsid w:val="00E47132"/>
    <w:rsid w:val="00E47D61"/>
    <w:rsid w:val="00E5235F"/>
    <w:rsid w:val="00E56FD8"/>
    <w:rsid w:val="00EA4BEA"/>
    <w:rsid w:val="00EB1E92"/>
    <w:rsid w:val="00ED4422"/>
    <w:rsid w:val="00ED6C49"/>
    <w:rsid w:val="00EE69AF"/>
    <w:rsid w:val="00EF0907"/>
    <w:rsid w:val="00F15A8E"/>
    <w:rsid w:val="00F24BB3"/>
    <w:rsid w:val="00F6087F"/>
    <w:rsid w:val="00F8787D"/>
    <w:rsid w:val="00F9047F"/>
    <w:rsid w:val="00F96A09"/>
    <w:rsid w:val="00FA00D6"/>
    <w:rsid w:val="00FD0A30"/>
    <w:rsid w:val="00FD771A"/>
    <w:rsid w:val="00FE7AF4"/>
    <w:rsid w:val="00FF3EDA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59F9540F"/>
  <w15:docId w15:val="{2383FD3D-6007-4875-96FB-15F4E0C1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fwa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mm_fwa_vorlage_Ae.dotx</Template>
  <TotalTime>0</TotalTime>
  <Pages>3</Pages>
  <Words>406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Forum Würth Arlesheim</vt:lpstr>
    </vt:vector>
  </TitlesOfParts>
  <Company>Wuerth-AG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Forum Würth Arlesheim</dc:title>
  <dc:creator>Appel, Eva</dc:creator>
  <cp:lastModifiedBy>Appel, Eva</cp:lastModifiedBy>
  <cp:revision>24</cp:revision>
  <cp:lastPrinted>2011-04-01T15:05:00Z</cp:lastPrinted>
  <dcterms:created xsi:type="dcterms:W3CDTF">2018-09-10T13:59:00Z</dcterms:created>
  <dcterms:modified xsi:type="dcterms:W3CDTF">2018-09-11T08:32:00Z</dcterms:modified>
</cp:coreProperties>
</file>