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3" w:type="dxa"/>
        <w:tblCellMar>
          <w:left w:w="0" w:type="dxa"/>
          <w:right w:w="0" w:type="dxa"/>
        </w:tblCellMar>
        <w:tblLook w:val="01E0" w:firstRow="1" w:lastRow="1" w:firstColumn="1" w:lastColumn="1" w:noHBand="0" w:noVBand="0"/>
      </w:tblPr>
      <w:tblGrid>
        <w:gridCol w:w="4683"/>
        <w:gridCol w:w="2092"/>
        <w:gridCol w:w="3148"/>
      </w:tblGrid>
      <w:tr w:rsidR="007D4109" w:rsidRPr="006119E0" w14:paraId="23BCA70F" w14:textId="77777777" w:rsidTr="00D22E9C">
        <w:trPr>
          <w:trHeight w:hRule="exact" w:val="2325"/>
        </w:trPr>
        <w:tc>
          <w:tcPr>
            <w:tcW w:w="4683" w:type="dxa"/>
          </w:tcPr>
          <w:p w14:paraId="1236930D" w14:textId="77777777" w:rsidR="007D4109" w:rsidRPr="006119E0" w:rsidRDefault="007D4109" w:rsidP="007D4109">
            <w:pPr>
              <w:pStyle w:val="Adressat"/>
              <w:rPr>
                <w:rFonts w:ascii="Arial" w:hAnsi="Arial"/>
              </w:rPr>
            </w:pPr>
          </w:p>
        </w:tc>
        <w:tc>
          <w:tcPr>
            <w:tcW w:w="2092" w:type="dxa"/>
          </w:tcPr>
          <w:p w14:paraId="52B4166A" w14:textId="77777777" w:rsidR="007D4109" w:rsidRPr="006119E0" w:rsidRDefault="007D4109" w:rsidP="007D4109">
            <w:pPr>
              <w:pStyle w:val="Adressat"/>
              <w:rPr>
                <w:rFonts w:ascii="Arial" w:hAnsi="Arial"/>
              </w:rPr>
            </w:pPr>
          </w:p>
        </w:tc>
        <w:tc>
          <w:tcPr>
            <w:tcW w:w="3148" w:type="dxa"/>
          </w:tcPr>
          <w:p w14:paraId="61CCBF4A" w14:textId="77777777" w:rsidR="007D4109" w:rsidRPr="006119E0" w:rsidRDefault="00C13608" w:rsidP="00C13608">
            <w:pPr>
              <w:pStyle w:val="Fuzeile"/>
              <w:tabs>
                <w:tab w:val="clear" w:pos="4536"/>
                <w:tab w:val="clear" w:pos="9072"/>
              </w:tabs>
              <w:rPr>
                <w:rFonts w:ascii="Arial" w:hAnsi="Arial"/>
              </w:rPr>
            </w:pPr>
            <w:r w:rsidRPr="006119E0">
              <w:rPr>
                <w:rFonts w:ascii="Arial" w:hAnsi="Arial"/>
              </w:rPr>
              <w:t>Forum Würth Arlesheim</w:t>
            </w:r>
          </w:p>
          <w:p w14:paraId="06D37179" w14:textId="77777777" w:rsidR="007D4109" w:rsidRPr="006119E0" w:rsidRDefault="007D4109" w:rsidP="008709B4">
            <w:pPr>
              <w:pStyle w:val="Fuzeile"/>
              <w:tabs>
                <w:tab w:val="clear" w:pos="4536"/>
                <w:tab w:val="clear" w:pos="9072"/>
              </w:tabs>
              <w:rPr>
                <w:rFonts w:ascii="Arial" w:hAnsi="Arial"/>
              </w:rPr>
            </w:pPr>
            <w:r w:rsidRPr="006119E0">
              <w:rPr>
                <w:rFonts w:ascii="Arial" w:hAnsi="Arial"/>
              </w:rPr>
              <w:t>Dornwydenweg 11</w:t>
            </w:r>
          </w:p>
          <w:p w14:paraId="78B4DE89" w14:textId="77777777" w:rsidR="007D4109" w:rsidRPr="006119E0" w:rsidRDefault="007D4109" w:rsidP="008709B4">
            <w:pPr>
              <w:pStyle w:val="Fuzeile"/>
              <w:tabs>
                <w:tab w:val="clear" w:pos="4536"/>
                <w:tab w:val="clear" w:pos="9072"/>
              </w:tabs>
              <w:rPr>
                <w:rFonts w:ascii="Arial" w:hAnsi="Arial"/>
              </w:rPr>
            </w:pPr>
            <w:r w:rsidRPr="006119E0">
              <w:rPr>
                <w:rFonts w:ascii="Arial" w:hAnsi="Arial"/>
              </w:rPr>
              <w:t>4144 Arlesheim</w:t>
            </w:r>
          </w:p>
          <w:p w14:paraId="4DCA14B8" w14:textId="77777777" w:rsidR="007D4109" w:rsidRPr="006119E0" w:rsidRDefault="007D4109" w:rsidP="008709B4">
            <w:pPr>
              <w:pStyle w:val="Fuzeile"/>
              <w:tabs>
                <w:tab w:val="clear" w:pos="4536"/>
                <w:tab w:val="clear" w:pos="9072"/>
              </w:tabs>
              <w:rPr>
                <w:rFonts w:ascii="Arial" w:hAnsi="Arial"/>
              </w:rPr>
            </w:pPr>
          </w:p>
          <w:p w14:paraId="5C89C6DC" w14:textId="77777777" w:rsidR="007D4109" w:rsidRPr="006119E0" w:rsidRDefault="007D4109" w:rsidP="00C13608">
            <w:pPr>
              <w:pStyle w:val="Fuzeile"/>
              <w:tabs>
                <w:tab w:val="clear" w:pos="4536"/>
                <w:tab w:val="clear" w:pos="9072"/>
              </w:tabs>
              <w:rPr>
                <w:rFonts w:ascii="Arial" w:hAnsi="Arial"/>
              </w:rPr>
            </w:pPr>
            <w:r w:rsidRPr="006119E0">
              <w:rPr>
                <w:rFonts w:ascii="Arial" w:hAnsi="Arial"/>
              </w:rPr>
              <w:t>T +41 61 705 9</w:t>
            </w:r>
            <w:r w:rsidR="00C13608" w:rsidRPr="006119E0">
              <w:rPr>
                <w:rFonts w:ascii="Arial" w:hAnsi="Arial"/>
              </w:rPr>
              <w:t>5 95</w:t>
            </w:r>
          </w:p>
          <w:p w14:paraId="2C9ED4F8" w14:textId="77777777" w:rsidR="007D4109" w:rsidRPr="006119E0" w:rsidRDefault="007D4109" w:rsidP="00C13608">
            <w:pPr>
              <w:pStyle w:val="Fuzeile"/>
              <w:tabs>
                <w:tab w:val="clear" w:pos="4536"/>
                <w:tab w:val="clear" w:pos="9072"/>
              </w:tabs>
              <w:rPr>
                <w:rFonts w:ascii="Arial" w:hAnsi="Arial"/>
                <w:lang w:val="en-GB"/>
              </w:rPr>
            </w:pPr>
            <w:r w:rsidRPr="006119E0">
              <w:rPr>
                <w:rFonts w:ascii="Arial" w:hAnsi="Arial"/>
                <w:lang w:val="en-GB"/>
              </w:rPr>
              <w:t>F +41 61 705 9</w:t>
            </w:r>
            <w:r w:rsidR="00C13608" w:rsidRPr="006119E0">
              <w:rPr>
                <w:rFonts w:ascii="Arial" w:hAnsi="Arial"/>
                <w:lang w:val="en-GB"/>
              </w:rPr>
              <w:t>5 96</w:t>
            </w:r>
          </w:p>
          <w:p w14:paraId="645CE8E9" w14:textId="77777777" w:rsidR="007D4109" w:rsidRPr="006119E0" w:rsidRDefault="008547C5" w:rsidP="008709B4">
            <w:pPr>
              <w:pStyle w:val="Fuzeile"/>
              <w:tabs>
                <w:tab w:val="clear" w:pos="4536"/>
                <w:tab w:val="clear" w:pos="9072"/>
              </w:tabs>
              <w:rPr>
                <w:rFonts w:ascii="Arial" w:hAnsi="Arial"/>
                <w:lang w:val="en-GB"/>
              </w:rPr>
            </w:pPr>
            <w:r w:rsidRPr="006119E0">
              <w:rPr>
                <w:rFonts w:ascii="Arial" w:hAnsi="Arial"/>
                <w:lang w:val="en-GB"/>
              </w:rPr>
              <w:t>arlesheim</w:t>
            </w:r>
            <w:r w:rsidR="007D4109" w:rsidRPr="006119E0">
              <w:rPr>
                <w:rFonts w:ascii="Arial" w:hAnsi="Arial"/>
                <w:lang w:val="en-GB"/>
              </w:rPr>
              <w:t>@</w:t>
            </w:r>
            <w:r w:rsidRPr="006119E0">
              <w:rPr>
                <w:rFonts w:ascii="Arial" w:hAnsi="Arial"/>
                <w:lang w:val="en-GB"/>
              </w:rPr>
              <w:t>forum-</w:t>
            </w:r>
            <w:r w:rsidR="007D4109" w:rsidRPr="006119E0">
              <w:rPr>
                <w:rFonts w:ascii="Arial" w:hAnsi="Arial"/>
                <w:lang w:val="en-GB"/>
              </w:rPr>
              <w:t>wuerth.ch</w:t>
            </w:r>
          </w:p>
          <w:p w14:paraId="5B602309" w14:textId="60FCA2A3" w:rsidR="007D4109" w:rsidRPr="006119E0" w:rsidRDefault="001F015A" w:rsidP="00C13608">
            <w:pPr>
              <w:pStyle w:val="Fuzeile"/>
              <w:tabs>
                <w:tab w:val="clear" w:pos="4536"/>
                <w:tab w:val="clear" w:pos="9072"/>
              </w:tabs>
              <w:rPr>
                <w:rFonts w:ascii="Arial" w:hAnsi="Arial"/>
                <w:lang w:val="en-GB"/>
              </w:rPr>
            </w:pPr>
            <w:r w:rsidRPr="006119E0">
              <w:rPr>
                <w:rFonts w:ascii="Arial" w:hAnsi="Arial"/>
                <w:lang w:val="en-GB"/>
              </w:rPr>
              <w:t>kunst.wuerth-ag.ch</w:t>
            </w:r>
          </w:p>
          <w:p w14:paraId="122CFBCB" w14:textId="77777777" w:rsidR="007D4109" w:rsidRPr="006119E0" w:rsidRDefault="007D4109" w:rsidP="008709B4">
            <w:pPr>
              <w:pStyle w:val="Fuzeile"/>
              <w:tabs>
                <w:tab w:val="clear" w:pos="4536"/>
                <w:tab w:val="clear" w:pos="9072"/>
              </w:tabs>
              <w:rPr>
                <w:rFonts w:ascii="Arial" w:hAnsi="Arial"/>
                <w:lang w:val="en-GB"/>
              </w:rPr>
            </w:pPr>
          </w:p>
          <w:p w14:paraId="62C46752" w14:textId="17A3978C" w:rsidR="007D4109" w:rsidRPr="006119E0" w:rsidRDefault="007D4109" w:rsidP="0012032D">
            <w:pPr>
              <w:pStyle w:val="Adressat"/>
              <w:rPr>
                <w:rFonts w:ascii="Arial" w:hAnsi="Arial"/>
                <w:lang w:val="en-GB"/>
              </w:rPr>
            </w:pPr>
            <w:r w:rsidRPr="006119E0">
              <w:rPr>
                <w:rFonts w:ascii="Arial" w:hAnsi="Arial"/>
                <w:lang w:val="en-GB"/>
              </w:rPr>
              <w:t xml:space="preserve">Arlesheim, </w:t>
            </w:r>
            <w:r w:rsidR="00CB6385" w:rsidRPr="006119E0">
              <w:rPr>
                <w:rFonts w:ascii="Arial" w:hAnsi="Arial"/>
                <w:lang w:val="en-GB"/>
              </w:rPr>
              <w:t>14</w:t>
            </w:r>
            <w:r w:rsidR="00FD6FC0" w:rsidRPr="006119E0">
              <w:rPr>
                <w:rFonts w:ascii="Arial" w:hAnsi="Arial"/>
                <w:lang w:val="en-GB"/>
              </w:rPr>
              <w:t>.</w:t>
            </w:r>
            <w:r w:rsidR="00094054" w:rsidRPr="006119E0">
              <w:rPr>
                <w:rFonts w:ascii="Arial" w:hAnsi="Arial"/>
                <w:lang w:val="en-GB"/>
              </w:rPr>
              <w:t>0</w:t>
            </w:r>
            <w:r w:rsidR="00CB6385" w:rsidRPr="006119E0">
              <w:rPr>
                <w:rFonts w:ascii="Arial" w:hAnsi="Arial"/>
                <w:lang w:val="en-GB"/>
              </w:rPr>
              <w:t>2</w:t>
            </w:r>
            <w:r w:rsidR="00FD6FC0" w:rsidRPr="006119E0">
              <w:rPr>
                <w:rFonts w:ascii="Arial" w:hAnsi="Arial"/>
                <w:lang w:val="en-GB"/>
              </w:rPr>
              <w:t>.20</w:t>
            </w:r>
            <w:r w:rsidR="00094054" w:rsidRPr="006119E0">
              <w:rPr>
                <w:rFonts w:ascii="Arial" w:hAnsi="Arial"/>
                <w:lang w:val="en-GB"/>
              </w:rPr>
              <w:t>23</w:t>
            </w:r>
          </w:p>
        </w:tc>
      </w:tr>
    </w:tbl>
    <w:p w14:paraId="74183EF2" w14:textId="77777777" w:rsidR="00423B24" w:rsidRPr="006119E0" w:rsidRDefault="00423B24" w:rsidP="00094054">
      <w:pPr>
        <w:rPr>
          <w:rFonts w:ascii="Arial" w:hAnsi="Arial"/>
          <w:b/>
          <w:kern w:val="32"/>
          <w:sz w:val="28"/>
          <w:szCs w:val="32"/>
        </w:rPr>
      </w:pPr>
    </w:p>
    <w:p w14:paraId="567DB97E" w14:textId="1AA62CFA" w:rsidR="004C2243" w:rsidRPr="006119E0" w:rsidRDefault="0071207C" w:rsidP="00094054">
      <w:pPr>
        <w:rPr>
          <w:rFonts w:ascii="Arial" w:hAnsi="Arial"/>
          <w:b/>
          <w:color w:val="FF0000"/>
          <w:kern w:val="32"/>
          <w:sz w:val="28"/>
          <w:szCs w:val="32"/>
        </w:rPr>
      </w:pPr>
      <w:r w:rsidRPr="006119E0">
        <w:rPr>
          <w:rFonts w:ascii="Arial" w:hAnsi="Arial"/>
          <w:b/>
          <w:kern w:val="32"/>
          <w:sz w:val="28"/>
          <w:szCs w:val="32"/>
        </w:rPr>
        <w:t>Forum Würth Arlesheim – ü</w:t>
      </w:r>
      <w:r w:rsidR="004C2243" w:rsidRPr="006119E0">
        <w:rPr>
          <w:rFonts w:ascii="Arial" w:hAnsi="Arial"/>
          <w:b/>
          <w:kern w:val="32"/>
          <w:sz w:val="28"/>
          <w:szCs w:val="32"/>
        </w:rPr>
        <w:t>ber 250'000 Besuche</w:t>
      </w:r>
      <w:r w:rsidR="00CB6385" w:rsidRPr="006119E0">
        <w:rPr>
          <w:rFonts w:ascii="Arial" w:hAnsi="Arial"/>
          <w:b/>
          <w:kern w:val="32"/>
          <w:sz w:val="28"/>
          <w:szCs w:val="32"/>
        </w:rPr>
        <w:t>nde</w:t>
      </w:r>
      <w:r w:rsidR="004C2243" w:rsidRPr="006119E0">
        <w:rPr>
          <w:rFonts w:ascii="Arial" w:hAnsi="Arial"/>
          <w:b/>
          <w:kern w:val="32"/>
          <w:sz w:val="28"/>
          <w:szCs w:val="32"/>
        </w:rPr>
        <w:t xml:space="preserve"> </w:t>
      </w:r>
      <w:r w:rsidR="004A7288" w:rsidRPr="006119E0">
        <w:rPr>
          <w:rFonts w:ascii="Arial" w:hAnsi="Arial"/>
          <w:b/>
          <w:kern w:val="32"/>
          <w:sz w:val="28"/>
          <w:szCs w:val="32"/>
        </w:rPr>
        <w:t>seit Eröffnung</w:t>
      </w:r>
    </w:p>
    <w:p w14:paraId="16F73EA5" w14:textId="77777777" w:rsidR="00094054" w:rsidRPr="006119E0" w:rsidRDefault="00094054" w:rsidP="00094054">
      <w:pPr>
        <w:rPr>
          <w:rFonts w:ascii="Arial" w:hAnsi="Arial"/>
        </w:rPr>
      </w:pPr>
    </w:p>
    <w:p w14:paraId="262AEED9" w14:textId="6E8E509A" w:rsidR="00094054" w:rsidRPr="006119E0" w:rsidRDefault="00562FA7" w:rsidP="00992339">
      <w:pPr>
        <w:rPr>
          <w:rStyle w:val="Lead"/>
          <w:rFonts w:ascii="Arial" w:hAnsi="Arial"/>
          <w:b/>
        </w:rPr>
      </w:pPr>
      <w:r w:rsidRPr="006119E0">
        <w:rPr>
          <w:rFonts w:ascii="Arial" w:hAnsi="Arial"/>
          <w:b/>
        </w:rPr>
        <w:t>Am 14. Februar v</w:t>
      </w:r>
      <w:r w:rsidR="0001309D" w:rsidRPr="006119E0">
        <w:rPr>
          <w:rFonts w:ascii="Arial" w:hAnsi="Arial"/>
          <w:b/>
        </w:rPr>
        <w:t xml:space="preserve">or </w:t>
      </w:r>
      <w:r w:rsidR="00CB6385" w:rsidRPr="006119E0">
        <w:rPr>
          <w:rFonts w:ascii="Arial" w:hAnsi="Arial"/>
          <w:b/>
        </w:rPr>
        <w:t xml:space="preserve">zwanzig Jahren wurde das Forum Würth Arlesheim eröffnet. Seither </w:t>
      </w:r>
      <w:r w:rsidR="0071207C" w:rsidRPr="006119E0">
        <w:rPr>
          <w:rFonts w:ascii="Arial" w:hAnsi="Arial"/>
          <w:b/>
        </w:rPr>
        <w:t>haben</w:t>
      </w:r>
      <w:r w:rsidR="00CB6385" w:rsidRPr="006119E0">
        <w:rPr>
          <w:rFonts w:ascii="Arial" w:hAnsi="Arial"/>
          <w:b/>
        </w:rPr>
        <w:t xml:space="preserve"> über 250'000 </w:t>
      </w:r>
      <w:r w:rsidR="00423B24" w:rsidRPr="006119E0">
        <w:rPr>
          <w:rFonts w:ascii="Arial" w:hAnsi="Arial"/>
          <w:b/>
        </w:rPr>
        <w:t xml:space="preserve">Kunst- und Kulturliebhabende </w:t>
      </w:r>
      <w:r w:rsidR="0071207C" w:rsidRPr="006119E0">
        <w:rPr>
          <w:rFonts w:ascii="Arial" w:hAnsi="Arial"/>
          <w:b/>
        </w:rPr>
        <w:t>das</w:t>
      </w:r>
      <w:r w:rsidR="00CB6385" w:rsidRPr="006119E0">
        <w:rPr>
          <w:rFonts w:ascii="Arial" w:hAnsi="Arial"/>
          <w:b/>
        </w:rPr>
        <w:t xml:space="preserve"> Museum</w:t>
      </w:r>
      <w:r w:rsidR="0001309D" w:rsidRPr="006119E0">
        <w:rPr>
          <w:rFonts w:ascii="Arial" w:hAnsi="Arial"/>
          <w:b/>
        </w:rPr>
        <w:t xml:space="preserve"> mit</w:t>
      </w:r>
      <w:r w:rsidR="00CB6385" w:rsidRPr="006119E0">
        <w:rPr>
          <w:rFonts w:ascii="Arial" w:hAnsi="Arial"/>
          <w:b/>
        </w:rPr>
        <w:t xml:space="preserve"> seine</w:t>
      </w:r>
      <w:r w:rsidR="0001309D" w:rsidRPr="006119E0">
        <w:rPr>
          <w:rFonts w:ascii="Arial" w:hAnsi="Arial"/>
          <w:b/>
        </w:rPr>
        <w:t>n</w:t>
      </w:r>
      <w:r w:rsidR="00CB6385" w:rsidRPr="006119E0">
        <w:rPr>
          <w:rFonts w:ascii="Arial" w:hAnsi="Arial"/>
          <w:b/>
        </w:rPr>
        <w:t xml:space="preserve"> Ausstellung und Veranstaltungen </w:t>
      </w:r>
      <w:r w:rsidR="0001309D" w:rsidRPr="006119E0">
        <w:rPr>
          <w:rFonts w:ascii="Arial" w:hAnsi="Arial"/>
          <w:b/>
        </w:rPr>
        <w:t>besucht</w:t>
      </w:r>
      <w:r w:rsidR="00CB6385" w:rsidRPr="006119E0">
        <w:rPr>
          <w:rFonts w:ascii="Arial" w:hAnsi="Arial"/>
          <w:b/>
        </w:rPr>
        <w:t>.</w:t>
      </w:r>
    </w:p>
    <w:p w14:paraId="3F91A4DD" w14:textId="66225D02" w:rsidR="00ED42A7" w:rsidRPr="006119E0" w:rsidRDefault="00ED42A7" w:rsidP="00094054">
      <w:pPr>
        <w:rPr>
          <w:rStyle w:val="Lead"/>
          <w:rFonts w:ascii="Arial" w:hAnsi="Arial"/>
          <w:bCs/>
        </w:rPr>
      </w:pPr>
      <w:r w:rsidRPr="006119E0">
        <w:rPr>
          <w:rStyle w:val="Lead"/>
          <w:rFonts w:ascii="Arial" w:hAnsi="Arial"/>
          <w:bCs/>
        </w:rPr>
        <w:t>Anlässlich des Jubil</w:t>
      </w:r>
      <w:r w:rsidR="0001309D" w:rsidRPr="006119E0">
        <w:rPr>
          <w:rStyle w:val="Lead"/>
          <w:rFonts w:ascii="Arial" w:hAnsi="Arial"/>
          <w:bCs/>
        </w:rPr>
        <w:t xml:space="preserve">äums überrascht Lukas Wagner, </w:t>
      </w:r>
      <w:r w:rsidR="0037637A" w:rsidRPr="006119E0">
        <w:rPr>
          <w:rStyle w:val="Lead"/>
          <w:rFonts w:ascii="Arial" w:hAnsi="Arial"/>
          <w:bCs/>
        </w:rPr>
        <w:t xml:space="preserve">Geschäftsführer Innendienst der </w:t>
      </w:r>
      <w:r w:rsidR="0001309D" w:rsidRPr="006119E0">
        <w:rPr>
          <w:rStyle w:val="Lead"/>
          <w:rFonts w:ascii="Arial" w:hAnsi="Arial"/>
          <w:bCs/>
        </w:rPr>
        <w:t xml:space="preserve">Würth AG </w:t>
      </w:r>
      <w:r w:rsidR="001F015A" w:rsidRPr="006119E0">
        <w:rPr>
          <w:rStyle w:val="Lead"/>
          <w:rFonts w:ascii="Arial" w:hAnsi="Arial"/>
          <w:bCs/>
        </w:rPr>
        <w:t>die</w:t>
      </w:r>
      <w:r w:rsidR="0001309D" w:rsidRPr="006119E0">
        <w:rPr>
          <w:rStyle w:val="Lead"/>
          <w:rFonts w:ascii="Arial" w:hAnsi="Arial"/>
          <w:bCs/>
        </w:rPr>
        <w:t xml:space="preserve"> erste</w:t>
      </w:r>
      <w:r w:rsidR="009866D4" w:rsidRPr="006119E0">
        <w:rPr>
          <w:rStyle w:val="Lead"/>
          <w:rFonts w:ascii="Arial" w:hAnsi="Arial"/>
          <w:bCs/>
        </w:rPr>
        <w:t xml:space="preserve">n </w:t>
      </w:r>
      <w:r w:rsidR="0001309D" w:rsidRPr="006119E0">
        <w:rPr>
          <w:rStyle w:val="Lead"/>
          <w:rFonts w:ascii="Arial" w:hAnsi="Arial"/>
          <w:bCs/>
        </w:rPr>
        <w:t>Tagesbesucher</w:t>
      </w:r>
      <w:r w:rsidR="009866D4" w:rsidRPr="006119E0">
        <w:rPr>
          <w:rStyle w:val="Lead"/>
          <w:rFonts w:ascii="Arial" w:hAnsi="Arial"/>
          <w:bCs/>
          <w:color w:val="FF0000"/>
        </w:rPr>
        <w:t xml:space="preserve"> </w:t>
      </w:r>
      <w:r w:rsidR="0001309D" w:rsidRPr="006119E0">
        <w:rPr>
          <w:rStyle w:val="Lead"/>
          <w:rFonts w:ascii="Arial" w:hAnsi="Arial"/>
          <w:bCs/>
        </w:rPr>
        <w:t>mit einem</w:t>
      </w:r>
      <w:r w:rsidRPr="006119E0">
        <w:rPr>
          <w:rStyle w:val="Lead"/>
          <w:rFonts w:ascii="Arial" w:hAnsi="Arial"/>
          <w:bCs/>
        </w:rPr>
        <w:t xml:space="preserve"> Blumenstrauss und einem </w:t>
      </w:r>
      <w:r w:rsidR="0001309D" w:rsidRPr="006119E0">
        <w:rPr>
          <w:rStyle w:val="Lead"/>
          <w:rFonts w:ascii="Arial" w:hAnsi="Arial"/>
          <w:bCs/>
        </w:rPr>
        <w:t xml:space="preserve">vom Künstler </w:t>
      </w:r>
      <w:r w:rsidR="00562FA7" w:rsidRPr="006119E0">
        <w:rPr>
          <w:rStyle w:val="Lead"/>
          <w:rFonts w:ascii="Arial" w:hAnsi="Arial"/>
          <w:bCs/>
        </w:rPr>
        <w:t xml:space="preserve">Christopher Lehmpfuhl </w:t>
      </w:r>
      <w:r w:rsidRPr="006119E0">
        <w:rPr>
          <w:rStyle w:val="Lead"/>
          <w:rFonts w:ascii="Arial" w:hAnsi="Arial"/>
          <w:bCs/>
        </w:rPr>
        <w:t xml:space="preserve">signierten </w:t>
      </w:r>
      <w:r w:rsidR="0071207C" w:rsidRPr="006119E0">
        <w:rPr>
          <w:rStyle w:val="Lead"/>
          <w:rFonts w:ascii="Arial" w:hAnsi="Arial"/>
          <w:bCs/>
        </w:rPr>
        <w:t>K</w:t>
      </w:r>
      <w:r w:rsidRPr="006119E0">
        <w:rPr>
          <w:rStyle w:val="Lead"/>
          <w:rFonts w:ascii="Arial" w:hAnsi="Arial"/>
          <w:bCs/>
        </w:rPr>
        <w:t>atalog der aktuellen Ausstellung «Zwischen Pathos und Pastos – Christopher Lehmpfuhl</w:t>
      </w:r>
      <w:r w:rsidR="00BA156F" w:rsidRPr="006119E0">
        <w:rPr>
          <w:rStyle w:val="Lead"/>
          <w:rFonts w:ascii="Arial" w:hAnsi="Arial"/>
          <w:bCs/>
        </w:rPr>
        <w:t>.</w:t>
      </w:r>
      <w:r w:rsidRPr="006119E0">
        <w:rPr>
          <w:rStyle w:val="Lead"/>
          <w:rFonts w:ascii="Arial" w:hAnsi="Arial"/>
          <w:bCs/>
        </w:rPr>
        <w:t xml:space="preserve"> Sammlung Würth»</w:t>
      </w:r>
      <w:r w:rsidR="0001309D" w:rsidRPr="006119E0">
        <w:rPr>
          <w:rStyle w:val="Lead"/>
          <w:rFonts w:ascii="Arial" w:hAnsi="Arial"/>
          <w:bCs/>
        </w:rPr>
        <w:t>.</w:t>
      </w:r>
      <w:r w:rsidR="004A7288" w:rsidRPr="006119E0">
        <w:rPr>
          <w:rStyle w:val="Lead"/>
          <w:rFonts w:ascii="Arial" w:hAnsi="Arial"/>
          <w:bCs/>
        </w:rPr>
        <w:t xml:space="preserve"> </w:t>
      </w:r>
      <w:r w:rsidR="009866D4" w:rsidRPr="006119E0">
        <w:rPr>
          <w:rStyle w:val="Lead"/>
          <w:rFonts w:ascii="Arial" w:hAnsi="Arial"/>
          <w:bCs/>
        </w:rPr>
        <w:t xml:space="preserve">Das Ehepaar </w:t>
      </w:r>
      <w:proofErr w:type="spellStart"/>
      <w:r w:rsidR="009866D4" w:rsidRPr="006119E0">
        <w:rPr>
          <w:rStyle w:val="Lead"/>
          <w:rFonts w:ascii="Arial" w:hAnsi="Arial"/>
          <w:bCs/>
        </w:rPr>
        <w:t>Dännart</w:t>
      </w:r>
      <w:proofErr w:type="spellEnd"/>
      <w:r w:rsidR="009866D4" w:rsidRPr="006119E0">
        <w:rPr>
          <w:rStyle w:val="Lead"/>
          <w:rFonts w:ascii="Arial" w:hAnsi="Arial"/>
          <w:bCs/>
        </w:rPr>
        <w:t xml:space="preserve"> aus Gunde</w:t>
      </w:r>
      <w:r w:rsidR="004B5B13">
        <w:rPr>
          <w:rStyle w:val="Lead"/>
          <w:rFonts w:ascii="Arial" w:hAnsi="Arial"/>
          <w:bCs/>
        </w:rPr>
        <w:t>lf</w:t>
      </w:r>
      <w:r w:rsidR="009866D4" w:rsidRPr="006119E0">
        <w:rPr>
          <w:rStyle w:val="Lead"/>
          <w:rFonts w:ascii="Arial" w:hAnsi="Arial"/>
          <w:bCs/>
        </w:rPr>
        <w:t xml:space="preserve">ingen schenkt sich </w:t>
      </w:r>
      <w:r w:rsidR="004B5B13">
        <w:rPr>
          <w:rStyle w:val="Lead"/>
          <w:rFonts w:ascii="Arial" w:hAnsi="Arial"/>
          <w:bCs/>
        </w:rPr>
        <w:t xml:space="preserve">den Tagesausflug mit Ausstellungsbesuch </w:t>
      </w:r>
      <w:r w:rsidR="009866D4" w:rsidRPr="006119E0">
        <w:rPr>
          <w:rStyle w:val="Lead"/>
          <w:rFonts w:ascii="Arial" w:hAnsi="Arial"/>
          <w:bCs/>
        </w:rPr>
        <w:t>zum</w:t>
      </w:r>
      <w:r w:rsidR="004B5B13">
        <w:rPr>
          <w:rStyle w:val="Lead"/>
          <w:rFonts w:ascii="Arial" w:hAnsi="Arial"/>
          <w:bCs/>
        </w:rPr>
        <w:t xml:space="preserve"> Valentinstag</w:t>
      </w:r>
      <w:r w:rsidR="009866D4" w:rsidRPr="006119E0">
        <w:rPr>
          <w:rStyle w:val="Lead"/>
          <w:rFonts w:ascii="Arial" w:hAnsi="Arial"/>
          <w:bCs/>
        </w:rPr>
        <w:t>: «Wir haben schon einige Würth Museen besucht und waren</w:t>
      </w:r>
      <w:r w:rsidR="006119E0" w:rsidRPr="006119E0">
        <w:rPr>
          <w:rStyle w:val="Lead"/>
          <w:rFonts w:ascii="Arial" w:hAnsi="Arial"/>
          <w:bCs/>
        </w:rPr>
        <w:t xml:space="preserve"> </w:t>
      </w:r>
      <w:r w:rsidR="009866D4" w:rsidRPr="006119E0">
        <w:rPr>
          <w:rStyle w:val="Lead"/>
          <w:rFonts w:ascii="Arial" w:hAnsi="Arial"/>
          <w:bCs/>
        </w:rPr>
        <w:t xml:space="preserve">in Chur, </w:t>
      </w:r>
      <w:proofErr w:type="spellStart"/>
      <w:r w:rsidR="009866D4" w:rsidRPr="006119E0">
        <w:rPr>
          <w:rStyle w:val="Lead"/>
          <w:rFonts w:ascii="Arial" w:hAnsi="Arial"/>
          <w:bCs/>
        </w:rPr>
        <w:t>Erstein</w:t>
      </w:r>
      <w:proofErr w:type="spellEnd"/>
      <w:r w:rsidR="009866D4" w:rsidRPr="006119E0">
        <w:rPr>
          <w:rStyle w:val="Lead"/>
          <w:rFonts w:ascii="Arial" w:hAnsi="Arial"/>
          <w:bCs/>
        </w:rPr>
        <w:t xml:space="preserve"> und Schwäbisch</w:t>
      </w:r>
      <w:r w:rsidR="006119E0" w:rsidRPr="006119E0">
        <w:rPr>
          <w:rStyle w:val="Lead"/>
          <w:rFonts w:ascii="Arial" w:hAnsi="Arial"/>
          <w:bCs/>
        </w:rPr>
        <w:t xml:space="preserve"> </w:t>
      </w:r>
      <w:r w:rsidR="009866D4" w:rsidRPr="006119E0">
        <w:rPr>
          <w:rStyle w:val="Lead"/>
          <w:rFonts w:ascii="Arial" w:hAnsi="Arial"/>
          <w:bCs/>
        </w:rPr>
        <w:t>Hall. Ich war auch schon</w:t>
      </w:r>
      <w:r w:rsidR="006119E0" w:rsidRPr="006119E0">
        <w:rPr>
          <w:rStyle w:val="Lead"/>
          <w:rFonts w:ascii="Arial" w:hAnsi="Arial"/>
          <w:bCs/>
        </w:rPr>
        <w:t xml:space="preserve"> mit Freundinnen</w:t>
      </w:r>
      <w:r w:rsidR="009866D4" w:rsidRPr="006119E0">
        <w:rPr>
          <w:rStyle w:val="Lead"/>
          <w:rFonts w:ascii="Arial" w:hAnsi="Arial"/>
          <w:bCs/>
        </w:rPr>
        <w:t xml:space="preserve"> in Arlesheim und wollte meinem Mann dieses Museum zeigen», so Inge </w:t>
      </w:r>
      <w:proofErr w:type="spellStart"/>
      <w:r w:rsidR="009866D4" w:rsidRPr="006119E0">
        <w:rPr>
          <w:rStyle w:val="Lead"/>
          <w:rFonts w:ascii="Arial" w:hAnsi="Arial"/>
          <w:bCs/>
        </w:rPr>
        <w:t>Dännart</w:t>
      </w:r>
      <w:proofErr w:type="spellEnd"/>
      <w:r w:rsidR="001E2693" w:rsidRPr="006119E0">
        <w:rPr>
          <w:rStyle w:val="Lead"/>
          <w:rFonts w:ascii="Arial" w:hAnsi="Arial"/>
          <w:bCs/>
        </w:rPr>
        <w:t>.</w:t>
      </w:r>
    </w:p>
    <w:p w14:paraId="610E37B0" w14:textId="7E43000E" w:rsidR="00E31A9E" w:rsidRPr="006119E0" w:rsidRDefault="00E31A9E" w:rsidP="00094054">
      <w:pPr>
        <w:rPr>
          <w:rStyle w:val="Lead"/>
          <w:rFonts w:ascii="Arial" w:hAnsi="Arial"/>
          <w:bCs/>
        </w:rPr>
      </w:pPr>
      <w:r w:rsidRPr="006119E0">
        <w:rPr>
          <w:rStyle w:val="Lead"/>
          <w:rFonts w:ascii="Arial" w:hAnsi="Arial"/>
          <w:bCs/>
        </w:rPr>
        <w:lastRenderedPageBreak/>
        <w:t>«Kunst und Kultur gehören zu</w:t>
      </w:r>
      <w:r w:rsidR="00E96240" w:rsidRPr="006119E0">
        <w:rPr>
          <w:rStyle w:val="Lead"/>
          <w:rFonts w:ascii="Arial" w:hAnsi="Arial"/>
          <w:bCs/>
        </w:rPr>
        <w:t>m Unternehmen</w:t>
      </w:r>
      <w:r w:rsidRPr="006119E0">
        <w:rPr>
          <w:rStyle w:val="Lead"/>
          <w:rFonts w:ascii="Arial" w:hAnsi="Arial"/>
          <w:bCs/>
        </w:rPr>
        <w:t xml:space="preserve"> Würth</w:t>
      </w:r>
      <w:r w:rsidR="001E2693" w:rsidRPr="006119E0">
        <w:rPr>
          <w:rStyle w:val="Lead"/>
          <w:rFonts w:ascii="Arial" w:hAnsi="Arial"/>
          <w:bCs/>
        </w:rPr>
        <w:t>. Dank der</w:t>
      </w:r>
      <w:r w:rsidR="00423B24" w:rsidRPr="006119E0">
        <w:rPr>
          <w:rStyle w:val="Lead"/>
          <w:rFonts w:ascii="Arial" w:hAnsi="Arial"/>
          <w:bCs/>
        </w:rPr>
        <w:t xml:space="preserve"> Lage und Verbindung</w:t>
      </w:r>
      <w:r w:rsidR="001E2693" w:rsidRPr="006119E0">
        <w:rPr>
          <w:rStyle w:val="Lead"/>
          <w:rFonts w:ascii="Arial" w:hAnsi="Arial"/>
          <w:bCs/>
        </w:rPr>
        <w:t xml:space="preserve"> vom Forum Würth Arlesheim am Hauptsitz der Würth AG entsteht ein lebendiges Neben- und Miteinander von Kunst und </w:t>
      </w:r>
      <w:r w:rsidR="00857D45" w:rsidRPr="006119E0">
        <w:rPr>
          <w:rStyle w:val="Lead"/>
          <w:rFonts w:ascii="Arial" w:hAnsi="Arial"/>
          <w:bCs/>
        </w:rPr>
        <w:t>Geschäftsalltag</w:t>
      </w:r>
      <w:r w:rsidR="001E2693" w:rsidRPr="006119E0">
        <w:rPr>
          <w:rStyle w:val="Lead"/>
          <w:rFonts w:ascii="Arial" w:hAnsi="Arial"/>
          <w:bCs/>
        </w:rPr>
        <w:t>», so Lukas Wagner.</w:t>
      </w:r>
    </w:p>
    <w:p w14:paraId="74510FB1" w14:textId="0AEE8263" w:rsidR="00562FA7" w:rsidRPr="006119E0" w:rsidRDefault="0001309D" w:rsidP="005D6990">
      <w:pPr>
        <w:rPr>
          <w:rStyle w:val="Lead"/>
          <w:rFonts w:ascii="Arial" w:hAnsi="Arial"/>
          <w:bCs/>
        </w:rPr>
      </w:pPr>
      <w:r w:rsidRPr="006119E0">
        <w:rPr>
          <w:rStyle w:val="Lead"/>
          <w:rFonts w:ascii="Arial" w:hAnsi="Arial"/>
          <w:bCs/>
        </w:rPr>
        <w:t xml:space="preserve">Ursprünglich </w:t>
      </w:r>
      <w:r w:rsidR="00E31A9E" w:rsidRPr="006119E0">
        <w:rPr>
          <w:rStyle w:val="Lead"/>
          <w:rFonts w:ascii="Arial" w:hAnsi="Arial"/>
          <w:bCs/>
        </w:rPr>
        <w:t>sollte die</w:t>
      </w:r>
      <w:r w:rsidR="00CB6385" w:rsidRPr="006119E0">
        <w:rPr>
          <w:rStyle w:val="Lead"/>
          <w:rFonts w:ascii="Arial" w:hAnsi="Arial"/>
          <w:bCs/>
        </w:rPr>
        <w:t xml:space="preserve"> Würth AG</w:t>
      </w:r>
      <w:r w:rsidR="00562FA7" w:rsidRPr="006119E0">
        <w:rPr>
          <w:rStyle w:val="Lead"/>
          <w:rFonts w:ascii="Arial" w:hAnsi="Arial"/>
          <w:bCs/>
        </w:rPr>
        <w:t xml:space="preserve"> </w:t>
      </w:r>
      <w:r w:rsidRPr="006119E0">
        <w:rPr>
          <w:rStyle w:val="Lead"/>
          <w:rFonts w:ascii="Arial" w:hAnsi="Arial"/>
          <w:bCs/>
        </w:rPr>
        <w:t xml:space="preserve">nur eine neue Lagerhalle </w:t>
      </w:r>
      <w:r w:rsidR="00E31A9E" w:rsidRPr="006119E0">
        <w:rPr>
          <w:rStyle w:val="Lead"/>
          <w:rFonts w:ascii="Arial" w:hAnsi="Arial"/>
          <w:bCs/>
        </w:rPr>
        <w:t>bekommen</w:t>
      </w:r>
      <w:r w:rsidRPr="006119E0">
        <w:rPr>
          <w:rStyle w:val="Lead"/>
          <w:rFonts w:ascii="Arial" w:hAnsi="Arial"/>
          <w:bCs/>
        </w:rPr>
        <w:t>. A</w:t>
      </w:r>
      <w:r w:rsidR="00CB6385" w:rsidRPr="006119E0">
        <w:rPr>
          <w:rStyle w:val="Lead"/>
          <w:rFonts w:ascii="Arial" w:hAnsi="Arial"/>
          <w:bCs/>
        </w:rPr>
        <w:t xml:space="preserve">uf Wunsch des Unternehmers und Sammlers Reinhold Würth </w:t>
      </w:r>
      <w:r w:rsidRPr="006119E0">
        <w:rPr>
          <w:rStyle w:val="Lead"/>
          <w:rFonts w:ascii="Arial" w:hAnsi="Arial"/>
          <w:bCs/>
        </w:rPr>
        <w:t>entstand zusätzlich</w:t>
      </w:r>
      <w:r w:rsidR="00CB6385" w:rsidRPr="006119E0">
        <w:rPr>
          <w:rStyle w:val="Lead"/>
          <w:rFonts w:ascii="Arial" w:hAnsi="Arial"/>
          <w:bCs/>
        </w:rPr>
        <w:t xml:space="preserve"> ein </w:t>
      </w:r>
      <w:r w:rsidR="0071207C" w:rsidRPr="006119E0">
        <w:rPr>
          <w:rStyle w:val="Lead"/>
          <w:rFonts w:ascii="Arial" w:hAnsi="Arial"/>
          <w:bCs/>
        </w:rPr>
        <w:t>Ausstellungsort:</w:t>
      </w:r>
      <w:r w:rsidR="00CB6385" w:rsidRPr="006119E0">
        <w:rPr>
          <w:rStyle w:val="Lead"/>
          <w:rFonts w:ascii="Arial" w:hAnsi="Arial"/>
          <w:bCs/>
        </w:rPr>
        <w:t xml:space="preserve"> «</w:t>
      </w:r>
      <w:r w:rsidR="00E96240" w:rsidRPr="006119E0">
        <w:rPr>
          <w:rStyle w:val="Lead"/>
          <w:rFonts w:ascii="Arial" w:hAnsi="Arial"/>
          <w:bCs/>
        </w:rPr>
        <w:t>W</w:t>
      </w:r>
      <w:r w:rsidR="00CB6385" w:rsidRPr="006119E0">
        <w:rPr>
          <w:rStyle w:val="Lead"/>
          <w:rFonts w:ascii="Arial" w:hAnsi="Arial"/>
          <w:bCs/>
        </w:rPr>
        <w:t>enn wir in Arlesheim schon bauen, dann möchte ich auch ein Museum»</w:t>
      </w:r>
      <w:r w:rsidR="0071207C" w:rsidRPr="006119E0">
        <w:rPr>
          <w:rStyle w:val="Lead"/>
          <w:rFonts w:ascii="Arial" w:hAnsi="Arial"/>
          <w:bCs/>
        </w:rPr>
        <w:t xml:space="preserve">. </w:t>
      </w:r>
      <w:r w:rsidR="00CB6385" w:rsidRPr="006119E0">
        <w:rPr>
          <w:rStyle w:val="Lead"/>
          <w:rFonts w:ascii="Arial" w:hAnsi="Arial"/>
          <w:bCs/>
        </w:rPr>
        <w:t xml:space="preserve"> Am 14. Februar 2003 </w:t>
      </w:r>
      <w:r w:rsidR="004A7288" w:rsidRPr="006119E0">
        <w:rPr>
          <w:rStyle w:val="Lead"/>
          <w:rFonts w:ascii="Arial" w:hAnsi="Arial"/>
          <w:bCs/>
        </w:rPr>
        <w:t>war es dann soweit und</w:t>
      </w:r>
      <w:r w:rsidR="00CB6385" w:rsidRPr="006119E0">
        <w:rPr>
          <w:rStyle w:val="Lead"/>
          <w:rFonts w:ascii="Arial" w:hAnsi="Arial"/>
          <w:bCs/>
        </w:rPr>
        <w:t xml:space="preserve"> der halbelliptische Bau von Urs Büttiker</w:t>
      </w:r>
      <w:r w:rsidR="00562FA7" w:rsidRPr="006119E0">
        <w:rPr>
          <w:rStyle w:val="Lead"/>
          <w:rFonts w:ascii="Arial" w:hAnsi="Arial"/>
          <w:bCs/>
        </w:rPr>
        <w:t>,</w:t>
      </w:r>
      <w:r w:rsidR="00CB6385" w:rsidRPr="006119E0">
        <w:rPr>
          <w:rStyle w:val="Lead"/>
          <w:rFonts w:ascii="Arial" w:hAnsi="Arial"/>
          <w:bCs/>
        </w:rPr>
        <w:t xml:space="preserve"> </w:t>
      </w:r>
      <w:r w:rsidR="00562FA7" w:rsidRPr="006119E0">
        <w:rPr>
          <w:rStyle w:val="Lead"/>
          <w:rFonts w:ascii="Arial" w:hAnsi="Arial"/>
          <w:bCs/>
        </w:rPr>
        <w:t xml:space="preserve">Architekt aus </w:t>
      </w:r>
      <w:r w:rsidR="00CB6385" w:rsidRPr="006119E0">
        <w:rPr>
          <w:rStyle w:val="Lead"/>
          <w:rFonts w:ascii="Arial" w:hAnsi="Arial"/>
          <w:bCs/>
        </w:rPr>
        <w:t>Basel</w:t>
      </w:r>
      <w:r w:rsidR="001F015A" w:rsidRPr="006119E0">
        <w:rPr>
          <w:rStyle w:val="Lead"/>
          <w:rFonts w:ascii="Arial" w:hAnsi="Arial"/>
          <w:bCs/>
        </w:rPr>
        <w:t>,</w:t>
      </w:r>
      <w:r w:rsidR="004A7288" w:rsidRPr="006119E0">
        <w:rPr>
          <w:rStyle w:val="Lead"/>
          <w:rFonts w:ascii="Arial" w:hAnsi="Arial"/>
          <w:bCs/>
        </w:rPr>
        <w:t xml:space="preserve"> wurde</w:t>
      </w:r>
      <w:r w:rsidR="00CB6385" w:rsidRPr="006119E0">
        <w:rPr>
          <w:rStyle w:val="Lead"/>
          <w:rFonts w:ascii="Arial" w:hAnsi="Arial"/>
          <w:bCs/>
        </w:rPr>
        <w:t xml:space="preserve"> eröffnet</w:t>
      </w:r>
      <w:r w:rsidR="00E96240" w:rsidRPr="006119E0">
        <w:rPr>
          <w:rStyle w:val="Lead"/>
          <w:rFonts w:ascii="Arial" w:hAnsi="Arial"/>
          <w:bCs/>
        </w:rPr>
        <w:t xml:space="preserve"> und der Öffentlichkeit zugänglich gemacht.</w:t>
      </w:r>
    </w:p>
    <w:p w14:paraId="343B4263" w14:textId="40A16C01" w:rsidR="005E05ED" w:rsidRPr="006119E0" w:rsidRDefault="00562FA7" w:rsidP="005D6990">
      <w:pPr>
        <w:widowControl/>
        <w:autoSpaceDE w:val="0"/>
        <w:autoSpaceDN w:val="0"/>
        <w:adjustRightInd w:val="0"/>
        <w:rPr>
          <w:rStyle w:val="Lead"/>
          <w:rFonts w:ascii="Arial" w:hAnsi="Arial"/>
          <w:bCs/>
        </w:rPr>
      </w:pPr>
      <w:r w:rsidRPr="006119E0">
        <w:rPr>
          <w:rStyle w:val="Lead"/>
          <w:rFonts w:ascii="Arial" w:hAnsi="Arial"/>
          <w:bCs/>
        </w:rPr>
        <w:t xml:space="preserve">Das Forum Würth Arlesheim hat sich inzwischen als renommierte Kultureinrichtung in der Region etabliert und </w:t>
      </w:r>
      <w:r w:rsidR="006C5932" w:rsidRPr="006119E0">
        <w:rPr>
          <w:rStyle w:val="Lead"/>
          <w:rFonts w:ascii="Arial" w:hAnsi="Arial"/>
          <w:bCs/>
        </w:rPr>
        <w:t xml:space="preserve">seit der Eröffnung </w:t>
      </w:r>
      <w:r w:rsidR="00423B24" w:rsidRPr="006119E0">
        <w:rPr>
          <w:rStyle w:val="Lead"/>
          <w:rFonts w:ascii="Arial" w:hAnsi="Arial"/>
          <w:bCs/>
        </w:rPr>
        <w:t>35</w:t>
      </w:r>
      <w:r w:rsidR="00FB53E1" w:rsidRPr="006119E0">
        <w:rPr>
          <w:rStyle w:val="Lead"/>
          <w:rFonts w:ascii="Arial" w:hAnsi="Arial"/>
          <w:bCs/>
        </w:rPr>
        <w:t xml:space="preserve"> </w:t>
      </w:r>
      <w:r w:rsidR="00E8581F" w:rsidRPr="006119E0">
        <w:rPr>
          <w:rStyle w:val="Lead"/>
          <w:rFonts w:ascii="Arial" w:hAnsi="Arial"/>
          <w:bCs/>
        </w:rPr>
        <w:t xml:space="preserve">Ausstellungen </w:t>
      </w:r>
      <w:r w:rsidR="0001309D" w:rsidRPr="006119E0">
        <w:rPr>
          <w:rStyle w:val="Lead"/>
          <w:rFonts w:ascii="Arial" w:hAnsi="Arial"/>
          <w:bCs/>
        </w:rPr>
        <w:t>bei freiem Eintritt präsentiert</w:t>
      </w:r>
      <w:r w:rsidR="00E8581F" w:rsidRPr="006119E0">
        <w:rPr>
          <w:rStyle w:val="Lead"/>
          <w:rFonts w:ascii="Arial" w:hAnsi="Arial"/>
          <w:bCs/>
        </w:rPr>
        <w:t xml:space="preserve">. </w:t>
      </w:r>
      <w:r w:rsidR="00D91B78" w:rsidRPr="006119E0">
        <w:rPr>
          <w:rStyle w:val="Lead"/>
          <w:rFonts w:ascii="Arial" w:hAnsi="Arial"/>
          <w:bCs/>
        </w:rPr>
        <w:t xml:space="preserve">Dabei ist </w:t>
      </w:r>
      <w:r w:rsidR="005E05ED" w:rsidRPr="006119E0">
        <w:rPr>
          <w:rStyle w:val="Lead"/>
          <w:rFonts w:ascii="Arial" w:hAnsi="Arial"/>
          <w:bCs/>
        </w:rPr>
        <w:t>es auch</w:t>
      </w:r>
      <w:r w:rsidR="00D91B78" w:rsidRPr="006119E0">
        <w:rPr>
          <w:rStyle w:val="Lead"/>
          <w:rFonts w:ascii="Arial" w:hAnsi="Arial"/>
          <w:bCs/>
        </w:rPr>
        <w:t xml:space="preserve"> gelungen, regionale Bezüge herzustellen, </w:t>
      </w:r>
      <w:r w:rsidR="005E05ED" w:rsidRPr="006119E0">
        <w:rPr>
          <w:rStyle w:val="Lead"/>
          <w:rFonts w:ascii="Arial" w:hAnsi="Arial"/>
          <w:bCs/>
        </w:rPr>
        <w:t xml:space="preserve">wie </w:t>
      </w:r>
      <w:r w:rsidR="00D91B78" w:rsidRPr="006119E0">
        <w:rPr>
          <w:rStyle w:val="Lead"/>
          <w:rFonts w:ascii="Arial" w:hAnsi="Arial"/>
          <w:bCs/>
        </w:rPr>
        <w:t>etwa</w:t>
      </w:r>
      <w:r w:rsidR="00542B56" w:rsidRPr="006119E0">
        <w:rPr>
          <w:rStyle w:val="Lead"/>
          <w:rFonts w:ascii="Arial" w:hAnsi="Arial"/>
          <w:bCs/>
        </w:rPr>
        <w:t xml:space="preserve"> mit</w:t>
      </w:r>
      <w:r w:rsidR="00D91B78" w:rsidRPr="006119E0">
        <w:rPr>
          <w:rStyle w:val="Lead"/>
          <w:rFonts w:ascii="Arial" w:hAnsi="Arial"/>
          <w:bCs/>
        </w:rPr>
        <w:t xml:space="preserve"> den Ausstellungen «Silbermann</w:t>
      </w:r>
      <w:r w:rsidR="002E2637" w:rsidRPr="006119E0">
        <w:rPr>
          <w:rStyle w:val="Lead"/>
          <w:rFonts w:ascii="Arial" w:hAnsi="Arial"/>
          <w:bCs/>
        </w:rPr>
        <w:t xml:space="preserve"> – </w:t>
      </w:r>
      <w:r w:rsidR="00D91B78" w:rsidRPr="006119E0">
        <w:rPr>
          <w:rStyle w:val="Lead"/>
          <w:rFonts w:ascii="Arial" w:hAnsi="Arial"/>
          <w:bCs/>
        </w:rPr>
        <w:t>Geschichte und Legende einer Orgelbau</w:t>
      </w:r>
      <w:r w:rsidR="007B46DE">
        <w:rPr>
          <w:rStyle w:val="Lead"/>
          <w:rFonts w:ascii="Arial" w:hAnsi="Arial"/>
          <w:bCs/>
        </w:rPr>
        <w:t>er</w:t>
      </w:r>
      <w:r w:rsidR="00D91B78" w:rsidRPr="006119E0">
        <w:rPr>
          <w:rStyle w:val="Lead"/>
          <w:rFonts w:ascii="Arial" w:hAnsi="Arial"/>
          <w:bCs/>
        </w:rPr>
        <w:t>familie» (2007)</w:t>
      </w:r>
      <w:r w:rsidR="005D6990" w:rsidRPr="006119E0">
        <w:rPr>
          <w:rStyle w:val="Lead"/>
          <w:rFonts w:ascii="Arial" w:hAnsi="Arial"/>
          <w:bCs/>
        </w:rPr>
        <w:t>,</w:t>
      </w:r>
      <w:r w:rsidR="005E05ED" w:rsidRPr="006119E0">
        <w:rPr>
          <w:rStyle w:val="Lead"/>
          <w:rFonts w:ascii="Arial" w:hAnsi="Arial"/>
          <w:bCs/>
        </w:rPr>
        <w:t xml:space="preserve"> «H</w:t>
      </w:r>
      <w:r w:rsidR="00FD6322" w:rsidRPr="006119E0">
        <w:rPr>
          <w:rStyle w:val="Lead"/>
          <w:rFonts w:ascii="Arial" w:hAnsi="Arial"/>
          <w:bCs/>
        </w:rPr>
        <w:t>IDDEN</w:t>
      </w:r>
      <w:r w:rsidR="005E05ED" w:rsidRPr="006119E0">
        <w:rPr>
          <w:rStyle w:val="Lead"/>
          <w:rFonts w:ascii="Arial" w:hAnsi="Arial"/>
          <w:bCs/>
        </w:rPr>
        <w:t xml:space="preserve"> – </w:t>
      </w:r>
      <w:proofErr w:type="spellStart"/>
      <w:r w:rsidR="005E05ED" w:rsidRPr="006119E0">
        <w:rPr>
          <w:rStyle w:val="Lead"/>
          <w:rFonts w:ascii="Arial" w:hAnsi="Arial"/>
          <w:bCs/>
        </w:rPr>
        <w:t>Verbor</w:t>
      </w:r>
      <w:r w:rsidR="00FD6322" w:rsidRPr="006119E0">
        <w:rPr>
          <w:rStyle w:val="Lead"/>
          <w:rFonts w:ascii="Arial" w:hAnsi="Arial"/>
          <w:bCs/>
        </w:rPr>
        <w:t>-</w:t>
      </w:r>
      <w:r w:rsidR="005E05ED" w:rsidRPr="006119E0">
        <w:rPr>
          <w:rStyle w:val="Lead"/>
          <w:rFonts w:ascii="Arial" w:hAnsi="Arial"/>
          <w:bCs/>
        </w:rPr>
        <w:t>gene</w:t>
      </w:r>
      <w:proofErr w:type="spellEnd"/>
      <w:r w:rsidR="005E05ED" w:rsidRPr="006119E0">
        <w:rPr>
          <w:rStyle w:val="Lead"/>
          <w:rFonts w:ascii="Arial" w:hAnsi="Arial"/>
          <w:bCs/>
        </w:rPr>
        <w:t xml:space="preserve"> Orte in der Schweiz» (2019-20) oder «Tomi Ungerer. Sammlung Würth» (2021-22). Diese zählen genauso zu den Höhepunkten wi</w:t>
      </w:r>
      <w:r w:rsidR="00607105" w:rsidRPr="006119E0">
        <w:rPr>
          <w:rStyle w:val="Lead"/>
          <w:rFonts w:ascii="Arial" w:hAnsi="Arial"/>
          <w:bCs/>
        </w:rPr>
        <w:t>e</w:t>
      </w:r>
      <w:r w:rsidR="005D6990" w:rsidRPr="006119E0">
        <w:rPr>
          <w:rStyle w:val="Lead"/>
          <w:rFonts w:ascii="Arial" w:hAnsi="Arial"/>
          <w:bCs/>
        </w:rPr>
        <w:t xml:space="preserve"> «Christo und Jeanne-Claude. Werke aus der Sammlung Würth» (2004), </w:t>
      </w:r>
      <w:r w:rsidR="00607105" w:rsidRPr="006119E0">
        <w:rPr>
          <w:rStyle w:val="Lead"/>
          <w:rFonts w:ascii="Arial" w:hAnsi="Arial"/>
          <w:bCs/>
        </w:rPr>
        <w:t>«</w:t>
      </w:r>
      <w:r w:rsidR="005E05ED" w:rsidRPr="006119E0">
        <w:rPr>
          <w:rStyle w:val="Lead"/>
          <w:rFonts w:ascii="Arial" w:hAnsi="Arial"/>
          <w:bCs/>
        </w:rPr>
        <w:t>Max Ernst</w:t>
      </w:r>
      <w:r w:rsidR="00607105" w:rsidRPr="006119E0">
        <w:rPr>
          <w:rStyle w:val="Lead"/>
          <w:rFonts w:ascii="Arial" w:hAnsi="Arial"/>
          <w:bCs/>
        </w:rPr>
        <w:t>. Grafiken und Bücher aus der Sammlung Würth» (2004-05</w:t>
      </w:r>
      <w:r w:rsidR="005D6990" w:rsidRPr="006119E0">
        <w:rPr>
          <w:rStyle w:val="Lead"/>
          <w:rFonts w:ascii="Arial" w:hAnsi="Arial"/>
          <w:bCs/>
        </w:rPr>
        <w:t>)</w:t>
      </w:r>
      <w:r w:rsidR="00607105" w:rsidRPr="006119E0">
        <w:rPr>
          <w:rStyle w:val="Lead"/>
          <w:rFonts w:ascii="Arial" w:hAnsi="Arial"/>
          <w:bCs/>
        </w:rPr>
        <w:t xml:space="preserve">, </w:t>
      </w:r>
      <w:r w:rsidR="005D6990" w:rsidRPr="006119E0">
        <w:rPr>
          <w:rStyle w:val="Lead"/>
          <w:rFonts w:ascii="Arial" w:hAnsi="Arial"/>
          <w:bCs/>
        </w:rPr>
        <w:t>«Friedensreich Hundertwasser</w:t>
      </w:r>
      <w:r w:rsidR="00FD6322" w:rsidRPr="006119E0">
        <w:rPr>
          <w:rStyle w:val="Lead"/>
          <w:rFonts w:ascii="Arial" w:hAnsi="Arial"/>
          <w:bCs/>
        </w:rPr>
        <w:t xml:space="preserve"> – </w:t>
      </w:r>
      <w:r w:rsidR="005D6990" w:rsidRPr="006119E0">
        <w:rPr>
          <w:rStyle w:val="Lead"/>
          <w:rFonts w:ascii="Arial" w:hAnsi="Arial"/>
          <w:bCs/>
        </w:rPr>
        <w:t xml:space="preserve">Die Ernte der Träume. Sammlung Würth» </w:t>
      </w:r>
      <w:r w:rsidR="005D6990" w:rsidRPr="006119E0">
        <w:rPr>
          <w:rStyle w:val="Lead"/>
          <w:rFonts w:ascii="Arial" w:hAnsi="Arial"/>
          <w:bCs/>
        </w:rPr>
        <w:lastRenderedPageBreak/>
        <w:t>(2014-1</w:t>
      </w:r>
      <w:r w:rsidR="00FD6322" w:rsidRPr="006119E0">
        <w:rPr>
          <w:rStyle w:val="Lead"/>
          <w:rFonts w:ascii="Arial" w:hAnsi="Arial"/>
          <w:bCs/>
        </w:rPr>
        <w:t>7</w:t>
      </w:r>
      <w:r w:rsidR="005D6990" w:rsidRPr="006119E0">
        <w:rPr>
          <w:rStyle w:val="Lead"/>
          <w:rFonts w:ascii="Arial" w:hAnsi="Arial"/>
          <w:bCs/>
        </w:rPr>
        <w:t>) oder «Joan Miró</w:t>
      </w:r>
      <w:r w:rsidR="002E2637" w:rsidRPr="006119E0">
        <w:rPr>
          <w:rStyle w:val="Lead"/>
          <w:rFonts w:ascii="Arial" w:hAnsi="Arial"/>
          <w:bCs/>
        </w:rPr>
        <w:t xml:space="preserve"> – </w:t>
      </w:r>
      <w:r w:rsidR="005D6990" w:rsidRPr="006119E0">
        <w:rPr>
          <w:rStyle w:val="Lead"/>
          <w:rFonts w:ascii="Arial" w:hAnsi="Arial"/>
          <w:bCs/>
        </w:rPr>
        <w:t>Alles ist Poesie</w:t>
      </w:r>
      <w:r w:rsidR="00FD6322" w:rsidRPr="006119E0">
        <w:rPr>
          <w:rStyle w:val="Lead"/>
          <w:rFonts w:ascii="Arial" w:hAnsi="Arial"/>
          <w:bCs/>
        </w:rPr>
        <w:t>.</w:t>
      </w:r>
      <w:r w:rsidR="005D6990" w:rsidRPr="006119E0">
        <w:rPr>
          <w:rStyle w:val="Lead"/>
          <w:rFonts w:ascii="Arial" w:hAnsi="Arial"/>
          <w:bCs/>
        </w:rPr>
        <w:t xml:space="preserve"> Sammlung Würth» (2019-20).</w:t>
      </w:r>
    </w:p>
    <w:p w14:paraId="30C12865" w14:textId="10CFC849" w:rsidR="00562FA7" w:rsidRPr="006119E0" w:rsidRDefault="00E31A9E" w:rsidP="005D6990">
      <w:pPr>
        <w:rPr>
          <w:rStyle w:val="Lead"/>
          <w:rFonts w:ascii="Arial" w:hAnsi="Arial"/>
          <w:bCs/>
        </w:rPr>
      </w:pPr>
      <w:r w:rsidRPr="006119E0">
        <w:rPr>
          <w:rStyle w:val="Lead"/>
          <w:rFonts w:ascii="Arial" w:hAnsi="Arial"/>
          <w:bCs/>
        </w:rPr>
        <w:t>Das Ausstellungsprogramm basiert</w:t>
      </w:r>
      <w:r w:rsidR="0098033A" w:rsidRPr="006119E0">
        <w:rPr>
          <w:rStyle w:val="Lead"/>
          <w:rFonts w:ascii="Arial" w:hAnsi="Arial"/>
          <w:bCs/>
        </w:rPr>
        <w:t xml:space="preserve"> dabei hauptsächlich</w:t>
      </w:r>
      <w:r w:rsidRPr="006119E0">
        <w:rPr>
          <w:rStyle w:val="Lead"/>
          <w:rFonts w:ascii="Arial" w:hAnsi="Arial"/>
          <w:bCs/>
        </w:rPr>
        <w:t xml:space="preserve"> auf der Sammlung Würth, die rund 19'000 Werke </w:t>
      </w:r>
      <w:r w:rsidR="00FB53E1" w:rsidRPr="006119E0">
        <w:rPr>
          <w:rStyle w:val="Lead"/>
          <w:rFonts w:ascii="Arial" w:hAnsi="Arial"/>
          <w:bCs/>
        </w:rPr>
        <w:t xml:space="preserve">vorwiegend </w:t>
      </w:r>
      <w:r w:rsidR="0098033A" w:rsidRPr="006119E0">
        <w:rPr>
          <w:rStyle w:val="Lead"/>
          <w:rFonts w:ascii="Arial" w:hAnsi="Arial"/>
          <w:bCs/>
        </w:rPr>
        <w:t xml:space="preserve">moderner und zeitgenössischer Kunst umfasst. </w:t>
      </w:r>
      <w:r w:rsidR="00E8581F" w:rsidRPr="006119E0">
        <w:rPr>
          <w:rStyle w:val="Lead"/>
          <w:rFonts w:ascii="Arial" w:hAnsi="Arial"/>
          <w:bCs/>
        </w:rPr>
        <w:t xml:space="preserve">Alle Aktivitäten des Forum Würth Arlesheim sind Projekte der Würth AG, welche den Kulturbetrieb ohne öffentliche Zuwendungen unterhält. </w:t>
      </w:r>
      <w:r w:rsidR="00896DFD" w:rsidRPr="006119E0">
        <w:rPr>
          <w:rStyle w:val="Lead"/>
          <w:rFonts w:ascii="Arial" w:hAnsi="Arial"/>
          <w:bCs/>
        </w:rPr>
        <w:t xml:space="preserve">Das Engagement der Würth AG </w:t>
      </w:r>
      <w:r w:rsidR="0098033A" w:rsidRPr="006119E0">
        <w:rPr>
          <w:rStyle w:val="Lead"/>
          <w:rFonts w:ascii="Arial" w:hAnsi="Arial"/>
          <w:bCs/>
        </w:rPr>
        <w:t>geht</w:t>
      </w:r>
      <w:r w:rsidR="00562FA7" w:rsidRPr="006119E0">
        <w:rPr>
          <w:rStyle w:val="Lead"/>
          <w:rFonts w:ascii="Arial" w:hAnsi="Arial"/>
          <w:bCs/>
        </w:rPr>
        <w:t xml:space="preserve"> über die Gratiseintritte hinaus und </w:t>
      </w:r>
      <w:r w:rsidR="00896DFD" w:rsidRPr="006119E0">
        <w:rPr>
          <w:rStyle w:val="Lead"/>
          <w:rFonts w:ascii="Arial" w:hAnsi="Arial"/>
          <w:bCs/>
        </w:rPr>
        <w:t xml:space="preserve">erstreckt sich </w:t>
      </w:r>
      <w:r w:rsidR="0098033A" w:rsidRPr="006119E0">
        <w:rPr>
          <w:rStyle w:val="Lead"/>
          <w:rFonts w:ascii="Arial" w:hAnsi="Arial"/>
          <w:bCs/>
        </w:rPr>
        <w:t xml:space="preserve">zusätzlich </w:t>
      </w:r>
      <w:r w:rsidR="00896DFD" w:rsidRPr="006119E0">
        <w:rPr>
          <w:rStyle w:val="Lead"/>
          <w:rFonts w:ascii="Arial" w:hAnsi="Arial"/>
          <w:bCs/>
        </w:rPr>
        <w:t>auf</w:t>
      </w:r>
      <w:r w:rsidR="00E96240" w:rsidRPr="006119E0">
        <w:rPr>
          <w:rStyle w:val="Lead"/>
          <w:rFonts w:ascii="Arial" w:hAnsi="Arial"/>
          <w:bCs/>
        </w:rPr>
        <w:t xml:space="preserve"> </w:t>
      </w:r>
      <w:r w:rsidR="00896DFD" w:rsidRPr="006119E0">
        <w:rPr>
          <w:rStyle w:val="Lead"/>
          <w:rFonts w:ascii="Arial" w:hAnsi="Arial"/>
          <w:bCs/>
        </w:rPr>
        <w:t>Schulen</w:t>
      </w:r>
      <w:r w:rsidR="0098033A" w:rsidRPr="006119E0">
        <w:rPr>
          <w:rStyle w:val="Lead"/>
          <w:rFonts w:ascii="Arial" w:hAnsi="Arial"/>
          <w:bCs/>
        </w:rPr>
        <w:t xml:space="preserve"> </w:t>
      </w:r>
      <w:r w:rsidR="00896DFD" w:rsidRPr="006119E0">
        <w:rPr>
          <w:rStyle w:val="Lead"/>
          <w:rFonts w:ascii="Arial" w:hAnsi="Arial"/>
          <w:bCs/>
        </w:rPr>
        <w:t>und</w:t>
      </w:r>
      <w:r w:rsidR="0098033A" w:rsidRPr="006119E0">
        <w:rPr>
          <w:rStyle w:val="Lead"/>
          <w:rFonts w:ascii="Arial" w:hAnsi="Arial"/>
          <w:bCs/>
        </w:rPr>
        <w:t xml:space="preserve"> </w:t>
      </w:r>
      <w:r w:rsidR="00896DFD" w:rsidRPr="006119E0">
        <w:rPr>
          <w:rStyle w:val="Lead"/>
          <w:rFonts w:ascii="Arial" w:hAnsi="Arial"/>
          <w:bCs/>
        </w:rPr>
        <w:t xml:space="preserve">Kindergärten. </w:t>
      </w:r>
      <w:r w:rsidR="0098033A" w:rsidRPr="006119E0">
        <w:rPr>
          <w:rStyle w:val="Lead"/>
          <w:rFonts w:ascii="Arial" w:hAnsi="Arial"/>
          <w:bCs/>
        </w:rPr>
        <w:t>Dies</w:t>
      </w:r>
      <w:r w:rsidR="00562FA7" w:rsidRPr="006119E0">
        <w:rPr>
          <w:rStyle w:val="Lead"/>
          <w:rFonts w:ascii="Arial" w:hAnsi="Arial"/>
          <w:bCs/>
        </w:rPr>
        <w:t xml:space="preserve">e profitieren von </w:t>
      </w:r>
      <w:r w:rsidR="0098033A" w:rsidRPr="006119E0">
        <w:rPr>
          <w:rStyle w:val="Lead"/>
          <w:rFonts w:ascii="Arial" w:hAnsi="Arial"/>
          <w:bCs/>
        </w:rPr>
        <w:t xml:space="preserve">kostenlosen </w:t>
      </w:r>
      <w:r w:rsidR="00562FA7" w:rsidRPr="006119E0">
        <w:rPr>
          <w:rStyle w:val="Lead"/>
          <w:rFonts w:ascii="Arial" w:hAnsi="Arial"/>
          <w:bCs/>
        </w:rPr>
        <w:t>kunstpädagogischen Führungen und Workshops dank der Übernahm</w:t>
      </w:r>
      <w:r w:rsidR="00C269BA" w:rsidRPr="006119E0">
        <w:rPr>
          <w:rStyle w:val="Lead"/>
          <w:rFonts w:ascii="Arial" w:hAnsi="Arial"/>
          <w:bCs/>
        </w:rPr>
        <w:t>e</w:t>
      </w:r>
      <w:r w:rsidR="00562FA7" w:rsidRPr="006119E0">
        <w:rPr>
          <w:rStyle w:val="Lead"/>
          <w:rFonts w:ascii="Arial" w:hAnsi="Arial"/>
          <w:bCs/>
        </w:rPr>
        <w:t xml:space="preserve"> </w:t>
      </w:r>
      <w:r w:rsidR="00B05A92" w:rsidRPr="006119E0">
        <w:rPr>
          <w:rStyle w:val="Lead"/>
          <w:rFonts w:ascii="Arial" w:hAnsi="Arial"/>
          <w:bCs/>
        </w:rPr>
        <w:t xml:space="preserve">der </w:t>
      </w:r>
      <w:r w:rsidR="00896DFD" w:rsidRPr="006119E0">
        <w:rPr>
          <w:rStyle w:val="Lead"/>
          <w:rFonts w:ascii="Arial" w:hAnsi="Arial"/>
          <w:bCs/>
        </w:rPr>
        <w:t xml:space="preserve">Gesamtkosten </w:t>
      </w:r>
      <w:r w:rsidR="00562FA7" w:rsidRPr="006119E0">
        <w:rPr>
          <w:rStyle w:val="Lead"/>
          <w:rFonts w:ascii="Arial" w:hAnsi="Arial"/>
          <w:bCs/>
        </w:rPr>
        <w:t>durch die Würth AG.</w:t>
      </w:r>
    </w:p>
    <w:p w14:paraId="367A01CE" w14:textId="4B61D577" w:rsidR="009D2ED3" w:rsidRPr="006119E0" w:rsidRDefault="00E96240" w:rsidP="00094054">
      <w:pPr>
        <w:rPr>
          <w:rStyle w:val="Lead"/>
          <w:rFonts w:ascii="Arial" w:hAnsi="Arial"/>
          <w:bCs/>
        </w:rPr>
      </w:pPr>
      <w:r w:rsidRPr="006119E0">
        <w:rPr>
          <w:rStyle w:val="Lead"/>
          <w:rFonts w:ascii="Arial" w:hAnsi="Arial"/>
          <w:bCs/>
        </w:rPr>
        <w:t>«Kunst einer breiten Öffentlichkeit zugänglich zu machen</w:t>
      </w:r>
      <w:r w:rsidR="00E467D6" w:rsidRPr="006119E0">
        <w:rPr>
          <w:rStyle w:val="Lead"/>
          <w:rFonts w:ascii="Arial" w:hAnsi="Arial"/>
          <w:bCs/>
        </w:rPr>
        <w:t xml:space="preserve"> </w:t>
      </w:r>
      <w:r w:rsidRPr="006119E0">
        <w:rPr>
          <w:rStyle w:val="Lead"/>
          <w:rFonts w:ascii="Arial" w:hAnsi="Arial"/>
          <w:bCs/>
        </w:rPr>
        <w:t xml:space="preserve">ist uns </w:t>
      </w:r>
      <w:r w:rsidR="00E467D6" w:rsidRPr="006119E0">
        <w:rPr>
          <w:rStyle w:val="Lead"/>
          <w:rFonts w:ascii="Arial" w:hAnsi="Arial"/>
          <w:bCs/>
        </w:rPr>
        <w:t>wichtig</w:t>
      </w:r>
      <w:r w:rsidR="005217FA" w:rsidRPr="006119E0">
        <w:rPr>
          <w:rStyle w:val="Lead"/>
          <w:rFonts w:ascii="Arial" w:hAnsi="Arial"/>
          <w:bCs/>
        </w:rPr>
        <w:t>.</w:t>
      </w:r>
      <w:r w:rsidR="009D2ED3" w:rsidRPr="006119E0">
        <w:rPr>
          <w:rStyle w:val="Lead"/>
          <w:rFonts w:ascii="Arial" w:hAnsi="Arial"/>
          <w:bCs/>
        </w:rPr>
        <w:t xml:space="preserve"> Mit unseren Ausstellungen, einem vielfältigen </w:t>
      </w:r>
      <w:r w:rsidR="00315CD2" w:rsidRPr="006119E0">
        <w:rPr>
          <w:rStyle w:val="Lead"/>
          <w:rFonts w:ascii="Arial" w:hAnsi="Arial"/>
          <w:bCs/>
        </w:rPr>
        <w:t>Begleitprogramm</w:t>
      </w:r>
      <w:r w:rsidR="009D2ED3" w:rsidRPr="006119E0">
        <w:rPr>
          <w:rStyle w:val="Lead"/>
          <w:rFonts w:ascii="Arial" w:hAnsi="Arial"/>
          <w:bCs/>
        </w:rPr>
        <w:t xml:space="preserve"> und Vermittlungsangebot ermöglichen wir </w:t>
      </w:r>
      <w:r w:rsidR="00E467D6" w:rsidRPr="006119E0">
        <w:rPr>
          <w:rStyle w:val="Lead"/>
          <w:rFonts w:ascii="Arial" w:hAnsi="Arial"/>
          <w:bCs/>
        </w:rPr>
        <w:t>individuelle Kunsterlebnisse und Begegnungen</w:t>
      </w:r>
      <w:r w:rsidR="00177393" w:rsidRPr="006119E0">
        <w:rPr>
          <w:rStyle w:val="Lead"/>
          <w:rFonts w:ascii="Arial" w:hAnsi="Arial"/>
          <w:bCs/>
        </w:rPr>
        <w:t>, die dazu einladen</w:t>
      </w:r>
      <w:r w:rsidR="00174813" w:rsidRPr="006119E0">
        <w:rPr>
          <w:rStyle w:val="Lead"/>
          <w:rFonts w:ascii="Arial" w:hAnsi="Arial"/>
          <w:bCs/>
        </w:rPr>
        <w:t>,</w:t>
      </w:r>
      <w:r w:rsidR="00177393" w:rsidRPr="006119E0">
        <w:rPr>
          <w:rStyle w:val="Lead"/>
          <w:rFonts w:ascii="Arial" w:hAnsi="Arial"/>
          <w:bCs/>
        </w:rPr>
        <w:t xml:space="preserve"> eine Ausstellung mehrfach zu besuchen</w:t>
      </w:r>
      <w:r w:rsidR="00E467D6" w:rsidRPr="006119E0">
        <w:rPr>
          <w:rStyle w:val="Lead"/>
          <w:rFonts w:ascii="Arial" w:hAnsi="Arial"/>
          <w:bCs/>
        </w:rPr>
        <w:t>», so Myriam Rüegsegger, Leitung Forum Würth Arlesheim.</w:t>
      </w:r>
    </w:p>
    <w:p w14:paraId="7AF60DAD" w14:textId="6B66231A" w:rsidR="006C5932" w:rsidRPr="006119E0" w:rsidRDefault="009D2ED3" w:rsidP="00094054">
      <w:pPr>
        <w:rPr>
          <w:rFonts w:ascii="Arial" w:hAnsi="Arial"/>
        </w:rPr>
      </w:pPr>
      <w:r w:rsidRPr="006119E0">
        <w:rPr>
          <w:rFonts w:ascii="Arial" w:hAnsi="Arial"/>
        </w:rPr>
        <w:t xml:space="preserve">Aktuell </w:t>
      </w:r>
      <w:r w:rsidR="00315CD2" w:rsidRPr="006119E0">
        <w:rPr>
          <w:rFonts w:ascii="Arial" w:hAnsi="Arial"/>
        </w:rPr>
        <w:t>und bis</w:t>
      </w:r>
      <w:r w:rsidR="000D60C0" w:rsidRPr="006119E0">
        <w:rPr>
          <w:rFonts w:ascii="Arial" w:hAnsi="Arial"/>
        </w:rPr>
        <w:t xml:space="preserve"> am 29. Oktober 2023 </w:t>
      </w:r>
      <w:r w:rsidR="00315CD2" w:rsidRPr="006119E0">
        <w:rPr>
          <w:rFonts w:ascii="Arial" w:hAnsi="Arial"/>
        </w:rPr>
        <w:t xml:space="preserve">kann </w:t>
      </w:r>
      <w:r w:rsidR="000D60C0" w:rsidRPr="006119E0">
        <w:rPr>
          <w:rFonts w:ascii="Arial" w:hAnsi="Arial"/>
        </w:rPr>
        <w:t>die</w:t>
      </w:r>
      <w:r w:rsidR="00094054" w:rsidRPr="006119E0">
        <w:rPr>
          <w:rFonts w:ascii="Arial" w:hAnsi="Arial"/>
        </w:rPr>
        <w:t xml:space="preserve"> Ausstellung </w:t>
      </w:r>
      <w:r w:rsidR="00094054" w:rsidRPr="006119E0">
        <w:rPr>
          <w:rFonts w:ascii="Arial" w:hAnsi="Arial"/>
          <w:b/>
        </w:rPr>
        <w:t>«Zwischen Pathos und Pastos – Christopher Lehmpfuhl. Sammlung Würth»</w:t>
      </w:r>
      <w:r w:rsidR="000D60C0" w:rsidRPr="006119E0">
        <w:rPr>
          <w:rFonts w:ascii="Arial" w:hAnsi="Arial"/>
        </w:rPr>
        <w:t xml:space="preserve"> </w:t>
      </w:r>
      <w:r w:rsidR="0098033A" w:rsidRPr="006119E0">
        <w:rPr>
          <w:rFonts w:ascii="Arial" w:hAnsi="Arial"/>
        </w:rPr>
        <w:t>besucht werden.</w:t>
      </w:r>
      <w:r w:rsidR="000D60C0" w:rsidRPr="006119E0">
        <w:rPr>
          <w:rFonts w:ascii="Arial" w:hAnsi="Arial"/>
        </w:rPr>
        <w:t xml:space="preserve"> </w:t>
      </w:r>
      <w:r w:rsidR="00094054" w:rsidRPr="006119E0">
        <w:rPr>
          <w:rFonts w:ascii="Arial" w:hAnsi="Arial"/>
        </w:rPr>
        <w:t xml:space="preserve">Der Berliner Künstler Christopher Lehmpfuhl (*1972) malt im Freien. Bei Wind und Wetter trägt er dicke Schichten Ölfarbe direkt mit den Händen auf die Leinwand auf und erschafft dabei plastische Stadt- und Naturlandschaften voller Licht und Atmosphäre. Die </w:t>
      </w:r>
      <w:proofErr w:type="spellStart"/>
      <w:r w:rsidR="00094054" w:rsidRPr="006119E0">
        <w:rPr>
          <w:rFonts w:ascii="Arial" w:hAnsi="Arial"/>
        </w:rPr>
        <w:t>Ausstel</w:t>
      </w:r>
      <w:r w:rsidR="00423B24" w:rsidRPr="006119E0">
        <w:rPr>
          <w:rFonts w:ascii="Arial" w:hAnsi="Arial"/>
        </w:rPr>
        <w:t>-</w:t>
      </w:r>
      <w:r w:rsidR="00094054" w:rsidRPr="006119E0">
        <w:rPr>
          <w:rFonts w:ascii="Arial" w:hAnsi="Arial"/>
        </w:rPr>
        <w:lastRenderedPageBreak/>
        <w:t>lung</w:t>
      </w:r>
      <w:proofErr w:type="spellEnd"/>
      <w:r w:rsidR="00094054" w:rsidRPr="006119E0">
        <w:rPr>
          <w:rFonts w:ascii="Arial" w:hAnsi="Arial"/>
        </w:rPr>
        <w:t xml:space="preserve"> im Forum Würth Arlesheim zeigt rund 35 Werke der Sammlung Würth, ergänzt um einige Leihgaben aus dem Atelier des Künstlers. Persönliche Arbeitsobjekte Lehmpfuhls und drei Dokumentarfilme geben zudem Einblick in die Arbeitsweise und den kreativen Schaffensprozess dieses Ausnahmekünstlers.</w:t>
      </w:r>
    </w:p>
    <w:p w14:paraId="20CC047E" w14:textId="6EE1BBF7" w:rsidR="00177393" w:rsidRPr="006119E0" w:rsidRDefault="004927DE" w:rsidP="00094054">
      <w:pPr>
        <w:rPr>
          <w:rFonts w:ascii="Arial" w:hAnsi="Arial"/>
        </w:rPr>
      </w:pPr>
      <w:r w:rsidRPr="006119E0">
        <w:rPr>
          <w:rFonts w:ascii="Arial" w:hAnsi="Arial"/>
        </w:rPr>
        <w:t>Begleitend zur Ausstellung laden k</w:t>
      </w:r>
      <w:r w:rsidR="00177393" w:rsidRPr="006119E0">
        <w:rPr>
          <w:rFonts w:ascii="Arial" w:hAnsi="Arial"/>
        </w:rPr>
        <w:t xml:space="preserve">urzweilige Veranstaltungen dazu </w:t>
      </w:r>
      <w:r w:rsidRPr="006119E0">
        <w:rPr>
          <w:rFonts w:ascii="Arial" w:hAnsi="Arial"/>
        </w:rPr>
        <w:t>ein</w:t>
      </w:r>
      <w:r w:rsidR="00174813" w:rsidRPr="006119E0">
        <w:rPr>
          <w:rFonts w:ascii="Arial" w:hAnsi="Arial"/>
        </w:rPr>
        <w:t>,</w:t>
      </w:r>
      <w:r w:rsidRPr="006119E0">
        <w:rPr>
          <w:rFonts w:ascii="Arial" w:hAnsi="Arial"/>
        </w:rPr>
        <w:t xml:space="preserve"> </w:t>
      </w:r>
      <w:r w:rsidR="00174813" w:rsidRPr="006119E0">
        <w:rPr>
          <w:rFonts w:ascii="Arial" w:hAnsi="Arial"/>
        </w:rPr>
        <w:t xml:space="preserve">selbst </w:t>
      </w:r>
      <w:r w:rsidR="00177393" w:rsidRPr="006119E0">
        <w:rPr>
          <w:rFonts w:ascii="Arial" w:hAnsi="Arial"/>
        </w:rPr>
        <w:t>kreativ zu werden oder musikalisch in den Frühling einzutauchen</w:t>
      </w:r>
      <w:r w:rsidRPr="006119E0">
        <w:rPr>
          <w:rFonts w:ascii="Arial" w:hAnsi="Arial"/>
        </w:rPr>
        <w:t xml:space="preserve">. Darüber hinaus gibt es im Kunst-Shop ausgewählte Bücher und Geschenke, die </w:t>
      </w:r>
      <w:r w:rsidR="00423B24" w:rsidRPr="006119E0">
        <w:rPr>
          <w:rFonts w:ascii="Arial" w:hAnsi="Arial"/>
        </w:rPr>
        <w:t xml:space="preserve">täglich vor Ort </w:t>
      </w:r>
      <w:r w:rsidRPr="006119E0">
        <w:rPr>
          <w:rFonts w:ascii="Arial" w:hAnsi="Arial"/>
        </w:rPr>
        <w:t>e</w:t>
      </w:r>
      <w:r w:rsidR="002950D8" w:rsidRPr="006119E0">
        <w:rPr>
          <w:rFonts w:ascii="Arial" w:hAnsi="Arial"/>
        </w:rPr>
        <w:t xml:space="preserve">rworben </w:t>
      </w:r>
      <w:r w:rsidRPr="006119E0">
        <w:rPr>
          <w:rFonts w:ascii="Arial" w:hAnsi="Arial"/>
        </w:rPr>
        <w:t>werden können (MO</w:t>
      </w:r>
      <w:r w:rsidR="00FD6322" w:rsidRPr="006119E0">
        <w:rPr>
          <w:rFonts w:ascii="Arial" w:hAnsi="Arial"/>
          <w:iCs/>
          <w:szCs w:val="28"/>
        </w:rPr>
        <w:t xml:space="preserve"> bis </w:t>
      </w:r>
      <w:r w:rsidRPr="006119E0">
        <w:rPr>
          <w:rFonts w:ascii="Arial" w:hAnsi="Arial"/>
        </w:rPr>
        <w:t>FR 7.30</w:t>
      </w:r>
      <w:r w:rsidR="00FD6322" w:rsidRPr="006119E0">
        <w:rPr>
          <w:rFonts w:ascii="Arial" w:hAnsi="Arial"/>
        </w:rPr>
        <w:t>-</w:t>
      </w:r>
      <w:r w:rsidRPr="006119E0">
        <w:rPr>
          <w:rFonts w:ascii="Arial" w:hAnsi="Arial"/>
        </w:rPr>
        <w:t>17 Uhr, SA</w:t>
      </w:r>
      <w:r w:rsidR="00FD6322" w:rsidRPr="006119E0">
        <w:rPr>
          <w:rFonts w:ascii="Arial" w:hAnsi="Arial"/>
          <w:iCs/>
          <w:szCs w:val="28"/>
        </w:rPr>
        <w:t xml:space="preserve"> bis </w:t>
      </w:r>
      <w:r w:rsidRPr="006119E0">
        <w:rPr>
          <w:rFonts w:ascii="Arial" w:hAnsi="Arial"/>
        </w:rPr>
        <w:t xml:space="preserve">SO </w:t>
      </w:r>
      <w:r w:rsidR="00FD6322" w:rsidRPr="006119E0">
        <w:rPr>
          <w:rFonts w:ascii="Arial" w:hAnsi="Arial"/>
        </w:rPr>
        <w:br/>
      </w:r>
      <w:r w:rsidRPr="006119E0">
        <w:rPr>
          <w:rFonts w:ascii="Arial" w:hAnsi="Arial"/>
        </w:rPr>
        <w:t>11</w:t>
      </w:r>
      <w:r w:rsidR="00FD6322" w:rsidRPr="006119E0">
        <w:rPr>
          <w:rFonts w:ascii="Arial" w:hAnsi="Arial"/>
        </w:rPr>
        <w:t>-</w:t>
      </w:r>
      <w:r w:rsidRPr="006119E0">
        <w:rPr>
          <w:rFonts w:ascii="Arial" w:hAnsi="Arial"/>
        </w:rPr>
        <w:t>17 Uhr).</w:t>
      </w:r>
    </w:p>
    <w:p w14:paraId="20BA3E09" w14:textId="6E76C1CE" w:rsidR="00F635D5" w:rsidRPr="006119E0" w:rsidRDefault="006119E0" w:rsidP="000E6034">
      <w:pPr>
        <w:pStyle w:val="Boilerplate"/>
        <w:tabs>
          <w:tab w:val="clear" w:pos="4536"/>
          <w:tab w:val="clear" w:pos="9072"/>
        </w:tabs>
        <w:jc w:val="left"/>
        <w:rPr>
          <w:rFonts w:ascii="Arial" w:hAnsi="Arial"/>
          <w:iCs/>
          <w:kern w:val="24"/>
          <w:szCs w:val="28"/>
        </w:rPr>
      </w:pPr>
      <w:r>
        <w:rPr>
          <w:rFonts w:ascii="Arial" w:hAnsi="Arial"/>
          <w:b/>
        </w:rPr>
        <w:br/>
      </w:r>
      <w:r w:rsidR="004927DE" w:rsidRPr="006119E0">
        <w:rPr>
          <w:rFonts w:ascii="Arial" w:hAnsi="Arial"/>
          <w:b/>
        </w:rPr>
        <w:br/>
      </w:r>
      <w:r w:rsidR="00F635D5" w:rsidRPr="006119E0">
        <w:rPr>
          <w:rFonts w:ascii="Arial" w:hAnsi="Arial"/>
          <w:b/>
        </w:rPr>
        <w:t>«Zwischen Pathos und Pastos – Christopher Lehmpfuhl. Sammlung Würth»</w:t>
      </w:r>
      <w:r w:rsidR="00F635D5" w:rsidRPr="006119E0">
        <w:rPr>
          <w:rFonts w:ascii="Arial" w:hAnsi="Arial"/>
        </w:rPr>
        <w:t>.</w:t>
      </w:r>
    </w:p>
    <w:p w14:paraId="23EAAFF8" w14:textId="77777777" w:rsidR="00F635D5" w:rsidRPr="006119E0" w:rsidRDefault="00F635D5" w:rsidP="000E6034">
      <w:pPr>
        <w:pStyle w:val="Boilerplate"/>
        <w:tabs>
          <w:tab w:val="clear" w:pos="4536"/>
          <w:tab w:val="clear" w:pos="9072"/>
        </w:tabs>
        <w:jc w:val="left"/>
        <w:rPr>
          <w:rFonts w:ascii="Arial" w:hAnsi="Arial"/>
          <w:iCs/>
          <w:kern w:val="24"/>
          <w:szCs w:val="28"/>
        </w:rPr>
      </w:pPr>
      <w:r w:rsidRPr="006119E0">
        <w:rPr>
          <w:rFonts w:ascii="Arial" w:hAnsi="Arial"/>
          <w:iCs/>
          <w:kern w:val="24"/>
          <w:szCs w:val="28"/>
        </w:rPr>
        <w:t>09. Dezember 2022 bis 29. Oktober 2023</w:t>
      </w:r>
    </w:p>
    <w:p w14:paraId="7D6D889E" w14:textId="77777777" w:rsidR="00F635D5" w:rsidRPr="006119E0" w:rsidRDefault="00F635D5" w:rsidP="000E6034">
      <w:pPr>
        <w:pStyle w:val="Boilerplate"/>
        <w:tabs>
          <w:tab w:val="clear" w:pos="4536"/>
          <w:tab w:val="clear" w:pos="9072"/>
        </w:tabs>
        <w:jc w:val="left"/>
        <w:rPr>
          <w:rFonts w:ascii="Arial" w:hAnsi="Arial"/>
          <w:iCs/>
          <w:kern w:val="24"/>
          <w:szCs w:val="28"/>
        </w:rPr>
      </w:pPr>
      <w:r w:rsidRPr="006119E0">
        <w:rPr>
          <w:rFonts w:ascii="Arial" w:hAnsi="Arial"/>
          <w:iCs/>
          <w:kern w:val="24"/>
          <w:szCs w:val="28"/>
        </w:rPr>
        <w:t>geöffnet Dienstag bis Sonntag 11–17 Uhr, Eintritt frei.</w:t>
      </w:r>
    </w:p>
    <w:p w14:paraId="31F37683" w14:textId="77777777" w:rsidR="001F015A" w:rsidRPr="006119E0" w:rsidRDefault="001F015A" w:rsidP="001F015A">
      <w:pPr>
        <w:pStyle w:val="Fuzeile"/>
        <w:tabs>
          <w:tab w:val="clear" w:pos="4536"/>
          <w:tab w:val="clear" w:pos="9072"/>
        </w:tabs>
        <w:rPr>
          <w:rFonts w:ascii="Arial" w:hAnsi="Arial"/>
        </w:rPr>
      </w:pPr>
      <w:r w:rsidRPr="006119E0">
        <w:rPr>
          <w:rFonts w:ascii="Arial" w:hAnsi="Arial"/>
        </w:rPr>
        <w:t>kunst.wuerth-ag.ch</w:t>
      </w:r>
    </w:p>
    <w:p w14:paraId="3A16807C" w14:textId="5CF5DB98" w:rsidR="00F635D5" w:rsidRPr="006119E0" w:rsidRDefault="006119E0" w:rsidP="000E6034">
      <w:pPr>
        <w:pStyle w:val="Boilerplate"/>
        <w:tabs>
          <w:tab w:val="clear" w:pos="4536"/>
          <w:tab w:val="clear" w:pos="9072"/>
        </w:tabs>
        <w:jc w:val="left"/>
        <w:rPr>
          <w:rFonts w:ascii="Arial" w:hAnsi="Arial"/>
          <w:iCs/>
          <w:kern w:val="24"/>
          <w:szCs w:val="28"/>
        </w:rPr>
      </w:pPr>
      <w:r>
        <w:rPr>
          <w:rFonts w:ascii="Arial" w:hAnsi="Arial"/>
          <w:iCs/>
          <w:kern w:val="24"/>
          <w:szCs w:val="28"/>
        </w:rPr>
        <w:br/>
      </w:r>
    </w:p>
    <w:p w14:paraId="0C4BEF7D" w14:textId="083FAA12" w:rsidR="00F635D5" w:rsidRPr="006119E0" w:rsidRDefault="00F635D5" w:rsidP="000E6034">
      <w:pPr>
        <w:pStyle w:val="Boilerplate"/>
        <w:jc w:val="left"/>
        <w:rPr>
          <w:rFonts w:ascii="Arial" w:hAnsi="Arial"/>
          <w:b/>
          <w:iCs/>
          <w:kern w:val="24"/>
          <w:szCs w:val="28"/>
        </w:rPr>
      </w:pPr>
      <w:r w:rsidRPr="006119E0">
        <w:rPr>
          <w:rFonts w:ascii="Arial" w:hAnsi="Arial"/>
          <w:b/>
          <w:iCs/>
          <w:kern w:val="24"/>
          <w:szCs w:val="28"/>
        </w:rPr>
        <w:t>Forum Würth Arlesheim</w:t>
      </w:r>
    </w:p>
    <w:p w14:paraId="2961033B" w14:textId="6B52F85E" w:rsidR="00821895" w:rsidRPr="006119E0" w:rsidRDefault="00F635D5" w:rsidP="000E6034">
      <w:pPr>
        <w:pStyle w:val="Boilerplate"/>
        <w:tabs>
          <w:tab w:val="clear" w:pos="4536"/>
          <w:tab w:val="clear" w:pos="9072"/>
        </w:tabs>
        <w:jc w:val="left"/>
        <w:rPr>
          <w:rFonts w:ascii="Arial" w:hAnsi="Arial"/>
          <w:iCs/>
          <w:kern w:val="24"/>
          <w:szCs w:val="28"/>
        </w:rPr>
      </w:pPr>
      <w:r w:rsidRPr="006119E0">
        <w:rPr>
          <w:rFonts w:ascii="Arial" w:hAnsi="Arial"/>
          <w:iCs/>
          <w:kern w:val="24"/>
          <w:szCs w:val="28"/>
        </w:rPr>
        <w:t xml:space="preserve">Das 2003 eröffnete Forum Würth Arlesheim zeigt wechselnde Ausstellungen, hauptsächlich mit Werken aus der rund 19’000 Positionen umfassenden Sammlung Würth. 2023 feiert </w:t>
      </w:r>
      <w:r w:rsidR="000E6034" w:rsidRPr="006119E0">
        <w:rPr>
          <w:rFonts w:ascii="Arial" w:hAnsi="Arial"/>
          <w:iCs/>
          <w:kern w:val="24"/>
          <w:szCs w:val="28"/>
        </w:rPr>
        <w:br/>
      </w:r>
      <w:r w:rsidRPr="006119E0">
        <w:rPr>
          <w:rFonts w:ascii="Arial" w:hAnsi="Arial"/>
          <w:iCs/>
          <w:kern w:val="24"/>
          <w:szCs w:val="28"/>
        </w:rPr>
        <w:t>das Forum Würth Arlesheim 20-jähriges Bestehen. Öffnungszeiten: Dienstag bis Sonntag von 11 bis 17 Uhr, Eintritt frei. Alle Aktivitäten des Forum Würth Arlesheim sind Projekte der Würth AG.</w:t>
      </w:r>
    </w:p>
    <w:p w14:paraId="09C5BFA9" w14:textId="18509989" w:rsidR="00F635D5" w:rsidRPr="006119E0" w:rsidRDefault="00F635D5" w:rsidP="000E6034">
      <w:pPr>
        <w:pStyle w:val="Boilerplate"/>
        <w:tabs>
          <w:tab w:val="clear" w:pos="4536"/>
          <w:tab w:val="clear" w:pos="9072"/>
        </w:tabs>
        <w:jc w:val="left"/>
        <w:rPr>
          <w:rStyle w:val="Seitenzahl"/>
          <w:rFonts w:ascii="Arial" w:hAnsi="Arial"/>
        </w:rPr>
      </w:pPr>
    </w:p>
    <w:p w14:paraId="26E3781E" w14:textId="68143045" w:rsidR="004927DE" w:rsidRPr="006119E0" w:rsidRDefault="004927DE" w:rsidP="000E6034">
      <w:pPr>
        <w:pStyle w:val="Boilerplate"/>
        <w:tabs>
          <w:tab w:val="clear" w:pos="4536"/>
          <w:tab w:val="clear" w:pos="9072"/>
        </w:tabs>
        <w:jc w:val="left"/>
        <w:rPr>
          <w:rStyle w:val="Seitenzahl"/>
          <w:rFonts w:ascii="Arial" w:hAnsi="Arial"/>
        </w:rPr>
      </w:pPr>
      <w:r w:rsidRPr="006119E0">
        <w:rPr>
          <w:rStyle w:val="Seitenzahl"/>
          <w:rFonts w:ascii="Arial" w:hAnsi="Arial"/>
          <w:b/>
        </w:rPr>
        <w:t>Bildmaterial und -legenden</w:t>
      </w:r>
      <w:r w:rsidR="006119E0">
        <w:rPr>
          <w:rStyle w:val="Seitenzahl"/>
          <w:rFonts w:ascii="Arial" w:hAnsi="Arial"/>
          <w:b/>
        </w:rPr>
        <w:br/>
      </w:r>
      <w:r w:rsidRPr="006119E0">
        <w:rPr>
          <w:rStyle w:val="Seitenzahl"/>
          <w:rFonts w:ascii="Arial" w:hAnsi="Arial"/>
          <w:b/>
        </w:rPr>
        <w:br/>
      </w:r>
      <w:r w:rsidRPr="006119E0">
        <w:rPr>
          <w:rStyle w:val="Seitenzahl"/>
          <w:rFonts w:ascii="Arial" w:hAnsi="Arial"/>
        </w:rPr>
        <w:t>_</w:t>
      </w:r>
      <w:r w:rsidR="00423B24" w:rsidRPr="006119E0">
        <w:rPr>
          <w:rStyle w:val="Seitenzahl"/>
          <w:rFonts w:ascii="Arial" w:hAnsi="Arial"/>
        </w:rPr>
        <w:t>Abb</w:t>
      </w:r>
      <w:r w:rsidR="006119E0" w:rsidRPr="006119E0">
        <w:rPr>
          <w:rStyle w:val="Seitenzahl"/>
          <w:rFonts w:ascii="Arial" w:hAnsi="Arial"/>
        </w:rPr>
        <w:t>.1</w:t>
      </w:r>
      <w:r w:rsidRPr="006119E0">
        <w:rPr>
          <w:rStyle w:val="Seitenzahl"/>
          <w:rFonts w:ascii="Arial" w:hAnsi="Arial"/>
        </w:rPr>
        <w:br/>
      </w:r>
      <w:r w:rsidR="006A6878" w:rsidRPr="006119E0">
        <w:rPr>
          <w:rStyle w:val="Seitenzahl"/>
          <w:rFonts w:ascii="Arial" w:hAnsi="Arial"/>
        </w:rPr>
        <w:t xml:space="preserve">V. </w:t>
      </w:r>
      <w:proofErr w:type="spellStart"/>
      <w:r w:rsidR="00D569ED">
        <w:rPr>
          <w:rStyle w:val="Seitenzahl"/>
          <w:rFonts w:ascii="Arial" w:hAnsi="Arial"/>
        </w:rPr>
        <w:t>re</w:t>
      </w:r>
      <w:proofErr w:type="spellEnd"/>
      <w:r w:rsidR="006A6878" w:rsidRPr="006119E0">
        <w:rPr>
          <w:rStyle w:val="Seitenzahl"/>
          <w:rFonts w:ascii="Arial" w:hAnsi="Arial"/>
        </w:rPr>
        <w:t xml:space="preserve">. </w:t>
      </w:r>
      <w:r w:rsidR="002B7F79">
        <w:rPr>
          <w:rStyle w:val="Seitenzahl"/>
          <w:rFonts w:ascii="Arial" w:hAnsi="Arial"/>
        </w:rPr>
        <w:t>n</w:t>
      </w:r>
      <w:r w:rsidR="006A6878" w:rsidRPr="006119E0">
        <w:rPr>
          <w:rStyle w:val="Seitenzahl"/>
          <w:rFonts w:ascii="Arial" w:hAnsi="Arial"/>
        </w:rPr>
        <w:t xml:space="preserve">. </w:t>
      </w:r>
      <w:r w:rsidR="00D569ED">
        <w:rPr>
          <w:rStyle w:val="Seitenzahl"/>
          <w:rFonts w:ascii="Arial" w:hAnsi="Arial"/>
        </w:rPr>
        <w:t>li</w:t>
      </w:r>
      <w:r w:rsidR="006A6878" w:rsidRPr="006119E0">
        <w:rPr>
          <w:rStyle w:val="Seitenzahl"/>
          <w:rFonts w:ascii="Arial" w:hAnsi="Arial"/>
        </w:rPr>
        <w:t xml:space="preserve">. </w:t>
      </w:r>
      <w:r w:rsidRPr="006119E0">
        <w:rPr>
          <w:rStyle w:val="Seitenzahl"/>
          <w:rFonts w:ascii="Arial" w:hAnsi="Arial"/>
        </w:rPr>
        <w:t>Lukas Wagner, Geschäftsführer Innendienst</w:t>
      </w:r>
      <w:r w:rsidR="00FD6322" w:rsidRPr="006119E0">
        <w:rPr>
          <w:rStyle w:val="Seitenzahl"/>
          <w:rFonts w:ascii="Arial" w:hAnsi="Arial"/>
        </w:rPr>
        <w:t xml:space="preserve"> der</w:t>
      </w:r>
      <w:r w:rsidRPr="006119E0">
        <w:rPr>
          <w:rStyle w:val="Seitenzahl"/>
          <w:rFonts w:ascii="Arial" w:hAnsi="Arial"/>
        </w:rPr>
        <w:t xml:space="preserve"> Würth AG </w:t>
      </w:r>
      <w:r w:rsidR="006119E0" w:rsidRPr="006119E0">
        <w:rPr>
          <w:rStyle w:val="Seitenzahl"/>
          <w:rFonts w:ascii="Arial" w:hAnsi="Arial"/>
        </w:rPr>
        <w:t>gratuliert</w:t>
      </w:r>
      <w:r w:rsidRPr="006119E0">
        <w:rPr>
          <w:rStyle w:val="Seitenzahl"/>
          <w:rFonts w:ascii="Arial" w:hAnsi="Arial"/>
        </w:rPr>
        <w:t xml:space="preserve"> </w:t>
      </w:r>
      <w:r w:rsidR="009866D4" w:rsidRPr="006119E0">
        <w:rPr>
          <w:rStyle w:val="Seitenzahl"/>
          <w:rFonts w:ascii="Arial" w:hAnsi="Arial"/>
        </w:rPr>
        <w:t xml:space="preserve">dem Ehepaar Inge und Günter </w:t>
      </w:r>
      <w:proofErr w:type="spellStart"/>
      <w:r w:rsidR="009866D4" w:rsidRPr="006119E0">
        <w:rPr>
          <w:rStyle w:val="Seitenzahl"/>
          <w:rFonts w:ascii="Arial" w:hAnsi="Arial"/>
        </w:rPr>
        <w:t>Dännart</w:t>
      </w:r>
      <w:proofErr w:type="spellEnd"/>
      <w:r w:rsidR="006119E0" w:rsidRPr="006119E0">
        <w:rPr>
          <w:rStyle w:val="Seitenzahl"/>
          <w:rFonts w:ascii="Arial" w:hAnsi="Arial"/>
        </w:rPr>
        <w:t xml:space="preserve"> aus Gundelfingen</w:t>
      </w:r>
    </w:p>
    <w:p w14:paraId="67B9035E" w14:textId="77777777" w:rsidR="006119E0" w:rsidRPr="006119E0" w:rsidRDefault="006119E0" w:rsidP="000E6034">
      <w:pPr>
        <w:pStyle w:val="Boilerplate"/>
        <w:tabs>
          <w:tab w:val="clear" w:pos="4536"/>
          <w:tab w:val="clear" w:pos="9072"/>
        </w:tabs>
        <w:jc w:val="left"/>
        <w:rPr>
          <w:rStyle w:val="Seitenzahl"/>
          <w:rFonts w:ascii="Arial" w:hAnsi="Arial"/>
          <w:color w:val="FF0000"/>
        </w:rPr>
      </w:pPr>
      <w:bookmarkStart w:id="0" w:name="_GoBack"/>
      <w:bookmarkEnd w:id="0"/>
    </w:p>
    <w:p w14:paraId="7E33F3D4" w14:textId="4229E2D6" w:rsidR="004927DE" w:rsidRPr="006119E0" w:rsidRDefault="004927DE" w:rsidP="000E6034">
      <w:pPr>
        <w:pStyle w:val="Boilerplate"/>
        <w:tabs>
          <w:tab w:val="clear" w:pos="4536"/>
          <w:tab w:val="clear" w:pos="9072"/>
        </w:tabs>
        <w:jc w:val="left"/>
        <w:rPr>
          <w:rStyle w:val="Seitenzahl"/>
          <w:rFonts w:ascii="Arial" w:hAnsi="Arial"/>
        </w:rPr>
      </w:pPr>
      <w:r w:rsidRPr="006119E0">
        <w:rPr>
          <w:rStyle w:val="Seitenzahl"/>
          <w:rFonts w:ascii="Arial" w:hAnsi="Arial"/>
        </w:rPr>
        <w:t>_</w:t>
      </w:r>
      <w:r w:rsidR="00423B24" w:rsidRPr="006119E0">
        <w:rPr>
          <w:rStyle w:val="Seitenzahl"/>
          <w:rFonts w:ascii="Arial" w:hAnsi="Arial"/>
        </w:rPr>
        <w:t>Abb.</w:t>
      </w:r>
      <w:r w:rsidR="00FA1D0C" w:rsidRPr="006119E0">
        <w:rPr>
          <w:rStyle w:val="Seitenzahl"/>
          <w:rFonts w:ascii="Arial" w:hAnsi="Arial"/>
        </w:rPr>
        <w:t xml:space="preserve"> 2:</w:t>
      </w:r>
    </w:p>
    <w:p w14:paraId="72CF24B9" w14:textId="3FC3287B" w:rsidR="004927DE" w:rsidRPr="006119E0" w:rsidRDefault="00DF5716" w:rsidP="000E6034">
      <w:pPr>
        <w:pStyle w:val="Boilerplate"/>
        <w:tabs>
          <w:tab w:val="clear" w:pos="4536"/>
          <w:tab w:val="clear" w:pos="9072"/>
        </w:tabs>
        <w:jc w:val="left"/>
        <w:rPr>
          <w:rStyle w:val="Seitenzahl"/>
          <w:rFonts w:ascii="Arial" w:hAnsi="Arial"/>
        </w:rPr>
      </w:pPr>
      <w:r w:rsidRPr="006119E0">
        <w:rPr>
          <w:rStyle w:val="Seitenzahl"/>
          <w:rFonts w:ascii="Arial" w:hAnsi="Arial"/>
        </w:rPr>
        <w:t xml:space="preserve">Aussenansicht </w:t>
      </w:r>
      <w:r w:rsidR="004927DE" w:rsidRPr="006119E0">
        <w:rPr>
          <w:rStyle w:val="Seitenzahl"/>
          <w:rFonts w:ascii="Arial" w:hAnsi="Arial"/>
        </w:rPr>
        <w:t>Forum Würth Arlesheim</w:t>
      </w:r>
    </w:p>
    <w:p w14:paraId="3CF4CFC6" w14:textId="77777777" w:rsidR="006119E0" w:rsidRPr="006119E0" w:rsidRDefault="006119E0" w:rsidP="000E6034">
      <w:pPr>
        <w:pStyle w:val="Boilerplate"/>
        <w:tabs>
          <w:tab w:val="clear" w:pos="4536"/>
          <w:tab w:val="clear" w:pos="9072"/>
        </w:tabs>
        <w:jc w:val="left"/>
        <w:rPr>
          <w:rStyle w:val="Seitenzahl"/>
          <w:rFonts w:ascii="Arial" w:hAnsi="Arial"/>
        </w:rPr>
      </w:pPr>
    </w:p>
    <w:p w14:paraId="5339112D" w14:textId="77777777" w:rsidR="006119E0" w:rsidRPr="006119E0" w:rsidRDefault="004927DE" w:rsidP="00DF5716">
      <w:pPr>
        <w:spacing w:line="240" w:lineRule="auto"/>
        <w:jc w:val="left"/>
        <w:rPr>
          <w:rStyle w:val="Seitenzahl"/>
          <w:rFonts w:ascii="Arial" w:hAnsi="Arial"/>
        </w:rPr>
      </w:pPr>
      <w:r w:rsidRPr="006119E0">
        <w:rPr>
          <w:rStyle w:val="Seitenzahl"/>
          <w:rFonts w:ascii="Arial" w:hAnsi="Arial"/>
        </w:rPr>
        <w:t>_Abb</w:t>
      </w:r>
      <w:r w:rsidR="00423B24" w:rsidRPr="006119E0">
        <w:rPr>
          <w:rStyle w:val="Seitenzahl"/>
          <w:rFonts w:ascii="Arial" w:hAnsi="Arial"/>
        </w:rPr>
        <w:t>.</w:t>
      </w:r>
      <w:r w:rsidR="006119E0" w:rsidRPr="006119E0">
        <w:rPr>
          <w:rStyle w:val="Seitenzahl"/>
          <w:rFonts w:ascii="Arial" w:hAnsi="Arial"/>
        </w:rPr>
        <w:t xml:space="preserve"> </w:t>
      </w:r>
      <w:r w:rsidR="00687DFB" w:rsidRPr="006119E0">
        <w:rPr>
          <w:rStyle w:val="Seitenzahl"/>
          <w:rFonts w:ascii="Arial" w:hAnsi="Arial"/>
        </w:rPr>
        <w:t>3:</w:t>
      </w:r>
      <w:r w:rsidRPr="006119E0">
        <w:rPr>
          <w:rStyle w:val="Seitenzahl"/>
          <w:rFonts w:ascii="Arial" w:hAnsi="Arial"/>
          <w:b/>
        </w:rPr>
        <w:br/>
      </w:r>
      <w:r w:rsidR="00DF5716" w:rsidRPr="006119E0">
        <w:rPr>
          <w:rStyle w:val="Seitenzahl"/>
          <w:rFonts w:ascii="Arial" w:hAnsi="Arial"/>
        </w:rPr>
        <w:t>Aussenansicht Forum Würth Arlesheim</w:t>
      </w:r>
    </w:p>
    <w:p w14:paraId="5AE1B16E" w14:textId="33DA4908" w:rsidR="00687DFB" w:rsidRPr="006119E0" w:rsidRDefault="00DF5716" w:rsidP="006119E0">
      <w:pPr>
        <w:spacing w:line="240" w:lineRule="auto"/>
        <w:jc w:val="left"/>
        <w:rPr>
          <w:rStyle w:val="Seitenzahl"/>
          <w:rFonts w:ascii="Arial" w:hAnsi="Arial"/>
          <w:sz w:val="18"/>
          <w:szCs w:val="18"/>
        </w:rPr>
      </w:pPr>
      <w:r w:rsidRPr="006119E0">
        <w:rPr>
          <w:rStyle w:val="Seitenzahl"/>
          <w:rFonts w:ascii="Arial" w:hAnsi="Arial"/>
        </w:rPr>
        <w:br/>
      </w:r>
      <w:r w:rsidRPr="006119E0">
        <w:rPr>
          <w:rFonts w:ascii="Arial" w:hAnsi="Arial"/>
          <w:color w:val="000000"/>
          <w:sz w:val="16"/>
          <w:szCs w:val="16"/>
        </w:rPr>
        <w:t xml:space="preserve">Das Bildmaterial zum </w:t>
      </w:r>
      <w:r w:rsidR="009D51C0" w:rsidRPr="006119E0">
        <w:rPr>
          <w:rFonts w:ascii="Arial" w:hAnsi="Arial"/>
          <w:color w:val="000000"/>
          <w:sz w:val="16"/>
          <w:szCs w:val="16"/>
        </w:rPr>
        <w:t>Jubiläum</w:t>
      </w:r>
      <w:r w:rsidRPr="006119E0">
        <w:rPr>
          <w:rFonts w:ascii="Arial" w:hAnsi="Arial"/>
          <w:color w:val="000000"/>
          <w:sz w:val="16"/>
          <w:szCs w:val="16"/>
        </w:rPr>
        <w:t xml:space="preserve"> kann angefragt werden unter: </w:t>
      </w:r>
      <w:hyperlink r:id="rId7" w:history="1">
        <w:r w:rsidRPr="006119E0">
          <w:rPr>
            <w:rStyle w:val="Hyperlink"/>
            <w:rFonts w:ascii="Arial" w:hAnsi="Arial"/>
            <w:sz w:val="16"/>
            <w:szCs w:val="16"/>
          </w:rPr>
          <w:t>arlesheim@forum-wuerth.ch</w:t>
        </w:r>
      </w:hyperlink>
    </w:p>
    <w:p w14:paraId="6E4AF84B" w14:textId="5EF63573" w:rsidR="004927DE" w:rsidRPr="006119E0" w:rsidRDefault="006119E0" w:rsidP="000E6034">
      <w:pPr>
        <w:pStyle w:val="Boilerplate"/>
        <w:tabs>
          <w:tab w:val="clear" w:pos="4536"/>
          <w:tab w:val="clear" w:pos="9072"/>
        </w:tabs>
        <w:jc w:val="left"/>
        <w:rPr>
          <w:rStyle w:val="Seitenzahl"/>
          <w:rFonts w:ascii="Arial" w:hAnsi="Arial"/>
          <w:b/>
        </w:rPr>
      </w:pPr>
      <w:r>
        <w:rPr>
          <w:rStyle w:val="Seitenzahl"/>
          <w:rFonts w:ascii="Arial" w:hAnsi="Arial"/>
          <w:b/>
        </w:rPr>
        <w:br/>
      </w:r>
    </w:p>
    <w:p w14:paraId="3B18BCB4" w14:textId="62BF177B" w:rsidR="004927DE" w:rsidRPr="006119E0" w:rsidRDefault="00094054" w:rsidP="004927DE">
      <w:pPr>
        <w:pStyle w:val="berschrift2"/>
        <w:jc w:val="left"/>
        <w:rPr>
          <w:rFonts w:ascii="Arial" w:hAnsi="Arial"/>
          <w:color w:val="0000FF"/>
          <w:szCs w:val="16"/>
          <w:u w:val="single"/>
        </w:rPr>
      </w:pPr>
      <w:r w:rsidRPr="006119E0">
        <w:rPr>
          <w:rFonts w:ascii="Arial" w:hAnsi="Arial"/>
          <w:b/>
          <w:bCs w:val="0"/>
        </w:rPr>
        <w:lastRenderedPageBreak/>
        <w:t>Hinweis</w:t>
      </w:r>
      <w:r w:rsidR="004927DE" w:rsidRPr="006119E0">
        <w:rPr>
          <w:rStyle w:val="Seitenzahl"/>
          <w:rFonts w:ascii="Arial" w:hAnsi="Arial"/>
          <w:kern w:val="16"/>
        </w:rPr>
        <w:br/>
        <w:t>D</w:t>
      </w:r>
      <w:r w:rsidR="00F635D5" w:rsidRPr="006119E0">
        <w:rPr>
          <w:rStyle w:val="Seitenzahl"/>
          <w:rFonts w:ascii="Arial" w:hAnsi="Arial"/>
          <w:kern w:val="16"/>
        </w:rPr>
        <w:t>as</w:t>
      </w:r>
      <w:r w:rsidRPr="006119E0">
        <w:rPr>
          <w:rFonts w:ascii="Arial" w:hAnsi="Arial"/>
        </w:rPr>
        <w:t xml:space="preserve"> </w:t>
      </w:r>
      <w:r w:rsidRPr="006119E0">
        <w:rPr>
          <w:rFonts w:ascii="Arial" w:hAnsi="Arial"/>
          <w:szCs w:val="16"/>
        </w:rPr>
        <w:t xml:space="preserve">Bildmaterial der </w:t>
      </w:r>
      <w:r w:rsidR="00F635D5" w:rsidRPr="006119E0">
        <w:rPr>
          <w:rFonts w:ascii="Arial" w:hAnsi="Arial"/>
          <w:szCs w:val="16"/>
        </w:rPr>
        <w:t xml:space="preserve">aktuellen </w:t>
      </w:r>
      <w:r w:rsidRPr="006119E0">
        <w:rPr>
          <w:rFonts w:ascii="Arial" w:hAnsi="Arial"/>
          <w:szCs w:val="16"/>
        </w:rPr>
        <w:t xml:space="preserve">Ausstellung </w:t>
      </w:r>
      <w:r w:rsidR="000E6034" w:rsidRPr="006119E0">
        <w:rPr>
          <w:rFonts w:ascii="Arial" w:hAnsi="Arial"/>
          <w:szCs w:val="16"/>
        </w:rPr>
        <w:br/>
      </w:r>
      <w:r w:rsidRPr="006119E0">
        <w:rPr>
          <w:rFonts w:ascii="Arial" w:hAnsi="Arial"/>
          <w:szCs w:val="16"/>
        </w:rPr>
        <w:t xml:space="preserve">steht zum Download bereit unter: </w:t>
      </w:r>
      <w:hyperlink r:id="rId8" w:history="1">
        <w:r w:rsidRPr="006119E0">
          <w:rPr>
            <w:rStyle w:val="Hyperlink"/>
            <w:rFonts w:ascii="Arial" w:hAnsi="Arial"/>
            <w:szCs w:val="16"/>
          </w:rPr>
          <w:t>http://www.wuerth-ag.ch/lehmpfuhl</w:t>
        </w:r>
      </w:hyperlink>
    </w:p>
    <w:p w14:paraId="6FE0516A" w14:textId="77777777" w:rsidR="00094054" w:rsidRPr="006119E0" w:rsidRDefault="00094054" w:rsidP="00094054">
      <w:pPr>
        <w:pStyle w:val="berschrift2"/>
        <w:rPr>
          <w:rFonts w:ascii="Arial" w:hAnsi="Arial"/>
          <w:b/>
          <w:bCs w:val="0"/>
        </w:rPr>
      </w:pPr>
    </w:p>
    <w:p w14:paraId="0BA02FDE" w14:textId="77777777" w:rsidR="00094054" w:rsidRPr="006119E0" w:rsidRDefault="00094054" w:rsidP="000E6034">
      <w:pPr>
        <w:pStyle w:val="berschrift2"/>
        <w:jc w:val="left"/>
        <w:rPr>
          <w:rFonts w:ascii="Arial" w:hAnsi="Arial"/>
          <w:b/>
          <w:bCs w:val="0"/>
        </w:rPr>
      </w:pPr>
      <w:r w:rsidRPr="006119E0">
        <w:rPr>
          <w:rFonts w:ascii="Arial" w:hAnsi="Arial"/>
          <w:b/>
          <w:bCs w:val="0"/>
        </w:rPr>
        <w:t>Kontakt</w:t>
      </w:r>
    </w:p>
    <w:p w14:paraId="1B5921E8" w14:textId="77777777" w:rsidR="00094054" w:rsidRPr="006119E0" w:rsidRDefault="00094054" w:rsidP="000E6034">
      <w:pPr>
        <w:pStyle w:val="berschrift2"/>
        <w:jc w:val="left"/>
        <w:rPr>
          <w:rFonts w:ascii="Arial" w:hAnsi="Arial"/>
          <w:bCs w:val="0"/>
        </w:rPr>
      </w:pPr>
      <w:r w:rsidRPr="006119E0">
        <w:rPr>
          <w:rFonts w:ascii="Arial" w:hAnsi="Arial"/>
          <w:bCs w:val="0"/>
        </w:rPr>
        <w:t>Xenia Schruft l Unternehmenskommunikation</w:t>
      </w:r>
    </w:p>
    <w:p w14:paraId="457674FB" w14:textId="77777777" w:rsidR="00094054" w:rsidRPr="006119E0" w:rsidRDefault="00094054" w:rsidP="000E6034">
      <w:pPr>
        <w:pStyle w:val="berschrift2"/>
        <w:jc w:val="left"/>
        <w:rPr>
          <w:rFonts w:ascii="Arial" w:hAnsi="Arial"/>
          <w:bCs w:val="0"/>
        </w:rPr>
      </w:pPr>
      <w:r w:rsidRPr="006119E0">
        <w:rPr>
          <w:rFonts w:ascii="Arial" w:hAnsi="Arial"/>
          <w:bCs w:val="0"/>
        </w:rPr>
        <w:t>T +41 61 705 98 40, xenia.schruft@wuerth-ag.ch</w:t>
      </w:r>
    </w:p>
    <w:p w14:paraId="6C72A7C2" w14:textId="77777777" w:rsidR="00094054" w:rsidRPr="006119E0" w:rsidRDefault="00094054" w:rsidP="000E6034">
      <w:pPr>
        <w:pStyle w:val="berschrift2"/>
        <w:jc w:val="left"/>
        <w:rPr>
          <w:rFonts w:ascii="Arial" w:hAnsi="Arial"/>
          <w:b/>
          <w:bCs w:val="0"/>
        </w:rPr>
      </w:pPr>
    </w:p>
    <w:p w14:paraId="059AB0DF" w14:textId="77777777" w:rsidR="00094054" w:rsidRPr="006119E0" w:rsidRDefault="00094054" w:rsidP="000E6034">
      <w:pPr>
        <w:pStyle w:val="berschrift2"/>
        <w:jc w:val="left"/>
        <w:rPr>
          <w:rFonts w:ascii="Arial" w:hAnsi="Arial"/>
          <w:bCs w:val="0"/>
        </w:rPr>
      </w:pPr>
      <w:r w:rsidRPr="006119E0">
        <w:rPr>
          <w:rFonts w:ascii="Arial" w:hAnsi="Arial"/>
          <w:bCs w:val="0"/>
        </w:rPr>
        <w:t>Myriam Rüegsegger l Leitung Forum Würth Arlesheim</w:t>
      </w:r>
    </w:p>
    <w:p w14:paraId="1A800400" w14:textId="77777777" w:rsidR="00094054" w:rsidRPr="006119E0" w:rsidRDefault="00094054" w:rsidP="000E6034">
      <w:pPr>
        <w:pStyle w:val="berschrift2"/>
        <w:jc w:val="left"/>
        <w:rPr>
          <w:rFonts w:ascii="Arial" w:hAnsi="Arial"/>
          <w:bCs w:val="0"/>
        </w:rPr>
      </w:pPr>
      <w:r w:rsidRPr="006119E0">
        <w:rPr>
          <w:rFonts w:ascii="Arial" w:hAnsi="Arial"/>
          <w:bCs w:val="0"/>
        </w:rPr>
        <w:t>T +41 61 705 93 00, myriam.rueegsegger@wuerth-ag.ch</w:t>
      </w:r>
    </w:p>
    <w:p w14:paraId="3C263530" w14:textId="77777777" w:rsidR="00094054" w:rsidRPr="006119E0" w:rsidRDefault="00094054" w:rsidP="000E6034">
      <w:pPr>
        <w:pStyle w:val="berschrift2"/>
        <w:jc w:val="left"/>
        <w:rPr>
          <w:rFonts w:ascii="Arial" w:hAnsi="Arial"/>
          <w:bCs w:val="0"/>
        </w:rPr>
      </w:pPr>
    </w:p>
    <w:p w14:paraId="20D34D54" w14:textId="77777777" w:rsidR="00094054" w:rsidRPr="006119E0" w:rsidRDefault="00094054" w:rsidP="000E6034">
      <w:pPr>
        <w:pStyle w:val="berschrift2"/>
        <w:jc w:val="left"/>
        <w:rPr>
          <w:rFonts w:ascii="Arial" w:hAnsi="Arial"/>
          <w:bCs w:val="0"/>
        </w:rPr>
      </w:pPr>
      <w:r w:rsidRPr="006119E0">
        <w:rPr>
          <w:rFonts w:ascii="Arial" w:hAnsi="Arial"/>
          <w:bCs w:val="0"/>
        </w:rPr>
        <w:t xml:space="preserve">Forum Würth Arlesheim, </w:t>
      </w:r>
      <w:proofErr w:type="spellStart"/>
      <w:r w:rsidRPr="006119E0">
        <w:rPr>
          <w:rFonts w:ascii="Arial" w:hAnsi="Arial"/>
          <w:bCs w:val="0"/>
        </w:rPr>
        <w:t>Dornwydenweg</w:t>
      </w:r>
      <w:proofErr w:type="spellEnd"/>
      <w:r w:rsidRPr="006119E0">
        <w:rPr>
          <w:rFonts w:ascii="Arial" w:hAnsi="Arial"/>
          <w:bCs w:val="0"/>
        </w:rPr>
        <w:t xml:space="preserve"> 11, CH-4144 Arlesheim</w:t>
      </w:r>
    </w:p>
    <w:p w14:paraId="654A4FA7" w14:textId="77777777" w:rsidR="00094054" w:rsidRPr="006119E0" w:rsidRDefault="00094054" w:rsidP="000E6034">
      <w:pPr>
        <w:pStyle w:val="berschrift2"/>
        <w:jc w:val="left"/>
        <w:rPr>
          <w:rFonts w:ascii="Arial" w:hAnsi="Arial"/>
          <w:bCs w:val="0"/>
        </w:rPr>
      </w:pPr>
      <w:r w:rsidRPr="006119E0">
        <w:rPr>
          <w:rFonts w:ascii="Arial" w:hAnsi="Arial"/>
          <w:bCs w:val="0"/>
        </w:rPr>
        <w:t xml:space="preserve">T +41 61 705 95 95, arlesheim@forum-wuerth.ch </w:t>
      </w:r>
    </w:p>
    <w:p w14:paraId="65CED5EE" w14:textId="4C7C4B07" w:rsidR="005D6990" w:rsidRPr="006119E0" w:rsidRDefault="001F015A" w:rsidP="00423B24">
      <w:pPr>
        <w:pStyle w:val="Fuzeile"/>
        <w:tabs>
          <w:tab w:val="clear" w:pos="4536"/>
          <w:tab w:val="clear" w:pos="9072"/>
        </w:tabs>
        <w:rPr>
          <w:rFonts w:ascii="Arial" w:hAnsi="Arial"/>
          <w:lang w:val="de-DE"/>
        </w:rPr>
      </w:pPr>
      <w:r w:rsidRPr="006119E0">
        <w:rPr>
          <w:rFonts w:ascii="Arial" w:hAnsi="Arial"/>
          <w:lang w:val="de-DE"/>
        </w:rPr>
        <w:t>kunst.wuerth-ag.ch</w:t>
      </w:r>
    </w:p>
    <w:sectPr w:rsidR="005D6990" w:rsidRPr="006119E0" w:rsidSect="009127DE">
      <w:headerReference w:type="default" r:id="rId9"/>
      <w:footerReference w:type="default" r:id="rId10"/>
      <w:headerReference w:type="first" r:id="rId11"/>
      <w:footerReference w:type="first" r:id="rId12"/>
      <w:pgSz w:w="11906" w:h="16838" w:code="9"/>
      <w:pgMar w:top="2835" w:right="4196" w:bottom="1701" w:left="113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4C1020" w14:textId="77777777" w:rsidR="00D86D84" w:rsidRDefault="00D86D84">
      <w:r>
        <w:separator/>
      </w:r>
    </w:p>
    <w:p w14:paraId="0B134F8E" w14:textId="77777777" w:rsidR="00D86D84" w:rsidRDefault="00D86D84"/>
  </w:endnote>
  <w:endnote w:type="continuationSeparator" w:id="0">
    <w:p w14:paraId="657055A1" w14:textId="77777777" w:rsidR="00D86D84" w:rsidRDefault="00D86D84">
      <w:r>
        <w:continuationSeparator/>
      </w:r>
    </w:p>
    <w:p w14:paraId="2191F867" w14:textId="77777777" w:rsidR="00D86D84" w:rsidRDefault="00D86D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uerth Book">
    <w:panose1 w:val="020B0502020204020303"/>
    <w:charset w:val="00"/>
    <w:family w:val="swiss"/>
    <w:pitch w:val="variable"/>
    <w:sig w:usb0="A00002BF" w:usb1="0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Wuerth Bold">
    <w:panose1 w:val="020B0802020204020204"/>
    <w:charset w:val="00"/>
    <w:family w:val="swiss"/>
    <w:pitch w:val="variable"/>
    <w:sig w:usb0="A00002BF" w:usb1="000078FB" w:usb2="00000000" w:usb3="00000000" w:csb0="0000009F" w:csb1="00000000"/>
  </w:font>
  <w:font w:name="Wuerth Extra Bold Cond">
    <w:panose1 w:val="020B0806020204020204"/>
    <w:charset w:val="00"/>
    <w:family w:val="swiss"/>
    <w:pitch w:val="variable"/>
    <w:sig w:usb0="A00002BF" w:usb1="0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D9659" w14:textId="77777777" w:rsidR="00094054" w:rsidRDefault="00094054" w:rsidP="00094054">
    <w:pPr>
      <w:spacing w:line="220" w:lineRule="exact"/>
      <w:rPr>
        <w:rStyle w:val="Seitenzahl"/>
        <w:rFonts w:ascii="Arial" w:hAnsi="Arial"/>
      </w:rPr>
    </w:pPr>
  </w:p>
  <w:p w14:paraId="499DAFD2" w14:textId="77777777" w:rsidR="00094054" w:rsidRDefault="00094054" w:rsidP="00094054">
    <w:pPr>
      <w:spacing w:line="220" w:lineRule="exact"/>
      <w:rPr>
        <w:noProof/>
        <w:sz w:val="22"/>
      </w:rPr>
    </w:pPr>
  </w:p>
  <w:p w14:paraId="416EF3D0" w14:textId="77777777" w:rsidR="00094054" w:rsidRDefault="00094054" w:rsidP="00094054">
    <w:pPr>
      <w:spacing w:line="220" w:lineRule="exact"/>
      <w:jc w:val="right"/>
      <w:rPr>
        <w:rFonts w:ascii="Arial" w:hAnsi="Arial"/>
        <w:sz w:val="16"/>
      </w:rPr>
    </w:pPr>
    <w:r>
      <w:rPr>
        <w:noProof/>
      </w:rPr>
      <w:drawing>
        <wp:anchor distT="0" distB="0" distL="114300" distR="114300" simplePos="0" relativeHeight="251660288" behindDoc="0" locked="0" layoutInCell="1" allowOverlap="1" wp14:anchorId="7E92E7B0" wp14:editId="64CF4A2A">
          <wp:simplePos x="0" y="0"/>
          <wp:positionH relativeFrom="column">
            <wp:posOffset>5715</wp:posOffset>
          </wp:positionH>
          <wp:positionV relativeFrom="paragraph">
            <wp:posOffset>3810</wp:posOffset>
          </wp:positionV>
          <wp:extent cx="722630" cy="158115"/>
          <wp:effectExtent l="0" t="0" r="1270" b="0"/>
          <wp:wrapSquare wrapText="bothSides"/>
          <wp:docPr id="1" name="Grafik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2630" cy="15811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kern w:val="2"/>
        <w:sz w:val="16"/>
        <w:szCs w:val="16"/>
      </w:rPr>
      <w:t>Alle Aktivitäten des Forum Würth Arlesheim sind Projekte der Würth AG.</w:t>
    </w:r>
  </w:p>
  <w:p w14:paraId="588C5B50" w14:textId="77777777" w:rsidR="00094054" w:rsidRDefault="00094054">
    <w:pPr>
      <w:pStyle w:val="Fuzeile"/>
      <w:rPr>
        <w:rFonts w:ascii="Arial" w:hAnsi="Arial"/>
      </w:rPr>
    </w:pPr>
  </w:p>
  <w:p w14:paraId="1B97E35B" w14:textId="77777777" w:rsidR="0080128E" w:rsidRPr="00617B6A" w:rsidRDefault="0080128E">
    <w:pPr>
      <w:pStyle w:val="Fuzeile"/>
      <w:rPr>
        <w:rFonts w:ascii="Arial" w:hAnsi="Arial"/>
      </w:rPr>
    </w:pPr>
    <w:r w:rsidRPr="00617B6A">
      <w:rPr>
        <w:rFonts w:ascii="Arial" w:hAnsi="Arial"/>
      </w:rPr>
      <w:t xml:space="preserve">Seite </w:t>
    </w:r>
    <w:r w:rsidRPr="00617B6A">
      <w:rPr>
        <w:rFonts w:ascii="Arial" w:hAnsi="Arial"/>
      </w:rPr>
      <w:fldChar w:fldCharType="begin"/>
    </w:r>
    <w:r w:rsidRPr="00617B6A">
      <w:rPr>
        <w:rFonts w:ascii="Arial" w:hAnsi="Arial"/>
      </w:rPr>
      <w:instrText xml:space="preserve"> PAGE </w:instrText>
    </w:r>
    <w:r w:rsidRPr="00617B6A">
      <w:rPr>
        <w:rFonts w:ascii="Arial" w:hAnsi="Arial"/>
      </w:rPr>
      <w:fldChar w:fldCharType="separate"/>
    </w:r>
    <w:r w:rsidR="00DC57C6">
      <w:rPr>
        <w:rFonts w:ascii="Arial" w:hAnsi="Arial"/>
        <w:noProof/>
      </w:rPr>
      <w:t>2</w:t>
    </w:r>
    <w:r w:rsidRPr="00617B6A">
      <w:rPr>
        <w:rFonts w:ascii="Arial" w:hAnsi="Arial"/>
      </w:rPr>
      <w:fldChar w:fldCharType="end"/>
    </w:r>
    <w:r w:rsidRPr="00617B6A">
      <w:rPr>
        <w:rFonts w:ascii="Arial" w:hAnsi="Arial"/>
      </w:rPr>
      <w:t xml:space="preserve"> von </w:t>
    </w:r>
    <w:r w:rsidRPr="00617B6A">
      <w:rPr>
        <w:rFonts w:ascii="Arial" w:hAnsi="Arial"/>
      </w:rPr>
      <w:fldChar w:fldCharType="begin"/>
    </w:r>
    <w:r w:rsidRPr="00617B6A">
      <w:rPr>
        <w:rFonts w:ascii="Arial" w:hAnsi="Arial"/>
      </w:rPr>
      <w:instrText xml:space="preserve"> NUMPAGES </w:instrText>
    </w:r>
    <w:r w:rsidRPr="00617B6A">
      <w:rPr>
        <w:rFonts w:ascii="Arial" w:hAnsi="Arial"/>
      </w:rPr>
      <w:fldChar w:fldCharType="separate"/>
    </w:r>
    <w:r w:rsidR="00DC57C6">
      <w:rPr>
        <w:rFonts w:ascii="Arial" w:hAnsi="Arial"/>
        <w:noProof/>
      </w:rPr>
      <w:t>2</w:t>
    </w:r>
    <w:r w:rsidRPr="00617B6A">
      <w:rPr>
        <w:rFonts w:ascii="Arial" w:hAnsi="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20DDB" w14:textId="77777777" w:rsidR="00F635D5" w:rsidRDefault="00F635D5" w:rsidP="00F635D5">
    <w:pPr>
      <w:spacing w:line="220" w:lineRule="exact"/>
      <w:rPr>
        <w:rStyle w:val="Seitenzahl"/>
        <w:rFonts w:ascii="Arial" w:hAnsi="Arial"/>
      </w:rPr>
    </w:pPr>
  </w:p>
  <w:p w14:paraId="586A4D8B" w14:textId="77777777" w:rsidR="00F635D5" w:rsidRDefault="00F635D5" w:rsidP="00F635D5">
    <w:pPr>
      <w:spacing w:line="220" w:lineRule="exact"/>
      <w:rPr>
        <w:noProof/>
        <w:sz w:val="22"/>
      </w:rPr>
    </w:pPr>
  </w:p>
  <w:p w14:paraId="012DB62D" w14:textId="77777777" w:rsidR="00F635D5" w:rsidRDefault="00F635D5" w:rsidP="00F635D5">
    <w:pPr>
      <w:spacing w:line="220" w:lineRule="exact"/>
      <w:jc w:val="right"/>
      <w:rPr>
        <w:rFonts w:ascii="Arial" w:hAnsi="Arial"/>
        <w:sz w:val="16"/>
      </w:rPr>
    </w:pPr>
    <w:r>
      <w:rPr>
        <w:noProof/>
      </w:rPr>
      <w:drawing>
        <wp:anchor distT="0" distB="0" distL="114300" distR="114300" simplePos="0" relativeHeight="251662336" behindDoc="0" locked="0" layoutInCell="1" allowOverlap="1" wp14:anchorId="1146949A" wp14:editId="5BBF9370">
          <wp:simplePos x="0" y="0"/>
          <wp:positionH relativeFrom="column">
            <wp:posOffset>5715</wp:posOffset>
          </wp:positionH>
          <wp:positionV relativeFrom="paragraph">
            <wp:posOffset>3810</wp:posOffset>
          </wp:positionV>
          <wp:extent cx="722630" cy="158115"/>
          <wp:effectExtent l="0" t="0" r="1270" b="0"/>
          <wp:wrapSquare wrapText="bothSides"/>
          <wp:docPr id="2" name="Grafik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2630" cy="15811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kern w:val="2"/>
        <w:sz w:val="16"/>
        <w:szCs w:val="16"/>
      </w:rPr>
      <w:t>Alle Aktivitäten des Forum Würth Arlesheim sind Projekte der Würth AG.</w:t>
    </w:r>
  </w:p>
  <w:p w14:paraId="51B2864F" w14:textId="77777777" w:rsidR="00F635D5" w:rsidRDefault="00F635D5" w:rsidP="00FF3EDA">
    <w:pPr>
      <w:spacing w:line="220" w:lineRule="exact"/>
      <w:rPr>
        <w:rStyle w:val="Seitenzahl"/>
        <w:rFonts w:ascii="Arial" w:hAnsi="Arial"/>
      </w:rPr>
    </w:pPr>
  </w:p>
  <w:p w14:paraId="48D753C0" w14:textId="77777777" w:rsidR="0080128E" w:rsidRPr="00617B6A" w:rsidRDefault="0080128E" w:rsidP="00FF3EDA">
    <w:pPr>
      <w:spacing w:line="220" w:lineRule="exact"/>
      <w:rPr>
        <w:rFonts w:ascii="Arial" w:hAnsi="Arial"/>
        <w:sz w:val="16"/>
      </w:rPr>
    </w:pPr>
    <w:r w:rsidRPr="00617B6A">
      <w:rPr>
        <w:rStyle w:val="Seitenzahl"/>
        <w:rFonts w:ascii="Arial" w:hAnsi="Arial"/>
      </w:rPr>
      <w:t xml:space="preserve">Seite </w:t>
    </w:r>
    <w:r w:rsidRPr="00617B6A">
      <w:rPr>
        <w:rStyle w:val="Seitenzahl"/>
        <w:rFonts w:ascii="Arial" w:hAnsi="Arial"/>
      </w:rPr>
      <w:fldChar w:fldCharType="begin"/>
    </w:r>
    <w:r w:rsidRPr="00617B6A">
      <w:rPr>
        <w:rStyle w:val="Seitenzahl"/>
        <w:rFonts w:ascii="Arial" w:hAnsi="Arial"/>
      </w:rPr>
      <w:instrText xml:space="preserve"> PAGE </w:instrText>
    </w:r>
    <w:r w:rsidRPr="00617B6A">
      <w:rPr>
        <w:rStyle w:val="Seitenzahl"/>
        <w:rFonts w:ascii="Arial" w:hAnsi="Arial"/>
      </w:rPr>
      <w:fldChar w:fldCharType="separate"/>
    </w:r>
    <w:r w:rsidR="00DC57C6">
      <w:rPr>
        <w:rStyle w:val="Seitenzahl"/>
        <w:rFonts w:ascii="Arial" w:hAnsi="Arial"/>
        <w:noProof/>
      </w:rPr>
      <w:t>1</w:t>
    </w:r>
    <w:r w:rsidRPr="00617B6A">
      <w:rPr>
        <w:rStyle w:val="Seitenzahl"/>
        <w:rFonts w:ascii="Arial" w:hAnsi="Arial"/>
      </w:rPr>
      <w:fldChar w:fldCharType="end"/>
    </w:r>
    <w:r w:rsidRPr="00617B6A">
      <w:rPr>
        <w:rStyle w:val="Seitenzahl"/>
        <w:rFonts w:ascii="Arial" w:hAnsi="Arial"/>
      </w:rPr>
      <w:t xml:space="preserve"> von </w:t>
    </w:r>
    <w:r w:rsidRPr="00617B6A">
      <w:rPr>
        <w:rStyle w:val="Seitenzahl"/>
        <w:rFonts w:ascii="Arial" w:hAnsi="Arial"/>
      </w:rPr>
      <w:fldChar w:fldCharType="begin"/>
    </w:r>
    <w:r w:rsidRPr="00617B6A">
      <w:rPr>
        <w:rStyle w:val="Seitenzahl"/>
        <w:rFonts w:ascii="Arial" w:hAnsi="Arial"/>
      </w:rPr>
      <w:instrText xml:space="preserve"> NUMPAGES </w:instrText>
    </w:r>
    <w:r w:rsidRPr="00617B6A">
      <w:rPr>
        <w:rStyle w:val="Seitenzahl"/>
        <w:rFonts w:ascii="Arial" w:hAnsi="Arial"/>
      </w:rPr>
      <w:fldChar w:fldCharType="separate"/>
    </w:r>
    <w:r w:rsidR="00DC57C6">
      <w:rPr>
        <w:rStyle w:val="Seitenzahl"/>
        <w:rFonts w:ascii="Arial" w:hAnsi="Arial"/>
        <w:noProof/>
      </w:rPr>
      <w:t>2</w:t>
    </w:r>
    <w:r w:rsidRPr="00617B6A">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4961F4" w14:textId="77777777" w:rsidR="00D86D84" w:rsidRDefault="00D86D84">
      <w:r>
        <w:separator/>
      </w:r>
    </w:p>
    <w:p w14:paraId="443FA5AE" w14:textId="77777777" w:rsidR="00D86D84" w:rsidRDefault="00D86D84"/>
  </w:footnote>
  <w:footnote w:type="continuationSeparator" w:id="0">
    <w:p w14:paraId="6F9FEE12" w14:textId="77777777" w:rsidR="00D86D84" w:rsidRDefault="00D86D84">
      <w:r>
        <w:continuationSeparator/>
      </w:r>
    </w:p>
    <w:p w14:paraId="657D1422" w14:textId="77777777" w:rsidR="00D86D84" w:rsidRDefault="00D86D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4FECC" w14:textId="351EAF7C" w:rsidR="0080128E" w:rsidRDefault="00D92203">
    <w:pPr>
      <w:pStyle w:val="Kopfzeile"/>
    </w:pPr>
    <w:r>
      <w:rPr>
        <w:rFonts w:ascii="Arial" w:hAnsi="Arial"/>
        <w:bCs/>
        <w:noProof/>
        <w:lang w:val="de-DE"/>
      </w:rPr>
      <w:drawing>
        <wp:anchor distT="0" distB="0" distL="114300" distR="114300" simplePos="0" relativeHeight="251666432" behindDoc="0" locked="0" layoutInCell="1" allowOverlap="1" wp14:anchorId="753EF898" wp14:editId="0BD3C32D">
          <wp:simplePos x="0" y="0"/>
          <wp:positionH relativeFrom="column">
            <wp:posOffset>0</wp:posOffset>
          </wp:positionH>
          <wp:positionV relativeFrom="paragraph">
            <wp:posOffset>215900</wp:posOffset>
          </wp:positionV>
          <wp:extent cx="2296160" cy="671195"/>
          <wp:effectExtent l="0" t="0" r="8890" b="0"/>
          <wp:wrapThrough wrapText="bothSides">
            <wp:wrapPolygon edited="0">
              <wp:start x="0" y="0"/>
              <wp:lineTo x="0" y="20844"/>
              <wp:lineTo x="21504" y="20844"/>
              <wp:lineTo x="21504" y="0"/>
              <wp:lineTo x="0" y="0"/>
            </wp:wrapPolygon>
          </wp:wrapThrough>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6160" cy="671195"/>
                  </a:xfrm>
                  <a:prstGeom prst="rect">
                    <a:avLst/>
                  </a:prstGeom>
                  <a:noFill/>
                </pic:spPr>
              </pic:pic>
            </a:graphicData>
          </a:graphic>
          <wp14:sizeRelH relativeFrom="page">
            <wp14:pctWidth>0</wp14:pctWidth>
          </wp14:sizeRelH>
          <wp14:sizeRelV relativeFrom="page">
            <wp14:pctHeight>0</wp14:pctHeight>
          </wp14:sizeRelV>
        </wp:anchor>
      </w:drawing>
    </w:r>
  </w:p>
  <w:p w14:paraId="0CDFD4F2" w14:textId="77777777" w:rsidR="0080128E" w:rsidRDefault="0080128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289F7" w14:textId="0D600125" w:rsidR="0080128E" w:rsidRPr="00617B6A" w:rsidRDefault="00D92203">
    <w:pPr>
      <w:pStyle w:val="Kopfzeile"/>
      <w:rPr>
        <w:rFonts w:ascii="Arial" w:hAnsi="Arial"/>
        <w:b/>
        <w:bCs/>
      </w:rPr>
    </w:pPr>
    <w:r>
      <w:rPr>
        <w:rFonts w:ascii="Arial" w:hAnsi="Arial"/>
        <w:bCs/>
        <w:noProof/>
        <w:lang w:val="de-DE"/>
      </w:rPr>
      <w:drawing>
        <wp:anchor distT="0" distB="0" distL="114300" distR="114300" simplePos="0" relativeHeight="251664384" behindDoc="0" locked="0" layoutInCell="1" allowOverlap="1" wp14:anchorId="3718ADD4" wp14:editId="6D3CA396">
          <wp:simplePos x="0" y="0"/>
          <wp:positionH relativeFrom="column">
            <wp:posOffset>-1270</wp:posOffset>
          </wp:positionH>
          <wp:positionV relativeFrom="paragraph">
            <wp:posOffset>-64770</wp:posOffset>
          </wp:positionV>
          <wp:extent cx="2296160" cy="671195"/>
          <wp:effectExtent l="0" t="0" r="8890" b="0"/>
          <wp:wrapThrough wrapText="bothSides">
            <wp:wrapPolygon edited="0">
              <wp:start x="0" y="0"/>
              <wp:lineTo x="0" y="20844"/>
              <wp:lineTo x="21504" y="20844"/>
              <wp:lineTo x="21504" y="0"/>
              <wp:lineTo x="0" y="0"/>
            </wp:wrapPolygon>
          </wp:wrapThrough>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6160" cy="671195"/>
                  </a:xfrm>
                  <a:prstGeom prst="rect">
                    <a:avLst/>
                  </a:prstGeom>
                  <a:noFill/>
                </pic:spPr>
              </pic:pic>
            </a:graphicData>
          </a:graphic>
          <wp14:sizeRelH relativeFrom="page">
            <wp14:pctWidth>0</wp14:pctWidth>
          </wp14:sizeRelH>
          <wp14:sizeRelV relativeFrom="page">
            <wp14:pctHeight>0</wp14:pctHeight>
          </wp14:sizeRelV>
        </wp:anchor>
      </w:drawing>
    </w:r>
  </w:p>
  <w:p w14:paraId="6D038A37" w14:textId="77777777" w:rsidR="0080128E" w:rsidRPr="00617B6A" w:rsidRDefault="0080128E">
    <w:pPr>
      <w:pStyle w:val="Kopfzeile"/>
      <w:rPr>
        <w:rFonts w:ascii="Arial" w:hAnsi="Arial"/>
        <w:b/>
        <w:bCs/>
      </w:rPr>
    </w:pPr>
  </w:p>
  <w:p w14:paraId="3BDA56BE" w14:textId="77777777" w:rsidR="0080128E" w:rsidRPr="00617B6A" w:rsidRDefault="0080128E">
    <w:pPr>
      <w:pStyle w:val="Kopfzeile"/>
      <w:rPr>
        <w:rFonts w:ascii="Arial" w:hAnsi="Arial"/>
        <w:b/>
        <w:bCs/>
      </w:rPr>
    </w:pPr>
  </w:p>
  <w:p w14:paraId="423E8D1E" w14:textId="77777777" w:rsidR="0080128E" w:rsidRPr="00617B6A" w:rsidRDefault="0080128E" w:rsidP="008D2689">
    <w:pPr>
      <w:pStyle w:val="Kopfzeile"/>
      <w:rPr>
        <w:rFonts w:ascii="Arial" w:hAnsi="Arial"/>
        <w:b/>
        <w:bCs/>
      </w:rPr>
    </w:pPr>
    <w:r w:rsidRPr="00617B6A">
      <w:rPr>
        <w:rFonts w:ascii="Arial" w:hAnsi="Arial"/>
        <w:b/>
        <w:bCs/>
      </w:rPr>
      <w:t>MEDIENMITTEILUNG</w:t>
    </w:r>
  </w:p>
  <w:p w14:paraId="74B8866C" w14:textId="77777777" w:rsidR="0080128E" w:rsidRPr="00617B6A" w:rsidRDefault="0080128E">
    <w:pPr>
      <w:rPr>
        <w:rFonts w:ascii="Arial" w:hAnsi="Arial"/>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EAF"/>
    <w:rsid w:val="0001309D"/>
    <w:rsid w:val="00015DA2"/>
    <w:rsid w:val="00020F8C"/>
    <w:rsid w:val="0002162D"/>
    <w:rsid w:val="00033E73"/>
    <w:rsid w:val="00044FC1"/>
    <w:rsid w:val="00053E9F"/>
    <w:rsid w:val="0008353D"/>
    <w:rsid w:val="00094054"/>
    <w:rsid w:val="000A6025"/>
    <w:rsid w:val="000B59DA"/>
    <w:rsid w:val="000B7B08"/>
    <w:rsid w:val="000C755C"/>
    <w:rsid w:val="000D1B58"/>
    <w:rsid w:val="000D60C0"/>
    <w:rsid w:val="000E6034"/>
    <w:rsid w:val="0012032D"/>
    <w:rsid w:val="001300E4"/>
    <w:rsid w:val="0013373D"/>
    <w:rsid w:val="00135162"/>
    <w:rsid w:val="00135ECD"/>
    <w:rsid w:val="001402FB"/>
    <w:rsid w:val="001470C7"/>
    <w:rsid w:val="00153AC6"/>
    <w:rsid w:val="001609CC"/>
    <w:rsid w:val="00174813"/>
    <w:rsid w:val="00177393"/>
    <w:rsid w:val="001776B9"/>
    <w:rsid w:val="001821D5"/>
    <w:rsid w:val="00182F2A"/>
    <w:rsid w:val="00194A39"/>
    <w:rsid w:val="00194C05"/>
    <w:rsid w:val="001B5F0E"/>
    <w:rsid w:val="001D2156"/>
    <w:rsid w:val="001D2D56"/>
    <w:rsid w:val="001D6563"/>
    <w:rsid w:val="001E2693"/>
    <w:rsid w:val="001F015A"/>
    <w:rsid w:val="001F45E3"/>
    <w:rsid w:val="001F68E0"/>
    <w:rsid w:val="002101D6"/>
    <w:rsid w:val="00224B07"/>
    <w:rsid w:val="00256CD9"/>
    <w:rsid w:val="0027452F"/>
    <w:rsid w:val="00283273"/>
    <w:rsid w:val="002950D8"/>
    <w:rsid w:val="002B3155"/>
    <w:rsid w:val="002B7F79"/>
    <w:rsid w:val="002C071D"/>
    <w:rsid w:val="002E2356"/>
    <w:rsid w:val="002E2637"/>
    <w:rsid w:val="002F50C5"/>
    <w:rsid w:val="00301ABD"/>
    <w:rsid w:val="00315CD2"/>
    <w:rsid w:val="00316429"/>
    <w:rsid w:val="0034047F"/>
    <w:rsid w:val="0037637A"/>
    <w:rsid w:val="0037768B"/>
    <w:rsid w:val="003874A1"/>
    <w:rsid w:val="003A231D"/>
    <w:rsid w:val="003C19DA"/>
    <w:rsid w:val="003D70F1"/>
    <w:rsid w:val="004003AD"/>
    <w:rsid w:val="004123F3"/>
    <w:rsid w:val="00423B24"/>
    <w:rsid w:val="00463971"/>
    <w:rsid w:val="00470676"/>
    <w:rsid w:val="004860A6"/>
    <w:rsid w:val="004927DE"/>
    <w:rsid w:val="00495901"/>
    <w:rsid w:val="004A7288"/>
    <w:rsid w:val="004B5B13"/>
    <w:rsid w:val="004C2243"/>
    <w:rsid w:val="004C6FEF"/>
    <w:rsid w:val="004D1D46"/>
    <w:rsid w:val="004D2CF7"/>
    <w:rsid w:val="004F12BE"/>
    <w:rsid w:val="004F5A3A"/>
    <w:rsid w:val="00512E3F"/>
    <w:rsid w:val="00517537"/>
    <w:rsid w:val="005217FA"/>
    <w:rsid w:val="005270C3"/>
    <w:rsid w:val="00535F65"/>
    <w:rsid w:val="00542125"/>
    <w:rsid w:val="00542B56"/>
    <w:rsid w:val="005538B9"/>
    <w:rsid w:val="00555DBC"/>
    <w:rsid w:val="00556BC7"/>
    <w:rsid w:val="00560299"/>
    <w:rsid w:val="00562FA7"/>
    <w:rsid w:val="0056773C"/>
    <w:rsid w:val="005909BC"/>
    <w:rsid w:val="00591DB0"/>
    <w:rsid w:val="005C30AF"/>
    <w:rsid w:val="005C44C4"/>
    <w:rsid w:val="005D49E1"/>
    <w:rsid w:val="005D6990"/>
    <w:rsid w:val="005E05ED"/>
    <w:rsid w:val="005F25E9"/>
    <w:rsid w:val="00603D09"/>
    <w:rsid w:val="00606670"/>
    <w:rsid w:val="00607105"/>
    <w:rsid w:val="006119E0"/>
    <w:rsid w:val="00611E10"/>
    <w:rsid w:val="00617B6A"/>
    <w:rsid w:val="00644649"/>
    <w:rsid w:val="00652F04"/>
    <w:rsid w:val="00656F36"/>
    <w:rsid w:val="00671EE9"/>
    <w:rsid w:val="00684146"/>
    <w:rsid w:val="00685EE5"/>
    <w:rsid w:val="00687DFB"/>
    <w:rsid w:val="006A6878"/>
    <w:rsid w:val="006B17FF"/>
    <w:rsid w:val="006B35AE"/>
    <w:rsid w:val="006C31F2"/>
    <w:rsid w:val="006C5932"/>
    <w:rsid w:val="006D1842"/>
    <w:rsid w:val="006D2F64"/>
    <w:rsid w:val="006E2E96"/>
    <w:rsid w:val="006F0337"/>
    <w:rsid w:val="007018B2"/>
    <w:rsid w:val="00711C86"/>
    <w:rsid w:val="0071207C"/>
    <w:rsid w:val="00714D2D"/>
    <w:rsid w:val="00715052"/>
    <w:rsid w:val="00724468"/>
    <w:rsid w:val="00724AEF"/>
    <w:rsid w:val="007412AD"/>
    <w:rsid w:val="00741C8F"/>
    <w:rsid w:val="00744229"/>
    <w:rsid w:val="0075727F"/>
    <w:rsid w:val="00773686"/>
    <w:rsid w:val="00776769"/>
    <w:rsid w:val="007776E9"/>
    <w:rsid w:val="007879B2"/>
    <w:rsid w:val="007B46DE"/>
    <w:rsid w:val="007C2B88"/>
    <w:rsid w:val="007D4109"/>
    <w:rsid w:val="007E3810"/>
    <w:rsid w:val="007E5DDC"/>
    <w:rsid w:val="0080128E"/>
    <w:rsid w:val="00807A5D"/>
    <w:rsid w:val="00817D7B"/>
    <w:rsid w:val="00821895"/>
    <w:rsid w:val="00825D70"/>
    <w:rsid w:val="0083608F"/>
    <w:rsid w:val="0085376D"/>
    <w:rsid w:val="008547C5"/>
    <w:rsid w:val="00857D45"/>
    <w:rsid w:val="008627F6"/>
    <w:rsid w:val="008709B4"/>
    <w:rsid w:val="00873E0F"/>
    <w:rsid w:val="00885234"/>
    <w:rsid w:val="00896DFD"/>
    <w:rsid w:val="008A525C"/>
    <w:rsid w:val="008D2689"/>
    <w:rsid w:val="008F1085"/>
    <w:rsid w:val="009127DE"/>
    <w:rsid w:val="00960A49"/>
    <w:rsid w:val="0096296A"/>
    <w:rsid w:val="00974CE5"/>
    <w:rsid w:val="0098033A"/>
    <w:rsid w:val="009866D4"/>
    <w:rsid w:val="00992339"/>
    <w:rsid w:val="0099320C"/>
    <w:rsid w:val="009B69AC"/>
    <w:rsid w:val="009C2D8A"/>
    <w:rsid w:val="009D2ED3"/>
    <w:rsid w:val="009D51C0"/>
    <w:rsid w:val="00A30143"/>
    <w:rsid w:val="00A4378E"/>
    <w:rsid w:val="00A64EF4"/>
    <w:rsid w:val="00A65EDA"/>
    <w:rsid w:val="00A960CF"/>
    <w:rsid w:val="00A973B6"/>
    <w:rsid w:val="00AD6CBC"/>
    <w:rsid w:val="00B05A92"/>
    <w:rsid w:val="00B1667E"/>
    <w:rsid w:val="00B340D5"/>
    <w:rsid w:val="00B401F2"/>
    <w:rsid w:val="00B42D37"/>
    <w:rsid w:val="00B56B04"/>
    <w:rsid w:val="00B72AEF"/>
    <w:rsid w:val="00B85CD7"/>
    <w:rsid w:val="00B963B4"/>
    <w:rsid w:val="00BA156F"/>
    <w:rsid w:val="00BA3769"/>
    <w:rsid w:val="00BA72A2"/>
    <w:rsid w:val="00BC5CE6"/>
    <w:rsid w:val="00BD0468"/>
    <w:rsid w:val="00BD0B29"/>
    <w:rsid w:val="00C02187"/>
    <w:rsid w:val="00C13608"/>
    <w:rsid w:val="00C269BA"/>
    <w:rsid w:val="00C32FB0"/>
    <w:rsid w:val="00C356E9"/>
    <w:rsid w:val="00C438D3"/>
    <w:rsid w:val="00C75BCD"/>
    <w:rsid w:val="00C8379E"/>
    <w:rsid w:val="00C86120"/>
    <w:rsid w:val="00C913F2"/>
    <w:rsid w:val="00CA01D8"/>
    <w:rsid w:val="00CB6385"/>
    <w:rsid w:val="00CC119F"/>
    <w:rsid w:val="00CC36D0"/>
    <w:rsid w:val="00CC745E"/>
    <w:rsid w:val="00CD326F"/>
    <w:rsid w:val="00CE7E0F"/>
    <w:rsid w:val="00D04003"/>
    <w:rsid w:val="00D1159F"/>
    <w:rsid w:val="00D22E9C"/>
    <w:rsid w:val="00D31825"/>
    <w:rsid w:val="00D342A4"/>
    <w:rsid w:val="00D37DD3"/>
    <w:rsid w:val="00D53751"/>
    <w:rsid w:val="00D569ED"/>
    <w:rsid w:val="00D63808"/>
    <w:rsid w:val="00D71357"/>
    <w:rsid w:val="00D75AF5"/>
    <w:rsid w:val="00D83FD0"/>
    <w:rsid w:val="00D86D84"/>
    <w:rsid w:val="00D91B78"/>
    <w:rsid w:val="00D92203"/>
    <w:rsid w:val="00D92C4A"/>
    <w:rsid w:val="00DA4895"/>
    <w:rsid w:val="00DA7EE7"/>
    <w:rsid w:val="00DC57C6"/>
    <w:rsid w:val="00DD6EAF"/>
    <w:rsid w:val="00DF4E45"/>
    <w:rsid w:val="00DF5716"/>
    <w:rsid w:val="00E31A9E"/>
    <w:rsid w:val="00E4232B"/>
    <w:rsid w:val="00E467D6"/>
    <w:rsid w:val="00E47132"/>
    <w:rsid w:val="00E47D61"/>
    <w:rsid w:val="00E5235F"/>
    <w:rsid w:val="00E56FD8"/>
    <w:rsid w:val="00E71449"/>
    <w:rsid w:val="00E8581F"/>
    <w:rsid w:val="00E96240"/>
    <w:rsid w:val="00EA4BEA"/>
    <w:rsid w:val="00EB1E92"/>
    <w:rsid w:val="00EC0BFD"/>
    <w:rsid w:val="00ED42A7"/>
    <w:rsid w:val="00ED4422"/>
    <w:rsid w:val="00ED6C49"/>
    <w:rsid w:val="00EE068D"/>
    <w:rsid w:val="00EE69AF"/>
    <w:rsid w:val="00EF0907"/>
    <w:rsid w:val="00F15A8E"/>
    <w:rsid w:val="00F24BB3"/>
    <w:rsid w:val="00F43187"/>
    <w:rsid w:val="00F6087F"/>
    <w:rsid w:val="00F635D5"/>
    <w:rsid w:val="00F8787D"/>
    <w:rsid w:val="00F96A09"/>
    <w:rsid w:val="00FA1D0C"/>
    <w:rsid w:val="00FA2010"/>
    <w:rsid w:val="00FB53E1"/>
    <w:rsid w:val="00FD0A30"/>
    <w:rsid w:val="00FD36D9"/>
    <w:rsid w:val="00FD6322"/>
    <w:rsid w:val="00FD6FC0"/>
    <w:rsid w:val="00FD771A"/>
    <w:rsid w:val="00FE7AF4"/>
    <w:rsid w:val="00FF3EDA"/>
    <w:rsid w:val="00FF586D"/>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022A02FA"/>
  <w15:docId w15:val="{AA09BDE1-FDE9-420B-93F2-2C0D579AE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D4109"/>
    <w:pPr>
      <w:widowControl w:val="0"/>
      <w:spacing w:line="48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character" w:styleId="Hyperlink">
    <w:name w:val="Hyperlink"/>
    <w:rsid w:val="00C86120"/>
    <w:rPr>
      <w:color w:val="0000FF"/>
      <w:u w:val="single"/>
    </w:rPr>
  </w:style>
  <w:style w:type="character" w:styleId="NichtaufgelsteErwhnung">
    <w:name w:val="Unresolved Mention"/>
    <w:basedOn w:val="Absatz-Standardschriftart"/>
    <w:uiPriority w:val="99"/>
    <w:semiHidden/>
    <w:unhideWhenUsed/>
    <w:rsid w:val="00094054"/>
    <w:rPr>
      <w:color w:val="605E5C"/>
      <w:shd w:val="clear" w:color="auto" w:fill="E1DFDD"/>
    </w:rPr>
  </w:style>
  <w:style w:type="character" w:styleId="Kommentarzeichen">
    <w:name w:val="annotation reference"/>
    <w:basedOn w:val="Absatz-Standardschriftart"/>
    <w:semiHidden/>
    <w:unhideWhenUsed/>
    <w:rsid w:val="0037637A"/>
    <w:rPr>
      <w:sz w:val="16"/>
      <w:szCs w:val="16"/>
    </w:rPr>
  </w:style>
  <w:style w:type="paragraph" w:styleId="Kommentartext">
    <w:name w:val="annotation text"/>
    <w:basedOn w:val="Standard"/>
    <w:link w:val="KommentartextZchn"/>
    <w:semiHidden/>
    <w:unhideWhenUsed/>
    <w:rsid w:val="0037637A"/>
    <w:pPr>
      <w:spacing w:line="240" w:lineRule="auto"/>
    </w:pPr>
    <w:rPr>
      <w:sz w:val="20"/>
      <w:szCs w:val="20"/>
    </w:rPr>
  </w:style>
  <w:style w:type="character" w:customStyle="1" w:styleId="KommentartextZchn">
    <w:name w:val="Kommentartext Zchn"/>
    <w:basedOn w:val="Absatz-Standardschriftart"/>
    <w:link w:val="Kommentartext"/>
    <w:semiHidden/>
    <w:rsid w:val="0037637A"/>
    <w:rPr>
      <w:rFonts w:ascii="Wuerth Book" w:hAnsi="Wuerth Book" w:cs="Arial"/>
      <w:kern w:val="24"/>
    </w:rPr>
  </w:style>
  <w:style w:type="paragraph" w:styleId="Kommentarthema">
    <w:name w:val="annotation subject"/>
    <w:basedOn w:val="Kommentartext"/>
    <w:next w:val="Kommentartext"/>
    <w:link w:val="KommentarthemaZchn"/>
    <w:semiHidden/>
    <w:unhideWhenUsed/>
    <w:rsid w:val="0037637A"/>
    <w:rPr>
      <w:b/>
      <w:bCs/>
    </w:rPr>
  </w:style>
  <w:style w:type="character" w:customStyle="1" w:styleId="KommentarthemaZchn">
    <w:name w:val="Kommentarthema Zchn"/>
    <w:basedOn w:val="KommentartextZchn"/>
    <w:link w:val="Kommentarthema"/>
    <w:semiHidden/>
    <w:rsid w:val="0037637A"/>
    <w:rPr>
      <w:rFonts w:ascii="Wuerth Book" w:hAnsi="Wuerth Book" w:cs="Arial"/>
      <w:b/>
      <w:bCs/>
      <w:kern w:val="24"/>
    </w:rPr>
  </w:style>
  <w:style w:type="paragraph" w:styleId="Sprechblasentext">
    <w:name w:val="Balloon Text"/>
    <w:basedOn w:val="Standard"/>
    <w:link w:val="SprechblasentextZchn"/>
    <w:rsid w:val="0037637A"/>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rsid w:val="0037637A"/>
    <w:rPr>
      <w:rFonts w:ascii="Segoe UI" w:hAnsi="Segoe UI" w:cs="Segoe UI"/>
      <w:kern w:val="24"/>
      <w:sz w:val="18"/>
      <w:szCs w:val="18"/>
    </w:rPr>
  </w:style>
  <w:style w:type="character" w:styleId="BesuchterLink">
    <w:name w:val="FollowedHyperlink"/>
    <w:basedOn w:val="Absatz-Standardschriftart"/>
    <w:semiHidden/>
    <w:unhideWhenUsed/>
    <w:rsid w:val="00FD632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0453113">
      <w:bodyDiv w:val="1"/>
      <w:marLeft w:val="0"/>
      <w:marRight w:val="0"/>
      <w:marTop w:val="0"/>
      <w:marBottom w:val="0"/>
      <w:divBdr>
        <w:top w:val="none" w:sz="0" w:space="0" w:color="auto"/>
        <w:left w:val="none" w:sz="0" w:space="0" w:color="auto"/>
        <w:bottom w:val="none" w:sz="0" w:space="0" w:color="auto"/>
        <w:right w:val="none" w:sz="0" w:space="0" w:color="auto"/>
      </w:divBdr>
    </w:div>
    <w:div w:id="172452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uerth-ag.ch/lehmpfuh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rlesheim@forum-wuerth.ch"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appel\Desktop\mm_fwa_vorlage_Ae%20.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B469B-F56A-4769-93DD-D8E2F00DF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mm_fwa_vorlage_Ae </Template>
  <TotalTime>0</TotalTime>
  <Pages>5</Pages>
  <Words>763</Words>
  <Characters>5005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Forum Würth Arlesheim</vt:lpstr>
    </vt:vector>
  </TitlesOfParts>
  <Company>Wuerth-AG</Company>
  <LinksUpToDate>false</LinksUpToDate>
  <CharactersWithSpaces>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Forum Würth Arlesheim</dc:title>
  <dc:creator>Appel Eva</dc:creator>
  <cp:lastModifiedBy>Rueegsegger, Myriam</cp:lastModifiedBy>
  <cp:revision>16</cp:revision>
  <cp:lastPrinted>2023-02-14T13:02:00Z</cp:lastPrinted>
  <dcterms:created xsi:type="dcterms:W3CDTF">2023-02-09T14:51:00Z</dcterms:created>
  <dcterms:modified xsi:type="dcterms:W3CDTF">2023-02-14T14:08:00Z</dcterms:modified>
</cp:coreProperties>
</file>